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1B464" w14:textId="77777777" w:rsidR="00AE63B5" w:rsidRPr="00C52572" w:rsidRDefault="00AE63B5" w:rsidP="00872D10">
      <w:pPr>
        <w:pStyle w:val="Default"/>
        <w:rPr>
          <w:rFonts w:ascii="Verdana" w:hAnsi="Verdana" w:cstheme="minorHAnsi"/>
          <w:color w:val="auto"/>
          <w:sz w:val="18"/>
          <w:szCs w:val="18"/>
        </w:rPr>
      </w:pPr>
    </w:p>
    <w:p w14:paraId="289B92FB" w14:textId="77777777" w:rsidR="00E81E0F" w:rsidRPr="00C52572" w:rsidRDefault="00E81E0F" w:rsidP="00FB4424">
      <w:pPr>
        <w:pStyle w:val="Default"/>
        <w:spacing w:line="360" w:lineRule="auto"/>
        <w:rPr>
          <w:rFonts w:ascii="Verdana" w:hAnsi="Verdana" w:cstheme="minorHAnsi"/>
          <w:color w:val="auto"/>
          <w:sz w:val="18"/>
          <w:szCs w:val="18"/>
        </w:rPr>
      </w:pPr>
    </w:p>
    <w:p w14:paraId="75F9A336" w14:textId="77777777" w:rsidR="00C52572" w:rsidRPr="00C463E4" w:rsidRDefault="00C52572" w:rsidP="00C52572">
      <w:pPr>
        <w:spacing w:after="0"/>
        <w:jc w:val="right"/>
        <w:rPr>
          <w:rFonts w:ascii="Verdana" w:eastAsiaTheme="minorHAnsi" w:hAnsi="Verdana" w:cstheme="minorBidi"/>
          <w:b/>
          <w:sz w:val="18"/>
          <w:szCs w:val="18"/>
        </w:rPr>
      </w:pPr>
      <w:r w:rsidRPr="00C463E4">
        <w:rPr>
          <w:rFonts w:ascii="Verdana" w:eastAsiaTheme="minorHAnsi" w:hAnsi="Verdana" w:cstheme="minorBidi"/>
          <w:b/>
          <w:sz w:val="18"/>
          <w:szCs w:val="18"/>
        </w:rPr>
        <w:t>Al Dirigente dell’Ufficio IV Ambito Territoriale di Brescia</w:t>
      </w:r>
    </w:p>
    <w:p w14:paraId="04F7369F" w14:textId="557C8473" w:rsidR="00C52572" w:rsidRPr="00C52572" w:rsidRDefault="00000000" w:rsidP="00C52572">
      <w:pPr>
        <w:spacing w:after="0"/>
        <w:jc w:val="right"/>
        <w:rPr>
          <w:rFonts w:ascii="Verdana" w:eastAsiaTheme="minorHAnsi" w:hAnsi="Verdana" w:cstheme="minorBidi"/>
          <w:b/>
          <w:sz w:val="18"/>
          <w:szCs w:val="18"/>
        </w:rPr>
      </w:pPr>
      <w:hyperlink r:id="rId8" w:history="1">
        <w:r w:rsidR="00C463E4" w:rsidRPr="00C463E4">
          <w:rPr>
            <w:rStyle w:val="Collegamentoipertestuale"/>
            <w:rFonts w:ascii="Verdana" w:hAnsi="Verdana"/>
            <w:sz w:val="18"/>
            <w:szCs w:val="18"/>
          </w:rPr>
          <w:t>nominedocenti.bs@istruzione.it</w:t>
        </w:r>
      </w:hyperlink>
      <w:r w:rsidR="00C52572" w:rsidRPr="00C52572">
        <w:rPr>
          <w:rFonts w:ascii="Verdana" w:eastAsiaTheme="minorHAnsi" w:hAnsi="Verdana" w:cstheme="minorBidi"/>
          <w:sz w:val="18"/>
          <w:szCs w:val="18"/>
        </w:rPr>
        <w:t xml:space="preserve"> </w:t>
      </w:r>
    </w:p>
    <w:p w14:paraId="1AF729BC" w14:textId="77777777" w:rsidR="00C52572" w:rsidRPr="00C52572" w:rsidRDefault="00C52572" w:rsidP="00C52572">
      <w:pPr>
        <w:spacing w:after="0" w:line="480" w:lineRule="auto"/>
        <w:jc w:val="both"/>
        <w:rPr>
          <w:rFonts w:ascii="Verdana" w:eastAsiaTheme="minorHAnsi" w:hAnsi="Verdana" w:cstheme="minorBidi"/>
          <w:sz w:val="18"/>
          <w:szCs w:val="18"/>
        </w:rPr>
      </w:pPr>
    </w:p>
    <w:p w14:paraId="1708DF13" w14:textId="77777777" w:rsidR="00C52572" w:rsidRPr="00C52572" w:rsidRDefault="00C52572" w:rsidP="00C52572">
      <w:pPr>
        <w:jc w:val="both"/>
        <w:rPr>
          <w:rFonts w:ascii="Verdana" w:eastAsiaTheme="minorHAnsi" w:hAnsi="Verdana" w:cstheme="minorBidi"/>
          <w:b/>
          <w:bCs/>
          <w:sz w:val="18"/>
          <w:szCs w:val="18"/>
        </w:rPr>
      </w:pPr>
      <w:r w:rsidRPr="00C52572">
        <w:rPr>
          <w:rFonts w:ascii="Verdana" w:eastAsiaTheme="minorHAnsi" w:hAnsi="Verdana" w:cstheme="minorBidi"/>
          <w:b/>
          <w:bCs/>
          <w:sz w:val="18"/>
          <w:szCs w:val="18"/>
        </w:rPr>
        <w:t>PROCEDURA ASSUNZIONALE PER CHIAMATA PREVISTA DALL’ART.5, COMMA 12, DEL DECRETO-LEGGE 22 APRILE 2023, N. 44, CONVERTITO CON MODIFICAZIONI DALLA LEGGE 21 GIUGNO 2023, N. 74, COME MODIFICATO DALL’ARTICOLO 14, COMMA 1, LETTERA C) -BIS, DEL DECRETO-LEGGE 2 MARZO 2024, N. 19, CONVERTITO CON MODIFICAZIONI DALLA LEGGE 29 APRILE 2024, N. 56</w:t>
      </w:r>
    </w:p>
    <w:p w14:paraId="4A62A435" w14:textId="06A6D095" w:rsidR="00C52572" w:rsidRPr="00C52572" w:rsidRDefault="00C52572" w:rsidP="00C52572">
      <w:pPr>
        <w:jc w:val="both"/>
        <w:rPr>
          <w:rFonts w:ascii="Verdana" w:eastAsiaTheme="minorHAnsi" w:hAnsi="Verdana" w:cstheme="minorBidi"/>
          <w:sz w:val="18"/>
          <w:szCs w:val="18"/>
        </w:rPr>
      </w:pPr>
      <w:r w:rsidRPr="00C52572">
        <w:rPr>
          <w:rFonts w:ascii="Verdana" w:eastAsiaTheme="minorHAnsi" w:hAnsi="Verdana" w:cstheme="minorBidi"/>
          <w:sz w:val="18"/>
          <w:szCs w:val="18"/>
        </w:rPr>
        <w:t>Il/La sottoscritto/a _____________________________________________________ (cognome e nome),</w:t>
      </w:r>
    </w:p>
    <w:p w14:paraId="454269F5" w14:textId="77777777" w:rsidR="00C52572" w:rsidRPr="00C52572" w:rsidRDefault="00C52572" w:rsidP="00C52572">
      <w:pPr>
        <w:jc w:val="both"/>
        <w:rPr>
          <w:rFonts w:ascii="Verdana" w:eastAsiaTheme="minorHAnsi" w:hAnsi="Verdana" w:cstheme="minorBidi"/>
          <w:sz w:val="18"/>
          <w:szCs w:val="18"/>
        </w:rPr>
      </w:pPr>
      <w:r w:rsidRPr="00C52572">
        <w:rPr>
          <w:rFonts w:ascii="Verdana" w:eastAsiaTheme="minorHAnsi" w:hAnsi="Verdana" w:cstheme="minorBidi"/>
          <w:sz w:val="18"/>
          <w:szCs w:val="18"/>
        </w:rPr>
        <w:t xml:space="preserve">codice fiscale _______________________________, nato/a </w:t>
      </w:r>
      <w:proofErr w:type="spellStart"/>
      <w:r w:rsidRPr="00C52572">
        <w:rPr>
          <w:rFonts w:ascii="Verdana" w:eastAsiaTheme="minorHAnsi" w:hAnsi="Verdana" w:cstheme="minorBidi"/>
          <w:sz w:val="18"/>
          <w:szCs w:val="18"/>
        </w:rPr>
        <w:t>a</w:t>
      </w:r>
      <w:proofErr w:type="spellEnd"/>
      <w:r w:rsidRPr="00C52572">
        <w:rPr>
          <w:rFonts w:ascii="Verdana" w:eastAsiaTheme="minorHAnsi" w:hAnsi="Verdana" w:cstheme="minorBidi"/>
          <w:sz w:val="18"/>
          <w:szCs w:val="18"/>
        </w:rPr>
        <w:t xml:space="preserve"> ______________________,</w:t>
      </w:r>
    </w:p>
    <w:p w14:paraId="1FE7BAA4" w14:textId="77777777" w:rsidR="00C52572" w:rsidRPr="00C52572" w:rsidRDefault="00C52572" w:rsidP="00C52572">
      <w:pPr>
        <w:jc w:val="both"/>
        <w:rPr>
          <w:rFonts w:ascii="Verdana" w:eastAsiaTheme="minorHAnsi" w:hAnsi="Verdana" w:cstheme="minorBidi"/>
          <w:sz w:val="18"/>
          <w:szCs w:val="18"/>
        </w:rPr>
      </w:pPr>
      <w:r w:rsidRPr="00C52572">
        <w:rPr>
          <w:rFonts w:ascii="Verdana" w:eastAsiaTheme="minorHAnsi" w:hAnsi="Verdana" w:cstheme="minorBidi"/>
          <w:sz w:val="18"/>
          <w:szCs w:val="18"/>
        </w:rPr>
        <w:t>residente a _________________________________,</w:t>
      </w:r>
    </w:p>
    <w:p w14:paraId="17EFE8DE" w14:textId="3D1967A8" w:rsidR="00C52572" w:rsidRPr="00C52572" w:rsidRDefault="00C52572" w:rsidP="00C52572">
      <w:pPr>
        <w:jc w:val="both"/>
        <w:rPr>
          <w:rFonts w:ascii="Verdana" w:eastAsiaTheme="minorHAnsi" w:hAnsi="Verdana" w:cstheme="minorBidi"/>
          <w:sz w:val="18"/>
          <w:szCs w:val="18"/>
        </w:rPr>
      </w:pPr>
      <w:r w:rsidRPr="00C52572">
        <w:rPr>
          <w:rFonts w:ascii="Verdana" w:eastAsiaTheme="minorHAnsi" w:hAnsi="Verdana" w:cstheme="minorBidi"/>
          <w:sz w:val="18"/>
          <w:szCs w:val="18"/>
        </w:rPr>
        <w:t>in Via/Piazza _______________________________________________________________________</w:t>
      </w:r>
      <w:proofErr w:type="gramStart"/>
      <w:r w:rsidRPr="00C52572">
        <w:rPr>
          <w:rFonts w:ascii="Verdana" w:eastAsiaTheme="minorHAnsi" w:hAnsi="Verdana" w:cstheme="minorBidi"/>
          <w:sz w:val="18"/>
          <w:szCs w:val="18"/>
        </w:rPr>
        <w:t>_ ,</w:t>
      </w:r>
      <w:proofErr w:type="gramEnd"/>
    </w:p>
    <w:p w14:paraId="69C54478" w14:textId="69392971" w:rsidR="00C52572" w:rsidRPr="00C52572" w:rsidRDefault="00C52572" w:rsidP="00C52572">
      <w:pPr>
        <w:jc w:val="both"/>
        <w:rPr>
          <w:rFonts w:ascii="Verdana" w:eastAsiaTheme="minorHAnsi" w:hAnsi="Verdana" w:cstheme="minorBidi"/>
          <w:sz w:val="18"/>
          <w:szCs w:val="18"/>
        </w:rPr>
      </w:pPr>
      <w:r w:rsidRPr="00C52572">
        <w:rPr>
          <w:rFonts w:ascii="Verdana" w:eastAsiaTheme="minorHAnsi" w:hAnsi="Verdana" w:cstheme="minorBidi"/>
          <w:sz w:val="18"/>
          <w:szCs w:val="18"/>
        </w:rPr>
        <w:t>indirizzo mail _______________________________________________________________________</w:t>
      </w:r>
      <w:proofErr w:type="gramStart"/>
      <w:r w:rsidRPr="00C52572">
        <w:rPr>
          <w:rFonts w:ascii="Verdana" w:eastAsiaTheme="minorHAnsi" w:hAnsi="Verdana" w:cstheme="minorBidi"/>
          <w:sz w:val="18"/>
          <w:szCs w:val="18"/>
        </w:rPr>
        <w:t>_ ,</w:t>
      </w:r>
      <w:proofErr w:type="gramEnd"/>
    </w:p>
    <w:p w14:paraId="1ACAA7FD" w14:textId="7E06F19F" w:rsidR="00C52572" w:rsidRPr="00C52572" w:rsidRDefault="00C52572" w:rsidP="00C52572">
      <w:pPr>
        <w:jc w:val="both"/>
        <w:rPr>
          <w:rFonts w:ascii="Verdana" w:eastAsia="Times New Roman" w:hAnsi="Verdana" w:cs="Calibri"/>
          <w:color w:val="000000"/>
          <w:sz w:val="18"/>
          <w:szCs w:val="18"/>
          <w:lang w:eastAsia="it-IT"/>
        </w:rPr>
      </w:pPr>
      <w:r w:rsidRPr="00C52572">
        <w:rPr>
          <w:rFonts w:ascii="Verdana" w:eastAsiaTheme="minorHAnsi" w:hAnsi="Verdana" w:cstheme="minorBidi"/>
          <w:sz w:val="18"/>
          <w:szCs w:val="18"/>
        </w:rPr>
        <w:t xml:space="preserve">inserito/a nella graduatoria della tipologia di posto di </w:t>
      </w:r>
      <w:r w:rsidRPr="00AF3758">
        <w:rPr>
          <w:rFonts w:ascii="Verdana" w:eastAsiaTheme="minorHAnsi" w:hAnsi="Verdana" w:cstheme="minorBidi"/>
          <w:sz w:val="18"/>
          <w:szCs w:val="18"/>
        </w:rPr>
        <w:t xml:space="preserve">sostegno ADAA degli aspiranti che hanno presentato istanza nella regione Lombardia come previsto dalla nota del Ministero dell’Istruzione e del Merito prot. 41914 del 12 luglio 2023 e incluso nel prospetto riepilogativo contenente gli esiti per la provincia di Brescia della prima fase relativa all’assegnazione su provincia e tipo posto sostegno ADAA per </w:t>
      </w:r>
      <w:proofErr w:type="spellStart"/>
      <w:r w:rsidRPr="00AF3758">
        <w:rPr>
          <w:rFonts w:ascii="Verdana" w:eastAsiaTheme="minorHAnsi" w:hAnsi="Verdana" w:cstheme="minorBidi"/>
          <w:sz w:val="18"/>
          <w:szCs w:val="18"/>
        </w:rPr>
        <w:t>l’a.s.</w:t>
      </w:r>
      <w:proofErr w:type="spellEnd"/>
      <w:r w:rsidRPr="00AF3758">
        <w:rPr>
          <w:rFonts w:ascii="Verdana" w:eastAsiaTheme="minorHAnsi" w:hAnsi="Verdana" w:cstheme="minorBidi"/>
          <w:sz w:val="18"/>
          <w:szCs w:val="18"/>
        </w:rPr>
        <w:t xml:space="preserve"> 2024/2025 della procedura informatizzata prevista dall’articolo 5, comma 12, del decreto-legge 22 aprile 2023, n. 44, convertito con modificazioni dalla legge 21 giugno 2023, n. 74, come modificato dall’articolo 14, comma 1, </w:t>
      </w:r>
      <w:r w:rsidRPr="00C52572">
        <w:rPr>
          <w:rFonts w:ascii="Verdana" w:eastAsiaTheme="minorHAnsi" w:hAnsi="Verdana" w:cstheme="minorBidi"/>
          <w:sz w:val="18"/>
          <w:szCs w:val="18"/>
        </w:rPr>
        <w:t>lettera c) -bis, del decreto-legge 2 marzo 2024, n. 19, convertito con modificazioni dalla legge 29 aprile 2024, n. 56</w:t>
      </w:r>
      <w:r w:rsidR="00AF3758">
        <w:rPr>
          <w:rFonts w:ascii="Verdana" w:eastAsiaTheme="minorHAnsi" w:hAnsi="Verdana" w:cstheme="minorBidi"/>
          <w:sz w:val="18"/>
          <w:szCs w:val="18"/>
        </w:rPr>
        <w:t>.</w:t>
      </w:r>
      <w:r w:rsidRPr="00C52572">
        <w:rPr>
          <w:rFonts w:ascii="Verdana" w:eastAsiaTheme="minorHAnsi" w:hAnsi="Verdana" w:cstheme="minorBidi"/>
          <w:bCs/>
          <w:sz w:val="18"/>
          <w:szCs w:val="18"/>
        </w:rPr>
        <w:t xml:space="preserve"> </w:t>
      </w:r>
    </w:p>
    <w:p w14:paraId="6B9B545F" w14:textId="77777777" w:rsidR="00C52572" w:rsidRPr="00C52572" w:rsidRDefault="00C52572" w:rsidP="00C52572">
      <w:pPr>
        <w:spacing w:after="0"/>
        <w:jc w:val="center"/>
        <w:rPr>
          <w:rFonts w:ascii="Verdana" w:eastAsiaTheme="minorHAnsi" w:hAnsi="Verdana" w:cstheme="minorBidi"/>
          <w:b/>
          <w:sz w:val="18"/>
          <w:szCs w:val="18"/>
        </w:rPr>
      </w:pPr>
    </w:p>
    <w:p w14:paraId="4100BAF2" w14:textId="77777777" w:rsidR="00C52572" w:rsidRPr="00C52572" w:rsidRDefault="00C52572" w:rsidP="00C52572">
      <w:pPr>
        <w:spacing w:after="0"/>
        <w:jc w:val="center"/>
        <w:rPr>
          <w:rFonts w:ascii="Verdana" w:eastAsiaTheme="minorHAnsi" w:hAnsi="Verdana" w:cstheme="minorBidi"/>
          <w:b/>
          <w:sz w:val="18"/>
          <w:szCs w:val="18"/>
        </w:rPr>
      </w:pPr>
      <w:r w:rsidRPr="00C52572">
        <w:rPr>
          <w:rFonts w:ascii="Verdana" w:eastAsiaTheme="minorHAnsi" w:hAnsi="Verdana" w:cstheme="minorBidi"/>
          <w:b/>
          <w:sz w:val="18"/>
          <w:szCs w:val="18"/>
        </w:rPr>
        <w:t>DICHIARA</w:t>
      </w:r>
    </w:p>
    <w:p w14:paraId="5410A842" w14:textId="77777777" w:rsidR="00C52572" w:rsidRPr="00C52572" w:rsidRDefault="00C52572" w:rsidP="00C52572">
      <w:pPr>
        <w:spacing w:after="0"/>
        <w:rPr>
          <w:rFonts w:ascii="Verdana" w:eastAsia="Times New Roman" w:hAnsi="Verdana" w:cs="Tahoma"/>
          <w:sz w:val="18"/>
          <w:szCs w:val="18"/>
          <w:lang w:eastAsia="it-IT"/>
        </w:rPr>
      </w:pPr>
    </w:p>
    <w:p w14:paraId="1E13DDB8" w14:textId="77777777" w:rsidR="00C52572" w:rsidRPr="00C52572" w:rsidRDefault="00000000" w:rsidP="00C52572">
      <w:pPr>
        <w:tabs>
          <w:tab w:val="left" w:pos="840"/>
        </w:tabs>
        <w:spacing w:after="0"/>
        <w:rPr>
          <w:rFonts w:ascii="Verdana" w:eastAsiaTheme="minorHAnsi" w:hAnsi="Verdana" w:cstheme="minorBidi"/>
          <w:b/>
          <w:sz w:val="18"/>
          <w:szCs w:val="18"/>
        </w:rPr>
      </w:pPr>
      <w:sdt>
        <w:sdtPr>
          <w:rPr>
            <w:rFonts w:ascii="Verdana" w:eastAsiaTheme="minorHAnsi" w:hAnsi="Verdana" w:cstheme="minorBidi"/>
            <w:bCs/>
            <w:sz w:val="18"/>
            <w:szCs w:val="18"/>
          </w:rPr>
          <w:id w:val="-213813513"/>
          <w14:checkbox>
            <w14:checked w14:val="0"/>
            <w14:checkedState w14:val="2612" w14:font="MS Gothic"/>
            <w14:uncheckedState w14:val="2610" w14:font="MS Gothic"/>
          </w14:checkbox>
        </w:sdtPr>
        <w:sdtContent>
          <w:r w:rsidR="00C52572" w:rsidRPr="00C52572">
            <w:rPr>
              <w:rFonts w:ascii="Segoe UI Symbol" w:eastAsiaTheme="minorHAnsi" w:hAnsi="Segoe UI Symbol" w:cs="Segoe UI Symbol"/>
              <w:bCs/>
              <w:sz w:val="18"/>
              <w:szCs w:val="18"/>
            </w:rPr>
            <w:t>☐</w:t>
          </w:r>
        </w:sdtContent>
      </w:sdt>
      <w:r w:rsidR="00C52572" w:rsidRPr="00C52572">
        <w:rPr>
          <w:rFonts w:ascii="Verdana" w:eastAsiaTheme="minorHAnsi" w:hAnsi="Verdana" w:cstheme="minorBidi"/>
          <w:bCs/>
          <w:sz w:val="18"/>
          <w:szCs w:val="18"/>
        </w:rPr>
        <w:t xml:space="preserve">   </w:t>
      </w:r>
      <w:r w:rsidR="00C52572" w:rsidRPr="00C52572">
        <w:rPr>
          <w:rFonts w:ascii="Verdana" w:eastAsiaTheme="minorHAnsi" w:hAnsi="Verdana" w:cs="Calibri"/>
          <w:bCs/>
          <w:sz w:val="18"/>
          <w:szCs w:val="18"/>
        </w:rPr>
        <w:t xml:space="preserve">di </w:t>
      </w:r>
      <w:r w:rsidR="00C52572" w:rsidRPr="00C52572">
        <w:rPr>
          <w:rFonts w:ascii="Verdana" w:eastAsia="Times New Roman" w:hAnsi="Verdana" w:cs="Calibri"/>
          <w:b/>
          <w:bCs/>
          <w:sz w:val="18"/>
          <w:szCs w:val="18"/>
          <w:lang w:eastAsia="it-IT"/>
        </w:rPr>
        <w:t>NON voler accettare l’individuazione su sede nella provincia di Brescia per la procedura di cui trattasi</w:t>
      </w:r>
      <w:r w:rsidR="00C52572" w:rsidRPr="00C52572">
        <w:rPr>
          <w:rFonts w:ascii="Verdana" w:eastAsia="Times New Roman" w:hAnsi="Verdana" w:cs="Calibri"/>
          <w:sz w:val="18"/>
          <w:szCs w:val="18"/>
          <w:lang w:eastAsia="it-IT"/>
        </w:rPr>
        <w:t>;</w:t>
      </w:r>
    </w:p>
    <w:p w14:paraId="7B2DAB57" w14:textId="77777777" w:rsidR="00C52572" w:rsidRPr="00C52572" w:rsidRDefault="00C52572" w:rsidP="00C52572">
      <w:pPr>
        <w:spacing w:after="0"/>
        <w:jc w:val="center"/>
        <w:rPr>
          <w:rFonts w:ascii="Verdana" w:eastAsiaTheme="minorHAnsi" w:hAnsi="Verdana" w:cstheme="minorBidi"/>
          <w:b/>
          <w:sz w:val="18"/>
          <w:szCs w:val="18"/>
        </w:rPr>
      </w:pPr>
    </w:p>
    <w:p w14:paraId="22131E18" w14:textId="68ADFF8D" w:rsidR="00C52572" w:rsidRPr="00C52572" w:rsidRDefault="00000000" w:rsidP="00C52572">
      <w:pPr>
        <w:spacing w:after="0" w:line="240" w:lineRule="auto"/>
        <w:jc w:val="both"/>
        <w:rPr>
          <w:rFonts w:ascii="Verdana" w:eastAsiaTheme="minorHAnsi" w:hAnsi="Verdana" w:cstheme="minorBidi"/>
          <w:sz w:val="18"/>
          <w:szCs w:val="18"/>
        </w:rPr>
      </w:pPr>
      <w:sdt>
        <w:sdtPr>
          <w:rPr>
            <w:rFonts w:ascii="Verdana" w:eastAsiaTheme="minorHAnsi" w:hAnsi="Verdana" w:cstheme="minorBidi"/>
            <w:sz w:val="18"/>
            <w:szCs w:val="18"/>
          </w:rPr>
          <w:id w:val="469483896"/>
          <w14:checkbox>
            <w14:checked w14:val="0"/>
            <w14:checkedState w14:val="2612" w14:font="MS Gothic"/>
            <w14:uncheckedState w14:val="2610" w14:font="MS Gothic"/>
          </w14:checkbox>
        </w:sdtPr>
        <w:sdtContent>
          <w:r w:rsidR="00C52572" w:rsidRPr="00C52572">
            <w:rPr>
              <w:rFonts w:ascii="Segoe UI Symbol" w:eastAsiaTheme="minorHAnsi" w:hAnsi="Segoe UI Symbol" w:cs="Segoe UI Symbol"/>
              <w:sz w:val="18"/>
              <w:szCs w:val="18"/>
            </w:rPr>
            <w:t>☐</w:t>
          </w:r>
        </w:sdtContent>
      </w:sdt>
      <w:r w:rsidR="00C52572" w:rsidRPr="00C52572">
        <w:rPr>
          <w:rFonts w:ascii="Verdana" w:eastAsiaTheme="minorHAnsi" w:hAnsi="Verdana" w:cstheme="minorBidi"/>
          <w:sz w:val="18"/>
          <w:szCs w:val="18"/>
        </w:rPr>
        <w:t xml:space="preserve">  di </w:t>
      </w:r>
      <w:r w:rsidR="00C52572" w:rsidRPr="00C52572">
        <w:rPr>
          <w:rFonts w:ascii="Verdana" w:eastAsiaTheme="minorHAnsi" w:hAnsi="Verdana" w:cstheme="minorBidi"/>
          <w:b/>
          <w:bCs/>
          <w:sz w:val="18"/>
          <w:szCs w:val="18"/>
        </w:rPr>
        <w:t xml:space="preserve">accettare per </w:t>
      </w:r>
      <w:proofErr w:type="spellStart"/>
      <w:r w:rsidR="00C52572" w:rsidRPr="00C52572">
        <w:rPr>
          <w:rFonts w:ascii="Verdana" w:eastAsiaTheme="minorHAnsi" w:hAnsi="Verdana" w:cstheme="minorBidi"/>
          <w:b/>
          <w:bCs/>
          <w:sz w:val="18"/>
          <w:szCs w:val="18"/>
        </w:rPr>
        <w:t>l’a.s.</w:t>
      </w:r>
      <w:proofErr w:type="spellEnd"/>
      <w:r w:rsidR="00C52572" w:rsidRPr="00C52572">
        <w:rPr>
          <w:rFonts w:ascii="Verdana" w:eastAsiaTheme="minorHAnsi" w:hAnsi="Verdana" w:cstheme="minorBidi"/>
          <w:b/>
          <w:bCs/>
          <w:sz w:val="18"/>
          <w:szCs w:val="18"/>
        </w:rPr>
        <w:t xml:space="preserve"> 202</w:t>
      </w:r>
      <w:r w:rsidR="005E7D48">
        <w:rPr>
          <w:rFonts w:ascii="Verdana" w:eastAsiaTheme="minorHAnsi" w:hAnsi="Verdana" w:cstheme="minorBidi"/>
          <w:b/>
          <w:bCs/>
          <w:sz w:val="18"/>
          <w:szCs w:val="18"/>
        </w:rPr>
        <w:t>4</w:t>
      </w:r>
      <w:r w:rsidR="00C52572" w:rsidRPr="00C52572">
        <w:rPr>
          <w:rFonts w:ascii="Verdana" w:eastAsiaTheme="minorHAnsi" w:hAnsi="Verdana" w:cstheme="minorBidi"/>
          <w:b/>
          <w:bCs/>
          <w:sz w:val="18"/>
          <w:szCs w:val="18"/>
        </w:rPr>
        <w:t>/2</w:t>
      </w:r>
      <w:r w:rsidR="005E7D48">
        <w:rPr>
          <w:rFonts w:ascii="Verdana" w:eastAsiaTheme="minorHAnsi" w:hAnsi="Verdana" w:cstheme="minorBidi"/>
          <w:b/>
          <w:bCs/>
          <w:sz w:val="18"/>
          <w:szCs w:val="18"/>
        </w:rPr>
        <w:t>5</w:t>
      </w:r>
      <w:r w:rsidR="00C52572" w:rsidRPr="00C52572">
        <w:rPr>
          <w:rFonts w:ascii="Verdana" w:eastAsiaTheme="minorHAnsi" w:hAnsi="Verdana" w:cstheme="minorBidi"/>
          <w:b/>
          <w:bCs/>
          <w:sz w:val="18"/>
          <w:szCs w:val="18"/>
        </w:rPr>
        <w:t xml:space="preserve"> la proposta di assunzione </w:t>
      </w:r>
      <w:r w:rsidR="00C52572" w:rsidRPr="00AF3758">
        <w:rPr>
          <w:rFonts w:ascii="Verdana" w:eastAsiaTheme="minorHAnsi" w:hAnsi="Verdana" w:cstheme="minorBidi"/>
          <w:b/>
          <w:bCs/>
          <w:sz w:val="18"/>
          <w:szCs w:val="18"/>
        </w:rPr>
        <w:t>di cui trattasi</w:t>
      </w:r>
      <w:r w:rsidR="00C52572" w:rsidRPr="00AF3758">
        <w:rPr>
          <w:rFonts w:ascii="Verdana" w:eastAsiaTheme="minorHAnsi" w:hAnsi="Verdana" w:cstheme="minorBidi"/>
          <w:sz w:val="18"/>
          <w:szCs w:val="18"/>
        </w:rPr>
        <w:t xml:space="preserve"> presso le seguenti sedi elencate in </w:t>
      </w:r>
      <w:r w:rsidR="00C52572" w:rsidRPr="00AF3758">
        <w:rPr>
          <w:rFonts w:ascii="Verdana" w:eastAsiaTheme="minorHAnsi" w:hAnsi="Verdana" w:cstheme="minorBidi"/>
          <w:b/>
          <w:sz w:val="18"/>
          <w:szCs w:val="18"/>
        </w:rPr>
        <w:t>ordine di priorità</w:t>
      </w:r>
      <w:r w:rsidR="00C52572" w:rsidRPr="00AF3758">
        <w:rPr>
          <w:rFonts w:ascii="Verdana" w:eastAsiaTheme="minorHAnsi" w:hAnsi="Verdana" w:cstheme="minorBidi"/>
          <w:sz w:val="18"/>
          <w:szCs w:val="18"/>
        </w:rPr>
        <w:t>:</w:t>
      </w:r>
    </w:p>
    <w:p w14:paraId="5276515D" w14:textId="77777777" w:rsidR="00C52572" w:rsidRPr="00C52572" w:rsidRDefault="00C52572" w:rsidP="00C52572">
      <w:pPr>
        <w:spacing w:after="0" w:line="240" w:lineRule="auto"/>
        <w:jc w:val="both"/>
        <w:rPr>
          <w:rFonts w:ascii="Verdana" w:eastAsiaTheme="minorHAnsi" w:hAnsi="Verdana" w:cstheme="minorBidi"/>
          <w:sz w:val="18"/>
          <w:szCs w:val="18"/>
        </w:rPr>
      </w:pPr>
    </w:p>
    <w:p w14:paraId="201C440A" w14:textId="77777777" w:rsidR="00C52572" w:rsidRPr="00C52572" w:rsidRDefault="00C52572" w:rsidP="00C52572">
      <w:pPr>
        <w:spacing w:after="0" w:line="240" w:lineRule="auto"/>
        <w:jc w:val="center"/>
        <w:rPr>
          <w:rFonts w:ascii="Verdana" w:eastAsiaTheme="minorHAnsi" w:hAnsi="Verdana" w:cstheme="minorBidi"/>
          <w:b/>
          <w:bCs/>
          <w:sz w:val="18"/>
          <w:szCs w:val="18"/>
        </w:rPr>
      </w:pPr>
      <w:r w:rsidRPr="00C52572">
        <w:rPr>
          <w:rFonts w:ascii="Verdana" w:eastAsiaTheme="minorHAnsi" w:hAnsi="Verdana" w:cstheme="minorBidi"/>
          <w:b/>
          <w:bCs/>
          <w:sz w:val="18"/>
          <w:szCs w:val="18"/>
        </w:rPr>
        <w:t>DELEGA</w:t>
      </w:r>
    </w:p>
    <w:p w14:paraId="776AF2A5" w14:textId="77777777" w:rsidR="00C52572" w:rsidRPr="00C52572" w:rsidRDefault="00C52572" w:rsidP="00C52572">
      <w:pPr>
        <w:spacing w:after="0" w:line="240" w:lineRule="auto"/>
        <w:jc w:val="center"/>
        <w:rPr>
          <w:rFonts w:ascii="Verdana" w:eastAsiaTheme="minorHAnsi" w:hAnsi="Verdana" w:cstheme="minorBidi"/>
          <w:b/>
          <w:bCs/>
          <w:sz w:val="18"/>
          <w:szCs w:val="18"/>
        </w:rPr>
      </w:pPr>
    </w:p>
    <w:p w14:paraId="5CEB9AED" w14:textId="77777777" w:rsidR="00C52572" w:rsidRPr="00C52572" w:rsidRDefault="00C52572" w:rsidP="00C52572">
      <w:pPr>
        <w:spacing w:after="0" w:line="240" w:lineRule="auto"/>
        <w:jc w:val="both"/>
        <w:rPr>
          <w:rFonts w:ascii="Verdana" w:eastAsiaTheme="minorHAnsi" w:hAnsi="Verdana" w:cstheme="minorBidi"/>
          <w:sz w:val="18"/>
          <w:szCs w:val="18"/>
        </w:rPr>
      </w:pPr>
      <w:r w:rsidRPr="00C52572">
        <w:rPr>
          <w:rFonts w:ascii="Verdana" w:eastAsiaTheme="minorHAnsi" w:hAnsi="Verdana" w:cstheme="minorBidi"/>
          <w:sz w:val="18"/>
          <w:szCs w:val="18"/>
        </w:rPr>
        <w:t>il Dirigente dell'UAT di Brescia alla scelta della sede e indica l’ordine di priorità tra le sedi disponibili presenti nella provincia assegnata.</w:t>
      </w:r>
    </w:p>
    <w:p w14:paraId="55A36105" w14:textId="77777777" w:rsidR="00C52572" w:rsidRPr="00C52572" w:rsidRDefault="00C52572" w:rsidP="00C52572">
      <w:pPr>
        <w:spacing w:after="0" w:line="240" w:lineRule="auto"/>
        <w:jc w:val="both"/>
        <w:rPr>
          <w:rFonts w:ascii="Verdana" w:eastAsiaTheme="minorHAnsi" w:hAnsi="Verdana" w:cstheme="minorBidi"/>
          <w:sz w:val="18"/>
          <w:szCs w:val="18"/>
        </w:rPr>
      </w:pPr>
    </w:p>
    <w:p w14:paraId="77CDDE5F" w14:textId="77777777" w:rsidR="00C52572" w:rsidRPr="00C52572" w:rsidRDefault="00C52572" w:rsidP="00C52572">
      <w:pPr>
        <w:spacing w:after="0" w:line="240" w:lineRule="auto"/>
        <w:jc w:val="both"/>
        <w:rPr>
          <w:rFonts w:ascii="Verdana" w:eastAsiaTheme="minorHAnsi" w:hAnsi="Verdana" w:cstheme="minorBidi"/>
          <w:sz w:val="18"/>
          <w:szCs w:val="18"/>
        </w:rPr>
      </w:pPr>
      <w:r w:rsidRPr="00C52572">
        <w:rPr>
          <w:rFonts w:ascii="Verdana" w:eastAsiaTheme="minorHAnsi" w:hAnsi="Verdana" w:cstheme="minorBidi"/>
          <w:b/>
          <w:bCs/>
          <w:sz w:val="18"/>
          <w:szCs w:val="18"/>
        </w:rPr>
        <w:t>INSERIRE l’ordine di priorità delle sedi disponibili elencate nel prospetto alle pagg 2-3 della presente attenendosi alle seguenti INDICAZIONI:</w:t>
      </w:r>
      <w:r w:rsidRPr="00C52572">
        <w:rPr>
          <w:rFonts w:ascii="Verdana" w:eastAsiaTheme="minorHAnsi" w:hAnsi="Verdana" w:cstheme="minorBidi"/>
          <w:sz w:val="18"/>
          <w:szCs w:val="18"/>
        </w:rPr>
        <w:t xml:space="preserve"> indicare l’ordine di priorità delle sedi disponibili, da quella desiderata a quella meno desiderata. </w:t>
      </w:r>
      <w:r w:rsidRPr="00C52572">
        <w:rPr>
          <w:rFonts w:ascii="Verdana" w:eastAsiaTheme="minorHAnsi" w:hAnsi="Verdana" w:cstheme="minorBidi"/>
          <w:sz w:val="18"/>
          <w:szCs w:val="18"/>
          <w:u w:val="single"/>
        </w:rPr>
        <w:t>Si precisa che il numero 1 segnala la sede più desiderata e i numeri successivi indicano una progressiva inferiore priorità.</w:t>
      </w:r>
      <w:r w:rsidRPr="00C52572">
        <w:rPr>
          <w:rFonts w:ascii="Verdana" w:eastAsiaTheme="minorHAnsi" w:hAnsi="Verdana" w:cstheme="minorBidi"/>
          <w:sz w:val="18"/>
          <w:szCs w:val="18"/>
        </w:rPr>
        <w:t xml:space="preserve"> È obbligatorio indicare l’ordine di priorità per tutte le sedi disponibili. Nel caso in cui il candidato non indichi tutte le preferenze, ovvero nel caso in cui non possa essere soddisfatto l'ordine indicato, l'assegnazione della sede avverrà d'ufficio.</w:t>
      </w:r>
    </w:p>
    <w:p w14:paraId="2FD8CF62" w14:textId="569C8CBA" w:rsidR="00C52572" w:rsidRPr="00C52572" w:rsidRDefault="00C52572" w:rsidP="00C52572">
      <w:pPr>
        <w:spacing w:after="0" w:line="240" w:lineRule="auto"/>
        <w:jc w:val="both"/>
        <w:rPr>
          <w:rFonts w:ascii="Verdana" w:eastAsiaTheme="minorHAnsi" w:hAnsi="Verdana" w:cstheme="minorBidi"/>
          <w:sz w:val="18"/>
          <w:szCs w:val="18"/>
        </w:rPr>
      </w:pPr>
      <w:r w:rsidRPr="00C52572">
        <w:rPr>
          <w:rFonts w:ascii="Verdana" w:eastAsiaTheme="minorHAnsi" w:hAnsi="Verdana" w:cstheme="minorBidi"/>
          <w:sz w:val="18"/>
          <w:szCs w:val="18"/>
        </w:rPr>
        <w:t xml:space="preserve">Il presente modello di delega, costituito da </w:t>
      </w:r>
      <w:r w:rsidRPr="00AF3758">
        <w:rPr>
          <w:rFonts w:ascii="Verdana" w:eastAsiaTheme="minorHAnsi" w:hAnsi="Verdana" w:cstheme="minorBidi"/>
          <w:sz w:val="18"/>
          <w:szCs w:val="18"/>
        </w:rPr>
        <w:t xml:space="preserve">n. </w:t>
      </w:r>
      <w:r w:rsidR="002F7D6B" w:rsidRPr="00AF3758">
        <w:rPr>
          <w:rFonts w:ascii="Verdana" w:eastAsiaTheme="minorHAnsi" w:hAnsi="Verdana" w:cstheme="minorBidi"/>
          <w:sz w:val="18"/>
          <w:szCs w:val="18"/>
        </w:rPr>
        <w:t>5</w:t>
      </w:r>
      <w:r w:rsidRPr="00AF3758">
        <w:rPr>
          <w:rFonts w:ascii="Verdana" w:eastAsiaTheme="minorHAnsi" w:hAnsi="Verdana" w:cstheme="minorBidi"/>
          <w:sz w:val="18"/>
          <w:szCs w:val="18"/>
        </w:rPr>
        <w:t xml:space="preserve"> pagine</w:t>
      </w:r>
      <w:r w:rsidRPr="00C52572">
        <w:rPr>
          <w:rFonts w:ascii="Verdana" w:eastAsiaTheme="minorHAnsi" w:hAnsi="Verdana" w:cstheme="minorBidi"/>
          <w:sz w:val="18"/>
          <w:szCs w:val="18"/>
        </w:rPr>
        <w:t xml:space="preserve">, deve essere fatto pervenire firmato e compilato in tutte le sue parti, inclusa la numerazione di priorità delle sedi disponibili, entro le ore 23.59 del 16 agosto 2023 all’indirizzo e-mail </w:t>
      </w:r>
      <w:r w:rsidR="00AF3758">
        <w:rPr>
          <w:rFonts w:ascii="Verdana" w:eastAsiaTheme="minorHAnsi" w:hAnsi="Verdana" w:cstheme="minorBidi"/>
          <w:sz w:val="18"/>
          <w:szCs w:val="18"/>
        </w:rPr>
        <w:t>DI CUI SORA</w:t>
      </w:r>
      <w:r w:rsidRPr="00C52572">
        <w:rPr>
          <w:rFonts w:ascii="Verdana" w:eastAsiaTheme="minorHAnsi" w:hAnsi="Verdana" w:cstheme="minorBidi"/>
          <w:sz w:val="18"/>
          <w:szCs w:val="18"/>
        </w:rPr>
        <w:t xml:space="preserve"> allegando copia di un documento di riconoscimento in corso di validità, nonché eventuale documentazione a supporto della richiesta di precedenza nell’assegnazione di sede ai sensi della legge 104/92.</w:t>
      </w:r>
    </w:p>
    <w:p w14:paraId="2B98B998" w14:textId="77777777" w:rsidR="00C52572" w:rsidRPr="00C52572" w:rsidRDefault="00C52572" w:rsidP="00C52572">
      <w:pPr>
        <w:spacing w:after="0" w:line="240" w:lineRule="auto"/>
        <w:jc w:val="both"/>
        <w:rPr>
          <w:rFonts w:ascii="Verdana" w:eastAsiaTheme="minorHAnsi" w:hAnsi="Verdana" w:cstheme="minorBidi"/>
          <w:sz w:val="18"/>
          <w:szCs w:val="18"/>
        </w:rPr>
      </w:pPr>
      <w:r w:rsidRPr="00C52572">
        <w:rPr>
          <w:rFonts w:ascii="Verdana" w:eastAsiaTheme="minorHAnsi" w:hAnsi="Verdana" w:cstheme="minorBidi"/>
          <w:sz w:val="18"/>
          <w:szCs w:val="18"/>
        </w:rPr>
        <w:lastRenderedPageBreak/>
        <w:t>Nei confronti di chi non farà pervenire nei modi e nei tempi sopra indicati l’espressione di priorità, si disporrà la nomina d’ufficio sulle disponibilità residue dopo le scelte degli aspiranti che hanno adempiuto in toto alle indicazioni riportate nella presente.</w:t>
      </w:r>
    </w:p>
    <w:p w14:paraId="1D14D1A4" w14:textId="77777777" w:rsidR="00C52572" w:rsidRPr="00C52572" w:rsidRDefault="00C52572" w:rsidP="00C52572">
      <w:pPr>
        <w:spacing w:after="0" w:line="240" w:lineRule="auto"/>
        <w:jc w:val="both"/>
        <w:rPr>
          <w:rFonts w:ascii="Verdana" w:eastAsiaTheme="minorHAnsi" w:hAnsi="Verdana" w:cstheme="minorBidi"/>
          <w:sz w:val="18"/>
          <w:szCs w:val="18"/>
        </w:rPr>
      </w:pPr>
    </w:p>
    <w:p w14:paraId="42BB36C0" w14:textId="77777777" w:rsidR="00C52572" w:rsidRPr="00C52572" w:rsidRDefault="00C52572" w:rsidP="00C52572">
      <w:pPr>
        <w:rPr>
          <w:rFonts w:ascii="Verdana" w:eastAsiaTheme="minorHAnsi" w:hAnsi="Verdana" w:cstheme="minorBidi"/>
          <w:sz w:val="18"/>
          <w:szCs w:val="18"/>
        </w:rPr>
      </w:pPr>
    </w:p>
    <w:tbl>
      <w:tblPr>
        <w:tblStyle w:val="Grigliatabella1"/>
        <w:tblW w:w="10060" w:type="dxa"/>
        <w:tblLook w:val="04A0" w:firstRow="1" w:lastRow="0" w:firstColumn="1" w:lastColumn="0" w:noHBand="0" w:noVBand="1"/>
      </w:tblPr>
      <w:tblGrid>
        <w:gridCol w:w="1312"/>
        <w:gridCol w:w="8748"/>
      </w:tblGrid>
      <w:tr w:rsidR="00C52572" w:rsidRPr="00C52572" w14:paraId="3479B96A" w14:textId="77777777" w:rsidTr="00493248">
        <w:tc>
          <w:tcPr>
            <w:tcW w:w="1207" w:type="dxa"/>
            <w:vAlign w:val="center"/>
          </w:tcPr>
          <w:p w14:paraId="23304A1B" w14:textId="77777777" w:rsidR="00C52572" w:rsidRPr="00C52572" w:rsidRDefault="00C52572" w:rsidP="00C52572">
            <w:pPr>
              <w:spacing w:after="0" w:line="240" w:lineRule="auto"/>
              <w:jc w:val="center"/>
              <w:rPr>
                <w:rFonts w:ascii="Verdana" w:hAnsi="Verdana"/>
                <w:b/>
                <w:bCs/>
                <w:sz w:val="18"/>
                <w:szCs w:val="18"/>
              </w:rPr>
            </w:pPr>
            <w:r w:rsidRPr="00C52572">
              <w:rPr>
                <w:rFonts w:ascii="Verdana" w:hAnsi="Verdana"/>
                <w:b/>
                <w:bCs/>
                <w:sz w:val="18"/>
                <w:szCs w:val="18"/>
              </w:rPr>
              <w:t>Ordine di preferenza</w:t>
            </w:r>
          </w:p>
        </w:tc>
        <w:tc>
          <w:tcPr>
            <w:tcW w:w="8853" w:type="dxa"/>
            <w:vAlign w:val="center"/>
          </w:tcPr>
          <w:p w14:paraId="0E97A5EF" w14:textId="77777777" w:rsidR="00C52572" w:rsidRPr="00C52572" w:rsidRDefault="00C52572" w:rsidP="00C52572">
            <w:pPr>
              <w:spacing w:after="0" w:line="240" w:lineRule="auto"/>
              <w:jc w:val="center"/>
              <w:rPr>
                <w:rFonts w:ascii="Verdana" w:hAnsi="Verdana"/>
                <w:b/>
                <w:bCs/>
                <w:sz w:val="18"/>
                <w:szCs w:val="18"/>
              </w:rPr>
            </w:pPr>
            <w:r w:rsidRPr="00C52572">
              <w:rPr>
                <w:rFonts w:ascii="Verdana" w:hAnsi="Verdana"/>
                <w:b/>
                <w:bCs/>
                <w:sz w:val="18"/>
                <w:szCs w:val="18"/>
              </w:rPr>
              <w:t>Preferenza di Sede</w:t>
            </w:r>
          </w:p>
          <w:p w14:paraId="6AC5772C" w14:textId="77777777" w:rsidR="00C52572" w:rsidRPr="00C52572" w:rsidRDefault="00C52572" w:rsidP="00C52572">
            <w:pPr>
              <w:spacing w:after="0" w:line="240" w:lineRule="auto"/>
              <w:jc w:val="both"/>
              <w:rPr>
                <w:rFonts w:ascii="Verdana" w:hAnsi="Verdana"/>
                <w:b/>
                <w:bCs/>
                <w:sz w:val="18"/>
                <w:szCs w:val="18"/>
              </w:rPr>
            </w:pPr>
            <w:r w:rsidRPr="00C52572">
              <w:rPr>
                <w:rFonts w:ascii="Verdana" w:hAnsi="Verdana"/>
                <w:b/>
                <w:bCs/>
                <w:sz w:val="18"/>
                <w:szCs w:val="18"/>
              </w:rPr>
              <w:t>(per ogni preferenza scegliere una sede dal menù a tendina cliccando su “Scegliere un elemento” per ogni preferenza è riportato il codice meccanografico la denominazione e il comune sede dell’Istituto Comprensivo. Si ricorda che i codici meccanografici riportanti le lettere CT individuano sedi afferenti ai C.P.I.A.)</w:t>
            </w:r>
          </w:p>
        </w:tc>
      </w:tr>
      <w:tr w:rsidR="00C52572" w:rsidRPr="00C52572" w14:paraId="59D67FAD" w14:textId="77777777" w:rsidTr="00493248">
        <w:tc>
          <w:tcPr>
            <w:tcW w:w="1207" w:type="dxa"/>
            <w:vAlign w:val="bottom"/>
          </w:tcPr>
          <w:p w14:paraId="3CCAD6A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w:t>
            </w:r>
          </w:p>
        </w:tc>
        <w:tc>
          <w:tcPr>
            <w:tcW w:w="8853" w:type="dxa"/>
          </w:tcPr>
          <w:sdt>
            <w:sdtPr>
              <w:rPr>
                <w:rFonts w:ascii="Verdana" w:hAnsi="Verdana"/>
                <w:sz w:val="18"/>
                <w:szCs w:val="18"/>
              </w:rPr>
              <w:alias w:val="Preferenza di sede"/>
              <w:tag w:val="Preferenza di sede"/>
              <w:id w:val="-1850784603"/>
              <w:placeholder>
                <w:docPart w:val="651A4E6FEA304000A7A1643AE5A3316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C9A630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3C3B5B5" w14:textId="77777777" w:rsidTr="00493248">
        <w:tc>
          <w:tcPr>
            <w:tcW w:w="1207" w:type="dxa"/>
            <w:vAlign w:val="bottom"/>
          </w:tcPr>
          <w:p w14:paraId="14ECF22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w:t>
            </w:r>
          </w:p>
        </w:tc>
        <w:tc>
          <w:tcPr>
            <w:tcW w:w="8853" w:type="dxa"/>
          </w:tcPr>
          <w:sdt>
            <w:sdtPr>
              <w:rPr>
                <w:rFonts w:ascii="Verdana" w:hAnsi="Verdana"/>
                <w:sz w:val="18"/>
                <w:szCs w:val="18"/>
              </w:rPr>
              <w:alias w:val="Preferenza di sede"/>
              <w:tag w:val="Preferenza di sede"/>
              <w:id w:val="639230126"/>
              <w:placeholder>
                <w:docPart w:val="38D251B29DB844DF90358B5398F52D1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112A7F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311155F" w14:textId="77777777" w:rsidTr="00493248">
        <w:tc>
          <w:tcPr>
            <w:tcW w:w="1207" w:type="dxa"/>
            <w:vAlign w:val="bottom"/>
          </w:tcPr>
          <w:p w14:paraId="261EB2F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w:t>
            </w:r>
          </w:p>
        </w:tc>
        <w:tc>
          <w:tcPr>
            <w:tcW w:w="8853" w:type="dxa"/>
          </w:tcPr>
          <w:sdt>
            <w:sdtPr>
              <w:rPr>
                <w:rFonts w:ascii="Verdana" w:hAnsi="Verdana"/>
                <w:sz w:val="18"/>
                <w:szCs w:val="18"/>
              </w:rPr>
              <w:alias w:val="Preferenza di sede"/>
              <w:tag w:val="Preferenza di sede"/>
              <w:id w:val="505640182"/>
              <w:placeholder>
                <w:docPart w:val="B0FFD3D8646C43DE8040A61487C747B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2C3F81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EDA2390" w14:textId="77777777" w:rsidTr="00493248">
        <w:tc>
          <w:tcPr>
            <w:tcW w:w="1207" w:type="dxa"/>
            <w:vAlign w:val="bottom"/>
          </w:tcPr>
          <w:p w14:paraId="316DABE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w:t>
            </w:r>
          </w:p>
        </w:tc>
        <w:tc>
          <w:tcPr>
            <w:tcW w:w="8853" w:type="dxa"/>
          </w:tcPr>
          <w:sdt>
            <w:sdtPr>
              <w:rPr>
                <w:rFonts w:ascii="Verdana" w:hAnsi="Verdana"/>
                <w:sz w:val="18"/>
                <w:szCs w:val="18"/>
              </w:rPr>
              <w:alias w:val="Preferenza di sede"/>
              <w:tag w:val="Preferenza di sede"/>
              <w:id w:val="1992834934"/>
              <w:placeholder>
                <w:docPart w:val="C19B6E81288F48F099DCFAA4B98AF57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768142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98514EC" w14:textId="77777777" w:rsidTr="00493248">
        <w:tc>
          <w:tcPr>
            <w:tcW w:w="1207" w:type="dxa"/>
            <w:vAlign w:val="bottom"/>
          </w:tcPr>
          <w:p w14:paraId="21932DC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w:t>
            </w:r>
          </w:p>
        </w:tc>
        <w:tc>
          <w:tcPr>
            <w:tcW w:w="8853" w:type="dxa"/>
          </w:tcPr>
          <w:sdt>
            <w:sdtPr>
              <w:rPr>
                <w:rFonts w:ascii="Verdana" w:hAnsi="Verdana"/>
                <w:sz w:val="18"/>
                <w:szCs w:val="18"/>
              </w:rPr>
              <w:alias w:val="Preferenza di sede"/>
              <w:tag w:val="Preferenza di sede"/>
              <w:id w:val="-390260601"/>
              <w:placeholder>
                <w:docPart w:val="5FB14A1B9145413DA6D5A68179B5A9A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64FABF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F500C5A" w14:textId="77777777" w:rsidTr="00493248">
        <w:tc>
          <w:tcPr>
            <w:tcW w:w="1207" w:type="dxa"/>
            <w:vAlign w:val="bottom"/>
          </w:tcPr>
          <w:p w14:paraId="618074A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w:t>
            </w:r>
          </w:p>
        </w:tc>
        <w:tc>
          <w:tcPr>
            <w:tcW w:w="8853" w:type="dxa"/>
          </w:tcPr>
          <w:sdt>
            <w:sdtPr>
              <w:rPr>
                <w:rFonts w:ascii="Verdana" w:hAnsi="Verdana"/>
                <w:sz w:val="18"/>
                <w:szCs w:val="18"/>
              </w:rPr>
              <w:alias w:val="Preferenza di sede"/>
              <w:tag w:val="Preferenza di sede"/>
              <w:id w:val="-174420681"/>
              <w:placeholder>
                <w:docPart w:val="2A607F69BE1F4FB6BF7276870CF98C5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80913F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83844B4" w14:textId="77777777" w:rsidTr="00493248">
        <w:tc>
          <w:tcPr>
            <w:tcW w:w="1207" w:type="dxa"/>
            <w:vAlign w:val="bottom"/>
          </w:tcPr>
          <w:p w14:paraId="2CF6AAD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w:t>
            </w:r>
          </w:p>
        </w:tc>
        <w:tc>
          <w:tcPr>
            <w:tcW w:w="8853" w:type="dxa"/>
          </w:tcPr>
          <w:sdt>
            <w:sdtPr>
              <w:rPr>
                <w:rFonts w:ascii="Verdana" w:hAnsi="Verdana"/>
                <w:sz w:val="18"/>
                <w:szCs w:val="18"/>
              </w:rPr>
              <w:alias w:val="Preferenza di sede"/>
              <w:tag w:val="Preferenza di sede"/>
              <w:id w:val="1229114456"/>
              <w:placeholder>
                <w:docPart w:val="FC929731FBF146298B748671FF180D5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E03F0C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9D4EE7A" w14:textId="77777777" w:rsidTr="00493248">
        <w:tc>
          <w:tcPr>
            <w:tcW w:w="1207" w:type="dxa"/>
            <w:vAlign w:val="bottom"/>
          </w:tcPr>
          <w:p w14:paraId="31B07B6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w:t>
            </w:r>
          </w:p>
        </w:tc>
        <w:tc>
          <w:tcPr>
            <w:tcW w:w="8853" w:type="dxa"/>
          </w:tcPr>
          <w:sdt>
            <w:sdtPr>
              <w:rPr>
                <w:rFonts w:ascii="Verdana" w:hAnsi="Verdana"/>
                <w:sz w:val="18"/>
                <w:szCs w:val="18"/>
              </w:rPr>
              <w:alias w:val="Preferenza di sede"/>
              <w:tag w:val="Preferenza di sede"/>
              <w:id w:val="-1688593525"/>
              <w:placeholder>
                <w:docPart w:val="6DE5AB1776594620B126F22BDDB87EE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A7A888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7152F69" w14:textId="77777777" w:rsidTr="00493248">
        <w:tc>
          <w:tcPr>
            <w:tcW w:w="1207" w:type="dxa"/>
            <w:vAlign w:val="bottom"/>
          </w:tcPr>
          <w:p w14:paraId="68CD77B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w:t>
            </w:r>
          </w:p>
        </w:tc>
        <w:tc>
          <w:tcPr>
            <w:tcW w:w="8853" w:type="dxa"/>
          </w:tcPr>
          <w:sdt>
            <w:sdtPr>
              <w:rPr>
                <w:rFonts w:ascii="Verdana" w:hAnsi="Verdana"/>
                <w:sz w:val="18"/>
                <w:szCs w:val="18"/>
              </w:rPr>
              <w:alias w:val="Preferenza di sede"/>
              <w:tag w:val="Preferenza di sede"/>
              <w:id w:val="-1759819415"/>
              <w:placeholder>
                <w:docPart w:val="BB5064B266384864B981781E068391F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D76869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F56C479" w14:textId="77777777" w:rsidTr="00493248">
        <w:tc>
          <w:tcPr>
            <w:tcW w:w="1207" w:type="dxa"/>
            <w:vAlign w:val="bottom"/>
          </w:tcPr>
          <w:p w14:paraId="42C8949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w:t>
            </w:r>
          </w:p>
        </w:tc>
        <w:tc>
          <w:tcPr>
            <w:tcW w:w="8853" w:type="dxa"/>
          </w:tcPr>
          <w:sdt>
            <w:sdtPr>
              <w:rPr>
                <w:rFonts w:ascii="Verdana" w:hAnsi="Verdana"/>
                <w:sz w:val="18"/>
                <w:szCs w:val="18"/>
              </w:rPr>
              <w:alias w:val="Preferenza di sede"/>
              <w:tag w:val="Preferenza di sede"/>
              <w:id w:val="-1953009337"/>
              <w:placeholder>
                <w:docPart w:val="6E12A0EC5B58411880F691DB89D6940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3F9C06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7DA5FD2" w14:textId="77777777" w:rsidTr="00493248">
        <w:tc>
          <w:tcPr>
            <w:tcW w:w="1207" w:type="dxa"/>
            <w:vAlign w:val="bottom"/>
          </w:tcPr>
          <w:p w14:paraId="7EBC315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w:t>
            </w:r>
          </w:p>
        </w:tc>
        <w:tc>
          <w:tcPr>
            <w:tcW w:w="8853" w:type="dxa"/>
          </w:tcPr>
          <w:sdt>
            <w:sdtPr>
              <w:rPr>
                <w:rFonts w:ascii="Verdana" w:hAnsi="Verdana"/>
                <w:sz w:val="18"/>
                <w:szCs w:val="18"/>
              </w:rPr>
              <w:alias w:val="Preferenza di sede"/>
              <w:tag w:val="Preferenza di sede"/>
              <w:id w:val="-2039803234"/>
              <w:placeholder>
                <w:docPart w:val="34AC234415424A759DFB289A049E568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4BED41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10B91D8" w14:textId="77777777" w:rsidTr="00493248">
        <w:tc>
          <w:tcPr>
            <w:tcW w:w="1207" w:type="dxa"/>
            <w:vAlign w:val="bottom"/>
          </w:tcPr>
          <w:p w14:paraId="0F9AFEB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w:t>
            </w:r>
          </w:p>
        </w:tc>
        <w:tc>
          <w:tcPr>
            <w:tcW w:w="8853" w:type="dxa"/>
          </w:tcPr>
          <w:sdt>
            <w:sdtPr>
              <w:rPr>
                <w:rFonts w:ascii="Verdana" w:hAnsi="Verdana"/>
                <w:sz w:val="18"/>
                <w:szCs w:val="18"/>
              </w:rPr>
              <w:alias w:val="Preferenza di sede"/>
              <w:tag w:val="Preferenza di sede"/>
              <w:id w:val="-17542341"/>
              <w:placeholder>
                <w:docPart w:val="02957815B41C4B34978CB4285D6DD10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82A7D0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49A3C5E" w14:textId="77777777" w:rsidTr="00493248">
        <w:tc>
          <w:tcPr>
            <w:tcW w:w="1207" w:type="dxa"/>
            <w:vAlign w:val="bottom"/>
          </w:tcPr>
          <w:p w14:paraId="53E6E18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w:t>
            </w:r>
          </w:p>
        </w:tc>
        <w:tc>
          <w:tcPr>
            <w:tcW w:w="8853" w:type="dxa"/>
          </w:tcPr>
          <w:sdt>
            <w:sdtPr>
              <w:rPr>
                <w:rFonts w:ascii="Verdana" w:hAnsi="Verdana"/>
                <w:sz w:val="18"/>
                <w:szCs w:val="18"/>
              </w:rPr>
              <w:alias w:val="Preferenza di sede"/>
              <w:tag w:val="Preferenza di sede"/>
              <w:id w:val="-906306559"/>
              <w:placeholder>
                <w:docPart w:val="6430ECCAB98348B48A65EC89E6E38DE1"/>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B681FD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13D31E4" w14:textId="77777777" w:rsidTr="00493248">
        <w:tc>
          <w:tcPr>
            <w:tcW w:w="1207" w:type="dxa"/>
            <w:vAlign w:val="bottom"/>
          </w:tcPr>
          <w:p w14:paraId="6C0AC40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w:t>
            </w:r>
          </w:p>
        </w:tc>
        <w:tc>
          <w:tcPr>
            <w:tcW w:w="8853" w:type="dxa"/>
          </w:tcPr>
          <w:sdt>
            <w:sdtPr>
              <w:rPr>
                <w:rFonts w:ascii="Verdana" w:hAnsi="Verdana"/>
                <w:sz w:val="18"/>
                <w:szCs w:val="18"/>
              </w:rPr>
              <w:alias w:val="Preferenza di sede"/>
              <w:tag w:val="Preferenza di sede"/>
              <w:id w:val="1933783214"/>
              <w:placeholder>
                <w:docPart w:val="3E64910369C24ED4B9918FD4FC5B28B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40E3CB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CA07B4E" w14:textId="77777777" w:rsidTr="00493248">
        <w:tc>
          <w:tcPr>
            <w:tcW w:w="1207" w:type="dxa"/>
            <w:vAlign w:val="bottom"/>
          </w:tcPr>
          <w:p w14:paraId="03AFF53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15</w:t>
            </w:r>
          </w:p>
        </w:tc>
        <w:tc>
          <w:tcPr>
            <w:tcW w:w="8853" w:type="dxa"/>
          </w:tcPr>
          <w:sdt>
            <w:sdtPr>
              <w:rPr>
                <w:rFonts w:ascii="Verdana" w:hAnsi="Verdana"/>
                <w:sz w:val="18"/>
                <w:szCs w:val="18"/>
              </w:rPr>
              <w:alias w:val="Preferenza di sede"/>
              <w:tag w:val="Preferenza di sede"/>
              <w:id w:val="1891532088"/>
              <w:placeholder>
                <w:docPart w:val="F770D78BD03442EA8504E5A2AE40624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05DE17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FB245B5" w14:textId="77777777" w:rsidTr="00493248">
        <w:tc>
          <w:tcPr>
            <w:tcW w:w="1207" w:type="dxa"/>
            <w:vAlign w:val="bottom"/>
          </w:tcPr>
          <w:p w14:paraId="33A76C0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16</w:t>
            </w:r>
          </w:p>
        </w:tc>
        <w:tc>
          <w:tcPr>
            <w:tcW w:w="8853" w:type="dxa"/>
          </w:tcPr>
          <w:sdt>
            <w:sdtPr>
              <w:rPr>
                <w:rFonts w:ascii="Verdana" w:hAnsi="Verdana"/>
                <w:sz w:val="18"/>
                <w:szCs w:val="18"/>
              </w:rPr>
              <w:alias w:val="Preferenza di sede"/>
              <w:tag w:val="Preferenza di sede"/>
              <w:id w:val="326169869"/>
              <w:placeholder>
                <w:docPart w:val="D395E0BFED914075B6572F952845BCC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8E90D5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B3C13E0" w14:textId="77777777" w:rsidTr="00493248">
        <w:tc>
          <w:tcPr>
            <w:tcW w:w="1207" w:type="dxa"/>
            <w:vAlign w:val="bottom"/>
          </w:tcPr>
          <w:p w14:paraId="55290EF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17</w:t>
            </w:r>
          </w:p>
        </w:tc>
        <w:tc>
          <w:tcPr>
            <w:tcW w:w="8853" w:type="dxa"/>
          </w:tcPr>
          <w:sdt>
            <w:sdtPr>
              <w:rPr>
                <w:rFonts w:ascii="Verdana" w:hAnsi="Verdana"/>
                <w:sz w:val="18"/>
                <w:szCs w:val="18"/>
              </w:rPr>
              <w:alias w:val="Preferenza di sede"/>
              <w:tag w:val="Preferenza di sede"/>
              <w:id w:val="886846117"/>
              <w:placeholder>
                <w:docPart w:val="D2C918A0C14645F3A3F25F236B081C2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32EF36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A9D8C4D" w14:textId="77777777" w:rsidTr="00493248">
        <w:tc>
          <w:tcPr>
            <w:tcW w:w="1207" w:type="dxa"/>
            <w:vAlign w:val="bottom"/>
          </w:tcPr>
          <w:p w14:paraId="2AD35C5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18</w:t>
            </w:r>
          </w:p>
        </w:tc>
        <w:tc>
          <w:tcPr>
            <w:tcW w:w="8853" w:type="dxa"/>
          </w:tcPr>
          <w:sdt>
            <w:sdtPr>
              <w:rPr>
                <w:rFonts w:ascii="Verdana" w:hAnsi="Verdana"/>
                <w:sz w:val="18"/>
                <w:szCs w:val="18"/>
              </w:rPr>
              <w:alias w:val="Preferenza di sede"/>
              <w:tag w:val="Preferenza di sede"/>
              <w:id w:val="-1576888361"/>
              <w:placeholder>
                <w:docPart w:val="4FB091711DC84658924A3C4A3F40EB3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989E83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9AEBE4B" w14:textId="77777777" w:rsidTr="00493248">
        <w:tc>
          <w:tcPr>
            <w:tcW w:w="1207" w:type="dxa"/>
            <w:vAlign w:val="bottom"/>
          </w:tcPr>
          <w:p w14:paraId="591C1A0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19</w:t>
            </w:r>
          </w:p>
        </w:tc>
        <w:tc>
          <w:tcPr>
            <w:tcW w:w="8853" w:type="dxa"/>
          </w:tcPr>
          <w:sdt>
            <w:sdtPr>
              <w:rPr>
                <w:rFonts w:ascii="Verdana" w:hAnsi="Verdana"/>
                <w:sz w:val="18"/>
                <w:szCs w:val="18"/>
              </w:rPr>
              <w:alias w:val="Preferenza di sede"/>
              <w:tag w:val="Preferenza di sede"/>
              <w:id w:val="-643350931"/>
              <w:placeholder>
                <w:docPart w:val="AF2D6B2A37B04243A4968B12B2BEE6A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620216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16C0FCC" w14:textId="77777777" w:rsidTr="00493248">
        <w:tc>
          <w:tcPr>
            <w:tcW w:w="1207" w:type="dxa"/>
            <w:vAlign w:val="bottom"/>
          </w:tcPr>
          <w:p w14:paraId="7FC7147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20</w:t>
            </w:r>
          </w:p>
        </w:tc>
        <w:tc>
          <w:tcPr>
            <w:tcW w:w="8853" w:type="dxa"/>
          </w:tcPr>
          <w:sdt>
            <w:sdtPr>
              <w:rPr>
                <w:rFonts w:ascii="Verdana" w:hAnsi="Verdana"/>
                <w:sz w:val="18"/>
                <w:szCs w:val="18"/>
              </w:rPr>
              <w:alias w:val="Preferenza di sede"/>
              <w:tag w:val="Preferenza di sede"/>
              <w:id w:val="-1507362359"/>
              <w:placeholder>
                <w:docPart w:val="5913207B17654C87B0EC54F75F54626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369158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A5E4C56" w14:textId="77777777" w:rsidTr="00493248">
        <w:tc>
          <w:tcPr>
            <w:tcW w:w="1207" w:type="dxa"/>
            <w:vAlign w:val="bottom"/>
          </w:tcPr>
          <w:p w14:paraId="69A6D59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21</w:t>
            </w:r>
          </w:p>
        </w:tc>
        <w:tc>
          <w:tcPr>
            <w:tcW w:w="8853" w:type="dxa"/>
          </w:tcPr>
          <w:sdt>
            <w:sdtPr>
              <w:rPr>
                <w:rFonts w:ascii="Verdana" w:hAnsi="Verdana"/>
                <w:sz w:val="18"/>
                <w:szCs w:val="18"/>
              </w:rPr>
              <w:alias w:val="Preferenza di sede"/>
              <w:tag w:val="Preferenza di sede"/>
              <w:id w:val="-442151863"/>
              <w:placeholder>
                <w:docPart w:val="63F3F2FF651E41978BB567EE458CEBD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05C921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ACE24AB" w14:textId="77777777" w:rsidTr="00493248">
        <w:tc>
          <w:tcPr>
            <w:tcW w:w="1207" w:type="dxa"/>
            <w:vAlign w:val="bottom"/>
          </w:tcPr>
          <w:p w14:paraId="4EA3450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22</w:t>
            </w:r>
          </w:p>
        </w:tc>
        <w:tc>
          <w:tcPr>
            <w:tcW w:w="8853" w:type="dxa"/>
          </w:tcPr>
          <w:sdt>
            <w:sdtPr>
              <w:rPr>
                <w:rFonts w:ascii="Verdana" w:hAnsi="Verdana"/>
                <w:sz w:val="18"/>
                <w:szCs w:val="18"/>
              </w:rPr>
              <w:alias w:val="Preferenza di sede"/>
              <w:tag w:val="Preferenza di sede"/>
              <w:id w:val="-1970277241"/>
              <w:placeholder>
                <w:docPart w:val="FBA9B9E80FF84AADA0ADC362684C9CB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89AEEF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638CE99" w14:textId="77777777" w:rsidTr="00493248">
        <w:tc>
          <w:tcPr>
            <w:tcW w:w="1207" w:type="dxa"/>
            <w:vAlign w:val="bottom"/>
          </w:tcPr>
          <w:p w14:paraId="71616AA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23</w:t>
            </w:r>
          </w:p>
        </w:tc>
        <w:tc>
          <w:tcPr>
            <w:tcW w:w="8853" w:type="dxa"/>
          </w:tcPr>
          <w:sdt>
            <w:sdtPr>
              <w:rPr>
                <w:rFonts w:ascii="Verdana" w:hAnsi="Verdana"/>
                <w:sz w:val="18"/>
                <w:szCs w:val="18"/>
              </w:rPr>
              <w:alias w:val="Preferenza di sede"/>
              <w:tag w:val="Preferenza di sede"/>
              <w:id w:val="-357809924"/>
              <w:placeholder>
                <w:docPart w:val="09E0DF0216F846AE935975ED8833440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14604F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B484104" w14:textId="77777777" w:rsidTr="00493248">
        <w:tc>
          <w:tcPr>
            <w:tcW w:w="1207" w:type="dxa"/>
            <w:vAlign w:val="bottom"/>
          </w:tcPr>
          <w:p w14:paraId="3C5A81C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24</w:t>
            </w:r>
          </w:p>
        </w:tc>
        <w:tc>
          <w:tcPr>
            <w:tcW w:w="8853" w:type="dxa"/>
          </w:tcPr>
          <w:sdt>
            <w:sdtPr>
              <w:rPr>
                <w:rFonts w:ascii="Verdana" w:hAnsi="Verdana"/>
                <w:sz w:val="18"/>
                <w:szCs w:val="18"/>
              </w:rPr>
              <w:alias w:val="Preferenza di sede"/>
              <w:tag w:val="Preferenza di sede"/>
              <w:id w:val="-1616362319"/>
              <w:placeholder>
                <w:docPart w:val="A8A0567D74904EEDAD332D9B576B6AA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73159A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8DC9183" w14:textId="77777777" w:rsidTr="00493248">
        <w:tc>
          <w:tcPr>
            <w:tcW w:w="1207" w:type="dxa"/>
            <w:vAlign w:val="bottom"/>
          </w:tcPr>
          <w:p w14:paraId="5DF313E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25</w:t>
            </w:r>
          </w:p>
        </w:tc>
        <w:tc>
          <w:tcPr>
            <w:tcW w:w="8853" w:type="dxa"/>
          </w:tcPr>
          <w:sdt>
            <w:sdtPr>
              <w:rPr>
                <w:rFonts w:ascii="Verdana" w:hAnsi="Verdana"/>
                <w:sz w:val="18"/>
                <w:szCs w:val="18"/>
              </w:rPr>
              <w:alias w:val="Preferenza di sede"/>
              <w:tag w:val="Preferenza di sede"/>
              <w:id w:val="-846784767"/>
              <w:placeholder>
                <w:docPart w:val="D37404C7017D4D87999B305D5B0533B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14ED8B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87FA9F3" w14:textId="77777777" w:rsidTr="00493248">
        <w:tc>
          <w:tcPr>
            <w:tcW w:w="1207" w:type="dxa"/>
            <w:vAlign w:val="bottom"/>
          </w:tcPr>
          <w:p w14:paraId="20C72EC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26</w:t>
            </w:r>
          </w:p>
        </w:tc>
        <w:tc>
          <w:tcPr>
            <w:tcW w:w="8853" w:type="dxa"/>
          </w:tcPr>
          <w:sdt>
            <w:sdtPr>
              <w:rPr>
                <w:rFonts w:ascii="Verdana" w:hAnsi="Verdana"/>
                <w:sz w:val="18"/>
                <w:szCs w:val="18"/>
              </w:rPr>
              <w:alias w:val="Preferenza di sede"/>
              <w:tag w:val="Preferenza di sede"/>
              <w:id w:val="1342199098"/>
              <w:placeholder>
                <w:docPart w:val="8BFA1C9F664B447FA92A2A48D61D9FD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45B2AA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A2561E3" w14:textId="77777777" w:rsidTr="00493248">
        <w:tc>
          <w:tcPr>
            <w:tcW w:w="1207" w:type="dxa"/>
            <w:vAlign w:val="bottom"/>
          </w:tcPr>
          <w:p w14:paraId="24A796F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27</w:t>
            </w:r>
          </w:p>
        </w:tc>
        <w:tc>
          <w:tcPr>
            <w:tcW w:w="8853" w:type="dxa"/>
          </w:tcPr>
          <w:sdt>
            <w:sdtPr>
              <w:rPr>
                <w:rFonts w:ascii="Verdana" w:hAnsi="Verdana"/>
                <w:sz w:val="18"/>
                <w:szCs w:val="18"/>
              </w:rPr>
              <w:alias w:val="Preferenza di sede"/>
              <w:tag w:val="Preferenza di sede"/>
              <w:id w:val="284785173"/>
              <w:placeholder>
                <w:docPart w:val="EFFEC8249BD748819822A44BD00BD8B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C5814D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C7E4E6C" w14:textId="77777777" w:rsidTr="00493248">
        <w:tc>
          <w:tcPr>
            <w:tcW w:w="1207" w:type="dxa"/>
            <w:vAlign w:val="bottom"/>
          </w:tcPr>
          <w:p w14:paraId="3729281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28</w:t>
            </w:r>
          </w:p>
        </w:tc>
        <w:tc>
          <w:tcPr>
            <w:tcW w:w="8853" w:type="dxa"/>
          </w:tcPr>
          <w:sdt>
            <w:sdtPr>
              <w:rPr>
                <w:rFonts w:ascii="Verdana" w:hAnsi="Verdana"/>
                <w:sz w:val="18"/>
                <w:szCs w:val="18"/>
              </w:rPr>
              <w:alias w:val="Preferenza di sede"/>
              <w:tag w:val="Preferenza di sede"/>
              <w:id w:val="1525667171"/>
              <w:placeholder>
                <w:docPart w:val="0B1F08456DAF4AC1B74AAED957E3424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0F4DAE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7CA3537" w14:textId="77777777" w:rsidTr="00493248">
        <w:tc>
          <w:tcPr>
            <w:tcW w:w="1207" w:type="dxa"/>
            <w:vAlign w:val="bottom"/>
          </w:tcPr>
          <w:p w14:paraId="649346C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29</w:t>
            </w:r>
          </w:p>
        </w:tc>
        <w:tc>
          <w:tcPr>
            <w:tcW w:w="8853" w:type="dxa"/>
          </w:tcPr>
          <w:sdt>
            <w:sdtPr>
              <w:rPr>
                <w:rFonts w:ascii="Verdana" w:hAnsi="Verdana"/>
                <w:sz w:val="18"/>
                <w:szCs w:val="18"/>
              </w:rPr>
              <w:alias w:val="Preferenza di sede"/>
              <w:tag w:val="Preferenza di sede"/>
              <w:id w:val="775764030"/>
              <w:placeholder>
                <w:docPart w:val="FBE2459D3F85481486F78448C6B4B40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10FD77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5D20C20" w14:textId="77777777" w:rsidTr="00493248">
        <w:tc>
          <w:tcPr>
            <w:tcW w:w="1207" w:type="dxa"/>
            <w:vAlign w:val="bottom"/>
          </w:tcPr>
          <w:p w14:paraId="03686D4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30</w:t>
            </w:r>
          </w:p>
        </w:tc>
        <w:tc>
          <w:tcPr>
            <w:tcW w:w="8853" w:type="dxa"/>
          </w:tcPr>
          <w:sdt>
            <w:sdtPr>
              <w:rPr>
                <w:rFonts w:ascii="Verdana" w:hAnsi="Verdana"/>
                <w:sz w:val="18"/>
                <w:szCs w:val="18"/>
              </w:rPr>
              <w:alias w:val="Preferenza di sede"/>
              <w:tag w:val="Preferenza di sede"/>
              <w:id w:val="1048263767"/>
              <w:placeholder>
                <w:docPart w:val="1C0EBACDA0664B4F80BC30047FC47E9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8350A1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21A7856" w14:textId="77777777" w:rsidTr="00493248">
        <w:tc>
          <w:tcPr>
            <w:tcW w:w="1207" w:type="dxa"/>
            <w:vAlign w:val="bottom"/>
          </w:tcPr>
          <w:p w14:paraId="6627D85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31</w:t>
            </w:r>
          </w:p>
        </w:tc>
        <w:tc>
          <w:tcPr>
            <w:tcW w:w="8853" w:type="dxa"/>
          </w:tcPr>
          <w:sdt>
            <w:sdtPr>
              <w:rPr>
                <w:rFonts w:ascii="Verdana" w:hAnsi="Verdana"/>
                <w:sz w:val="18"/>
                <w:szCs w:val="18"/>
              </w:rPr>
              <w:alias w:val="Preferenza di sede"/>
              <w:tag w:val="Preferenza di sede"/>
              <w:id w:val="-805087066"/>
              <w:placeholder>
                <w:docPart w:val="88FF479608044D3AB704E45D2C084CA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1A2EAE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40D4F8A" w14:textId="77777777" w:rsidTr="00493248">
        <w:tc>
          <w:tcPr>
            <w:tcW w:w="1207" w:type="dxa"/>
            <w:vAlign w:val="bottom"/>
          </w:tcPr>
          <w:p w14:paraId="4C873B9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32</w:t>
            </w:r>
          </w:p>
        </w:tc>
        <w:tc>
          <w:tcPr>
            <w:tcW w:w="8853" w:type="dxa"/>
          </w:tcPr>
          <w:sdt>
            <w:sdtPr>
              <w:rPr>
                <w:rFonts w:ascii="Verdana" w:hAnsi="Verdana"/>
                <w:sz w:val="18"/>
                <w:szCs w:val="18"/>
              </w:rPr>
              <w:alias w:val="Preferenza di sede"/>
              <w:tag w:val="Preferenza di sede"/>
              <w:id w:val="-957874992"/>
              <w:placeholder>
                <w:docPart w:val="6312787EED354A24A37D75C52BBE81B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B06844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F1A7782" w14:textId="77777777" w:rsidTr="00493248">
        <w:tc>
          <w:tcPr>
            <w:tcW w:w="1207" w:type="dxa"/>
            <w:vAlign w:val="bottom"/>
          </w:tcPr>
          <w:p w14:paraId="4DB1405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33</w:t>
            </w:r>
          </w:p>
        </w:tc>
        <w:tc>
          <w:tcPr>
            <w:tcW w:w="8853" w:type="dxa"/>
          </w:tcPr>
          <w:sdt>
            <w:sdtPr>
              <w:rPr>
                <w:rFonts w:ascii="Verdana" w:hAnsi="Verdana"/>
                <w:sz w:val="18"/>
                <w:szCs w:val="18"/>
              </w:rPr>
              <w:alias w:val="Preferenza di sede"/>
              <w:tag w:val="Preferenza di sede"/>
              <w:id w:val="203378281"/>
              <w:placeholder>
                <w:docPart w:val="A95438E3FB4848DEACA373D34419B51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3FF2AD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CBF3ACA" w14:textId="77777777" w:rsidTr="00493248">
        <w:tc>
          <w:tcPr>
            <w:tcW w:w="1207" w:type="dxa"/>
            <w:vAlign w:val="bottom"/>
          </w:tcPr>
          <w:p w14:paraId="0567791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34</w:t>
            </w:r>
          </w:p>
        </w:tc>
        <w:tc>
          <w:tcPr>
            <w:tcW w:w="8853" w:type="dxa"/>
          </w:tcPr>
          <w:sdt>
            <w:sdtPr>
              <w:rPr>
                <w:rFonts w:ascii="Verdana" w:hAnsi="Verdana"/>
                <w:sz w:val="18"/>
                <w:szCs w:val="18"/>
              </w:rPr>
              <w:alias w:val="Preferenza di sede"/>
              <w:tag w:val="Preferenza di sede"/>
              <w:id w:val="368422156"/>
              <w:placeholder>
                <w:docPart w:val="AD1E5A473C614E33B9A884EF29F2298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D9C358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2816866" w14:textId="77777777" w:rsidTr="00493248">
        <w:tc>
          <w:tcPr>
            <w:tcW w:w="1207" w:type="dxa"/>
            <w:vAlign w:val="bottom"/>
          </w:tcPr>
          <w:p w14:paraId="6F3F25D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35</w:t>
            </w:r>
          </w:p>
        </w:tc>
        <w:tc>
          <w:tcPr>
            <w:tcW w:w="8853" w:type="dxa"/>
          </w:tcPr>
          <w:sdt>
            <w:sdtPr>
              <w:rPr>
                <w:rFonts w:ascii="Verdana" w:hAnsi="Verdana"/>
                <w:sz w:val="18"/>
                <w:szCs w:val="18"/>
              </w:rPr>
              <w:alias w:val="Preferenza di sede"/>
              <w:tag w:val="Preferenza di sede"/>
              <w:id w:val="60229408"/>
              <w:placeholder>
                <w:docPart w:val="A9996E82BD7F491886DBEA6A639F9B9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49B3D0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AA14967" w14:textId="77777777" w:rsidTr="00493248">
        <w:tc>
          <w:tcPr>
            <w:tcW w:w="1207" w:type="dxa"/>
            <w:vAlign w:val="bottom"/>
          </w:tcPr>
          <w:p w14:paraId="298EDAA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36</w:t>
            </w:r>
          </w:p>
        </w:tc>
        <w:tc>
          <w:tcPr>
            <w:tcW w:w="8853" w:type="dxa"/>
          </w:tcPr>
          <w:sdt>
            <w:sdtPr>
              <w:rPr>
                <w:rFonts w:ascii="Verdana" w:hAnsi="Verdana"/>
                <w:sz w:val="18"/>
                <w:szCs w:val="18"/>
              </w:rPr>
              <w:alias w:val="Preferenza di sede"/>
              <w:tag w:val="Preferenza di sede"/>
              <w:id w:val="1731035207"/>
              <w:placeholder>
                <w:docPart w:val="3532680D49A642338C990FE17145BBA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86660E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922E050" w14:textId="77777777" w:rsidTr="00493248">
        <w:tc>
          <w:tcPr>
            <w:tcW w:w="1207" w:type="dxa"/>
            <w:vAlign w:val="bottom"/>
          </w:tcPr>
          <w:p w14:paraId="5889BE1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37</w:t>
            </w:r>
          </w:p>
        </w:tc>
        <w:tc>
          <w:tcPr>
            <w:tcW w:w="8853" w:type="dxa"/>
          </w:tcPr>
          <w:sdt>
            <w:sdtPr>
              <w:rPr>
                <w:rFonts w:ascii="Verdana" w:hAnsi="Verdana"/>
                <w:sz w:val="18"/>
                <w:szCs w:val="18"/>
              </w:rPr>
              <w:alias w:val="Preferenza di sede"/>
              <w:tag w:val="Preferenza di sede"/>
              <w:id w:val="-1793201832"/>
              <w:placeholder>
                <w:docPart w:val="220B33EB662740D294218D14F623E2C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74DA79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4FBEC50" w14:textId="77777777" w:rsidTr="00493248">
        <w:tc>
          <w:tcPr>
            <w:tcW w:w="1207" w:type="dxa"/>
            <w:vAlign w:val="bottom"/>
          </w:tcPr>
          <w:p w14:paraId="0A04271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38</w:t>
            </w:r>
          </w:p>
        </w:tc>
        <w:tc>
          <w:tcPr>
            <w:tcW w:w="8853" w:type="dxa"/>
          </w:tcPr>
          <w:sdt>
            <w:sdtPr>
              <w:rPr>
                <w:rFonts w:ascii="Verdana" w:hAnsi="Verdana"/>
                <w:sz w:val="18"/>
                <w:szCs w:val="18"/>
              </w:rPr>
              <w:alias w:val="Preferenza di sede"/>
              <w:tag w:val="Preferenza di sede"/>
              <w:id w:val="-2064551162"/>
              <w:placeholder>
                <w:docPart w:val="3FFD8A4C46694791A0D4ED52EF86E73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C5C88E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74D479B" w14:textId="77777777" w:rsidTr="00493248">
        <w:tc>
          <w:tcPr>
            <w:tcW w:w="1207" w:type="dxa"/>
            <w:vAlign w:val="bottom"/>
          </w:tcPr>
          <w:p w14:paraId="2FA5AB5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39</w:t>
            </w:r>
          </w:p>
        </w:tc>
        <w:tc>
          <w:tcPr>
            <w:tcW w:w="8853" w:type="dxa"/>
          </w:tcPr>
          <w:sdt>
            <w:sdtPr>
              <w:rPr>
                <w:rFonts w:ascii="Verdana" w:hAnsi="Verdana"/>
                <w:sz w:val="18"/>
                <w:szCs w:val="18"/>
              </w:rPr>
              <w:alias w:val="Preferenza di sede"/>
              <w:tag w:val="Preferenza di sede"/>
              <w:id w:val="1707220823"/>
              <w:placeholder>
                <w:docPart w:val="AD001CC1A2514773A6715FEDB3D66E61"/>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1AA8F6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733E8A5" w14:textId="77777777" w:rsidTr="00493248">
        <w:tc>
          <w:tcPr>
            <w:tcW w:w="1207" w:type="dxa"/>
            <w:vAlign w:val="bottom"/>
          </w:tcPr>
          <w:p w14:paraId="3AC0B43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40</w:t>
            </w:r>
          </w:p>
        </w:tc>
        <w:tc>
          <w:tcPr>
            <w:tcW w:w="8853" w:type="dxa"/>
          </w:tcPr>
          <w:sdt>
            <w:sdtPr>
              <w:rPr>
                <w:rFonts w:ascii="Verdana" w:hAnsi="Verdana"/>
                <w:sz w:val="18"/>
                <w:szCs w:val="18"/>
              </w:rPr>
              <w:alias w:val="Preferenza di sede"/>
              <w:tag w:val="Preferenza di sede"/>
              <w:id w:val="-869369060"/>
              <w:placeholder>
                <w:docPart w:val="AD0560962AB0434F928305D19640AB7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DCE879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B8C3F14" w14:textId="77777777" w:rsidTr="00493248">
        <w:tc>
          <w:tcPr>
            <w:tcW w:w="1207" w:type="dxa"/>
            <w:vAlign w:val="bottom"/>
          </w:tcPr>
          <w:p w14:paraId="2D70DE6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41</w:t>
            </w:r>
          </w:p>
        </w:tc>
        <w:tc>
          <w:tcPr>
            <w:tcW w:w="8853" w:type="dxa"/>
          </w:tcPr>
          <w:sdt>
            <w:sdtPr>
              <w:rPr>
                <w:rFonts w:ascii="Verdana" w:hAnsi="Verdana"/>
                <w:sz w:val="18"/>
                <w:szCs w:val="18"/>
              </w:rPr>
              <w:alias w:val="Preferenza di sede"/>
              <w:tag w:val="Preferenza di sede"/>
              <w:id w:val="-63412400"/>
              <w:placeholder>
                <w:docPart w:val="8C35428AD6E746EE88854CCF9B8047E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E10F4C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02972E2" w14:textId="77777777" w:rsidTr="00493248">
        <w:tc>
          <w:tcPr>
            <w:tcW w:w="1207" w:type="dxa"/>
            <w:vAlign w:val="bottom"/>
          </w:tcPr>
          <w:p w14:paraId="5E5CBD9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42</w:t>
            </w:r>
          </w:p>
        </w:tc>
        <w:tc>
          <w:tcPr>
            <w:tcW w:w="8853" w:type="dxa"/>
          </w:tcPr>
          <w:sdt>
            <w:sdtPr>
              <w:rPr>
                <w:rFonts w:ascii="Verdana" w:hAnsi="Verdana"/>
                <w:sz w:val="18"/>
                <w:szCs w:val="18"/>
              </w:rPr>
              <w:alias w:val="Preferenza di sede"/>
              <w:tag w:val="Preferenza di sede"/>
              <w:id w:val="-82992413"/>
              <w:placeholder>
                <w:docPart w:val="24E1C31FB4534979BF11A545C26D23B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6E2A6E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0B12821" w14:textId="77777777" w:rsidTr="00493248">
        <w:tc>
          <w:tcPr>
            <w:tcW w:w="1207" w:type="dxa"/>
            <w:vAlign w:val="bottom"/>
          </w:tcPr>
          <w:p w14:paraId="3129442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43</w:t>
            </w:r>
          </w:p>
        </w:tc>
        <w:tc>
          <w:tcPr>
            <w:tcW w:w="8853" w:type="dxa"/>
          </w:tcPr>
          <w:sdt>
            <w:sdtPr>
              <w:rPr>
                <w:rFonts w:ascii="Verdana" w:hAnsi="Verdana"/>
                <w:sz w:val="18"/>
                <w:szCs w:val="18"/>
              </w:rPr>
              <w:alias w:val="Preferenza di sede"/>
              <w:tag w:val="Preferenza di sede"/>
              <w:id w:val="2058736499"/>
              <w:placeholder>
                <w:docPart w:val="4DAA681229A34F798B0F15609C27E25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729912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6B8CD5D" w14:textId="77777777" w:rsidTr="00493248">
        <w:tc>
          <w:tcPr>
            <w:tcW w:w="1207" w:type="dxa"/>
            <w:vAlign w:val="bottom"/>
          </w:tcPr>
          <w:p w14:paraId="175D59F9"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44</w:t>
            </w:r>
          </w:p>
        </w:tc>
        <w:tc>
          <w:tcPr>
            <w:tcW w:w="8853" w:type="dxa"/>
          </w:tcPr>
          <w:sdt>
            <w:sdtPr>
              <w:rPr>
                <w:rFonts w:ascii="Verdana" w:hAnsi="Verdana"/>
                <w:sz w:val="18"/>
                <w:szCs w:val="18"/>
              </w:rPr>
              <w:alias w:val="Preferenza di sede"/>
              <w:tag w:val="Preferenza di sede"/>
              <w:id w:val="866728897"/>
              <w:placeholder>
                <w:docPart w:val="92C94FBC6C8B4E04A2131EBA0740457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351731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572187C" w14:textId="77777777" w:rsidTr="00493248">
        <w:tc>
          <w:tcPr>
            <w:tcW w:w="1207" w:type="dxa"/>
            <w:vAlign w:val="bottom"/>
          </w:tcPr>
          <w:p w14:paraId="4AAB2F7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45</w:t>
            </w:r>
          </w:p>
        </w:tc>
        <w:tc>
          <w:tcPr>
            <w:tcW w:w="8853" w:type="dxa"/>
          </w:tcPr>
          <w:sdt>
            <w:sdtPr>
              <w:rPr>
                <w:rFonts w:ascii="Verdana" w:hAnsi="Verdana"/>
                <w:sz w:val="18"/>
                <w:szCs w:val="18"/>
              </w:rPr>
              <w:alias w:val="Preferenza di sede"/>
              <w:tag w:val="Preferenza di sede"/>
              <w:id w:val="79502044"/>
              <w:placeholder>
                <w:docPart w:val="1DD53FDE461348C1A80FCE18E77432E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447E6E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5533B15" w14:textId="77777777" w:rsidTr="00493248">
        <w:tc>
          <w:tcPr>
            <w:tcW w:w="1207" w:type="dxa"/>
            <w:vAlign w:val="bottom"/>
          </w:tcPr>
          <w:p w14:paraId="352254D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lastRenderedPageBreak/>
              <w:t>46</w:t>
            </w:r>
          </w:p>
        </w:tc>
        <w:tc>
          <w:tcPr>
            <w:tcW w:w="8853" w:type="dxa"/>
          </w:tcPr>
          <w:sdt>
            <w:sdtPr>
              <w:rPr>
                <w:rFonts w:ascii="Verdana" w:hAnsi="Verdana"/>
                <w:sz w:val="18"/>
                <w:szCs w:val="18"/>
              </w:rPr>
              <w:alias w:val="Preferenza di sede"/>
              <w:tag w:val="Preferenza di sede"/>
              <w:id w:val="1358464589"/>
              <w:placeholder>
                <w:docPart w:val="590E8F24A75C4B829D6A94C3B3CD660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11CB4D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268AB05" w14:textId="77777777" w:rsidTr="00493248">
        <w:tc>
          <w:tcPr>
            <w:tcW w:w="1207" w:type="dxa"/>
            <w:vAlign w:val="bottom"/>
          </w:tcPr>
          <w:p w14:paraId="250E625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47</w:t>
            </w:r>
          </w:p>
        </w:tc>
        <w:tc>
          <w:tcPr>
            <w:tcW w:w="8853" w:type="dxa"/>
          </w:tcPr>
          <w:sdt>
            <w:sdtPr>
              <w:rPr>
                <w:rFonts w:ascii="Verdana" w:hAnsi="Verdana"/>
                <w:sz w:val="18"/>
                <w:szCs w:val="18"/>
              </w:rPr>
              <w:alias w:val="Preferenza di sede"/>
              <w:tag w:val="Preferenza di sede"/>
              <w:id w:val="421075024"/>
              <w:placeholder>
                <w:docPart w:val="C77157FF826746CEBEBEA9D705A434C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3DF23A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7D2BAB5" w14:textId="77777777" w:rsidTr="00493248">
        <w:tc>
          <w:tcPr>
            <w:tcW w:w="1207" w:type="dxa"/>
            <w:vAlign w:val="bottom"/>
          </w:tcPr>
          <w:p w14:paraId="5475AC5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48</w:t>
            </w:r>
          </w:p>
        </w:tc>
        <w:tc>
          <w:tcPr>
            <w:tcW w:w="8853" w:type="dxa"/>
          </w:tcPr>
          <w:sdt>
            <w:sdtPr>
              <w:rPr>
                <w:rFonts w:ascii="Verdana" w:hAnsi="Verdana"/>
                <w:sz w:val="18"/>
                <w:szCs w:val="18"/>
              </w:rPr>
              <w:alias w:val="Preferenza di sede"/>
              <w:tag w:val="Preferenza di sede"/>
              <w:id w:val="-222596961"/>
              <w:placeholder>
                <w:docPart w:val="D751E548F79A42D38141BBC61C40722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1626BE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AA06BE1" w14:textId="77777777" w:rsidTr="00493248">
        <w:tc>
          <w:tcPr>
            <w:tcW w:w="1207" w:type="dxa"/>
            <w:vAlign w:val="bottom"/>
          </w:tcPr>
          <w:p w14:paraId="6A51B5A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49</w:t>
            </w:r>
          </w:p>
        </w:tc>
        <w:tc>
          <w:tcPr>
            <w:tcW w:w="8853" w:type="dxa"/>
          </w:tcPr>
          <w:sdt>
            <w:sdtPr>
              <w:rPr>
                <w:rFonts w:ascii="Verdana" w:hAnsi="Verdana"/>
                <w:sz w:val="18"/>
                <w:szCs w:val="18"/>
              </w:rPr>
              <w:alias w:val="Preferenza di sede"/>
              <w:tag w:val="Preferenza di sede"/>
              <w:id w:val="1371496307"/>
              <w:placeholder>
                <w:docPart w:val="2D4907C917D24662BA03F9112FF7701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BB1AF5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EC66F3C" w14:textId="77777777" w:rsidTr="00493248">
        <w:tc>
          <w:tcPr>
            <w:tcW w:w="1207" w:type="dxa"/>
            <w:vAlign w:val="bottom"/>
          </w:tcPr>
          <w:p w14:paraId="0757775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50</w:t>
            </w:r>
          </w:p>
        </w:tc>
        <w:tc>
          <w:tcPr>
            <w:tcW w:w="8853" w:type="dxa"/>
          </w:tcPr>
          <w:sdt>
            <w:sdtPr>
              <w:rPr>
                <w:rFonts w:ascii="Verdana" w:hAnsi="Verdana"/>
                <w:sz w:val="18"/>
                <w:szCs w:val="18"/>
              </w:rPr>
              <w:alias w:val="Preferenza di sede"/>
              <w:tag w:val="Preferenza di sede"/>
              <w:id w:val="-1947381723"/>
              <w:placeholder>
                <w:docPart w:val="5209CE131281405FBBAF070AE2CA365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18963C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C876399" w14:textId="77777777" w:rsidTr="00493248">
        <w:tc>
          <w:tcPr>
            <w:tcW w:w="1207" w:type="dxa"/>
            <w:vAlign w:val="bottom"/>
          </w:tcPr>
          <w:p w14:paraId="2DA640B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51</w:t>
            </w:r>
          </w:p>
        </w:tc>
        <w:tc>
          <w:tcPr>
            <w:tcW w:w="8853" w:type="dxa"/>
          </w:tcPr>
          <w:sdt>
            <w:sdtPr>
              <w:rPr>
                <w:rFonts w:ascii="Verdana" w:hAnsi="Verdana"/>
                <w:sz w:val="18"/>
                <w:szCs w:val="18"/>
              </w:rPr>
              <w:alias w:val="Preferenza di sede"/>
              <w:tag w:val="Preferenza di sede"/>
              <w:id w:val="913823006"/>
              <w:placeholder>
                <w:docPart w:val="9F522EC97B3246A2AE10B2F7268AD2B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E0E7AB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3251B2D" w14:textId="77777777" w:rsidTr="00493248">
        <w:tc>
          <w:tcPr>
            <w:tcW w:w="1207" w:type="dxa"/>
            <w:vAlign w:val="bottom"/>
          </w:tcPr>
          <w:p w14:paraId="2104D49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52</w:t>
            </w:r>
          </w:p>
        </w:tc>
        <w:tc>
          <w:tcPr>
            <w:tcW w:w="8853" w:type="dxa"/>
          </w:tcPr>
          <w:sdt>
            <w:sdtPr>
              <w:rPr>
                <w:rFonts w:ascii="Verdana" w:hAnsi="Verdana"/>
                <w:sz w:val="18"/>
                <w:szCs w:val="18"/>
              </w:rPr>
              <w:alias w:val="Preferenza di sede"/>
              <w:tag w:val="Preferenza di sede"/>
              <w:id w:val="1594898232"/>
              <w:placeholder>
                <w:docPart w:val="4D5193295CEF4F1BBC12E934DF8EA36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15CE0B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0E0A29D" w14:textId="77777777" w:rsidTr="00493248">
        <w:tc>
          <w:tcPr>
            <w:tcW w:w="1207" w:type="dxa"/>
            <w:vAlign w:val="bottom"/>
          </w:tcPr>
          <w:p w14:paraId="7190799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53</w:t>
            </w:r>
          </w:p>
        </w:tc>
        <w:tc>
          <w:tcPr>
            <w:tcW w:w="8853" w:type="dxa"/>
          </w:tcPr>
          <w:sdt>
            <w:sdtPr>
              <w:rPr>
                <w:rFonts w:ascii="Verdana" w:hAnsi="Verdana"/>
                <w:sz w:val="18"/>
                <w:szCs w:val="18"/>
              </w:rPr>
              <w:alias w:val="Preferenza di sede"/>
              <w:tag w:val="Preferenza di sede"/>
              <w:id w:val="-445378149"/>
              <w:placeholder>
                <w:docPart w:val="24F764D28BEE4385BB5BC312575BAAF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E968E5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AA43A76" w14:textId="77777777" w:rsidTr="00493248">
        <w:tc>
          <w:tcPr>
            <w:tcW w:w="1207" w:type="dxa"/>
            <w:vAlign w:val="bottom"/>
          </w:tcPr>
          <w:p w14:paraId="44CB1B2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54</w:t>
            </w:r>
          </w:p>
        </w:tc>
        <w:tc>
          <w:tcPr>
            <w:tcW w:w="8853" w:type="dxa"/>
          </w:tcPr>
          <w:sdt>
            <w:sdtPr>
              <w:rPr>
                <w:rFonts w:ascii="Verdana" w:hAnsi="Verdana"/>
                <w:sz w:val="18"/>
                <w:szCs w:val="18"/>
              </w:rPr>
              <w:alias w:val="Preferenza di sede"/>
              <w:tag w:val="Preferenza di sede"/>
              <w:id w:val="235056334"/>
              <w:placeholder>
                <w:docPart w:val="597C7CF1B8A4419B803F3AED2B65D60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EDE8BC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8A717B9" w14:textId="77777777" w:rsidTr="00493248">
        <w:tc>
          <w:tcPr>
            <w:tcW w:w="1207" w:type="dxa"/>
            <w:vAlign w:val="bottom"/>
          </w:tcPr>
          <w:p w14:paraId="0963A86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55</w:t>
            </w:r>
          </w:p>
        </w:tc>
        <w:tc>
          <w:tcPr>
            <w:tcW w:w="8853" w:type="dxa"/>
          </w:tcPr>
          <w:sdt>
            <w:sdtPr>
              <w:rPr>
                <w:rFonts w:ascii="Verdana" w:hAnsi="Verdana"/>
                <w:sz w:val="18"/>
                <w:szCs w:val="18"/>
              </w:rPr>
              <w:alias w:val="Preferenza di sede"/>
              <w:tag w:val="Preferenza di sede"/>
              <w:id w:val="2090502908"/>
              <w:placeholder>
                <w:docPart w:val="12E8CB5882FB411F8715D617B506205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F40EBE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E909D31" w14:textId="77777777" w:rsidTr="00493248">
        <w:tc>
          <w:tcPr>
            <w:tcW w:w="1207" w:type="dxa"/>
            <w:vAlign w:val="bottom"/>
          </w:tcPr>
          <w:p w14:paraId="0D45D20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56</w:t>
            </w:r>
          </w:p>
        </w:tc>
        <w:tc>
          <w:tcPr>
            <w:tcW w:w="8853" w:type="dxa"/>
          </w:tcPr>
          <w:sdt>
            <w:sdtPr>
              <w:rPr>
                <w:rFonts w:ascii="Verdana" w:hAnsi="Verdana"/>
                <w:sz w:val="18"/>
                <w:szCs w:val="18"/>
              </w:rPr>
              <w:alias w:val="Preferenza di sede"/>
              <w:tag w:val="Preferenza di sede"/>
              <w:id w:val="137464460"/>
              <w:placeholder>
                <w:docPart w:val="8551CB4ABF9C41F0BC55A387964B28F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A97046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4AC671C" w14:textId="77777777" w:rsidTr="00493248">
        <w:tc>
          <w:tcPr>
            <w:tcW w:w="1207" w:type="dxa"/>
            <w:vAlign w:val="bottom"/>
          </w:tcPr>
          <w:p w14:paraId="2CEB160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57</w:t>
            </w:r>
          </w:p>
        </w:tc>
        <w:tc>
          <w:tcPr>
            <w:tcW w:w="8853" w:type="dxa"/>
          </w:tcPr>
          <w:sdt>
            <w:sdtPr>
              <w:rPr>
                <w:rFonts w:ascii="Verdana" w:hAnsi="Verdana"/>
                <w:sz w:val="18"/>
                <w:szCs w:val="18"/>
              </w:rPr>
              <w:alias w:val="Preferenza di sede"/>
              <w:tag w:val="Preferenza di sede"/>
              <w:id w:val="1656574602"/>
              <w:placeholder>
                <w:docPart w:val="D5DB951B909643C893F31F6F48CABB6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1B7D67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653E195" w14:textId="77777777" w:rsidTr="00493248">
        <w:tc>
          <w:tcPr>
            <w:tcW w:w="1207" w:type="dxa"/>
            <w:vAlign w:val="bottom"/>
          </w:tcPr>
          <w:p w14:paraId="34FC4DA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58</w:t>
            </w:r>
          </w:p>
        </w:tc>
        <w:tc>
          <w:tcPr>
            <w:tcW w:w="8853" w:type="dxa"/>
          </w:tcPr>
          <w:sdt>
            <w:sdtPr>
              <w:rPr>
                <w:rFonts w:ascii="Verdana" w:hAnsi="Verdana"/>
                <w:sz w:val="18"/>
                <w:szCs w:val="18"/>
              </w:rPr>
              <w:alias w:val="Preferenza di sede"/>
              <w:tag w:val="Preferenza di sede"/>
              <w:id w:val="-1113974136"/>
              <w:placeholder>
                <w:docPart w:val="4172A049BFAA453ABD97A683B4FF60E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E3BC72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D06126D" w14:textId="77777777" w:rsidTr="00493248">
        <w:tc>
          <w:tcPr>
            <w:tcW w:w="1207" w:type="dxa"/>
            <w:vAlign w:val="bottom"/>
          </w:tcPr>
          <w:p w14:paraId="3B01F6B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59</w:t>
            </w:r>
          </w:p>
        </w:tc>
        <w:tc>
          <w:tcPr>
            <w:tcW w:w="8853" w:type="dxa"/>
          </w:tcPr>
          <w:sdt>
            <w:sdtPr>
              <w:rPr>
                <w:rFonts w:ascii="Verdana" w:hAnsi="Verdana"/>
                <w:sz w:val="18"/>
                <w:szCs w:val="18"/>
              </w:rPr>
              <w:alias w:val="Preferenza di sede"/>
              <w:tag w:val="Preferenza di sede"/>
              <w:id w:val="-911549801"/>
              <w:placeholder>
                <w:docPart w:val="F6A250A623D64744A910C4B16A3B14A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563497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9F7A4E8" w14:textId="77777777" w:rsidTr="00493248">
        <w:tc>
          <w:tcPr>
            <w:tcW w:w="1207" w:type="dxa"/>
            <w:vAlign w:val="bottom"/>
          </w:tcPr>
          <w:p w14:paraId="4CFDC24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60</w:t>
            </w:r>
          </w:p>
        </w:tc>
        <w:tc>
          <w:tcPr>
            <w:tcW w:w="8853" w:type="dxa"/>
          </w:tcPr>
          <w:sdt>
            <w:sdtPr>
              <w:rPr>
                <w:rFonts w:ascii="Verdana" w:hAnsi="Verdana"/>
                <w:sz w:val="18"/>
                <w:szCs w:val="18"/>
              </w:rPr>
              <w:alias w:val="Preferenza di sede"/>
              <w:tag w:val="Preferenza di sede"/>
              <w:id w:val="-771541357"/>
              <w:placeholder>
                <w:docPart w:val="67FBD160D1C54D0580DCA550956447E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E13001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1B77865" w14:textId="77777777" w:rsidTr="00493248">
        <w:tc>
          <w:tcPr>
            <w:tcW w:w="1207" w:type="dxa"/>
            <w:vAlign w:val="bottom"/>
          </w:tcPr>
          <w:p w14:paraId="2C7E52B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61</w:t>
            </w:r>
          </w:p>
        </w:tc>
        <w:tc>
          <w:tcPr>
            <w:tcW w:w="8853" w:type="dxa"/>
          </w:tcPr>
          <w:sdt>
            <w:sdtPr>
              <w:rPr>
                <w:rFonts w:ascii="Verdana" w:hAnsi="Verdana"/>
                <w:sz w:val="18"/>
                <w:szCs w:val="18"/>
              </w:rPr>
              <w:alias w:val="Preferenza di sede"/>
              <w:tag w:val="Preferenza di sede"/>
              <w:id w:val="-1821031410"/>
              <w:placeholder>
                <w:docPart w:val="5536137B99D84ED3B63FADFAF9050CC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53808D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E167EBE" w14:textId="77777777" w:rsidTr="00493248">
        <w:tc>
          <w:tcPr>
            <w:tcW w:w="1207" w:type="dxa"/>
            <w:vAlign w:val="bottom"/>
          </w:tcPr>
          <w:p w14:paraId="06928A3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62</w:t>
            </w:r>
          </w:p>
        </w:tc>
        <w:tc>
          <w:tcPr>
            <w:tcW w:w="8853" w:type="dxa"/>
          </w:tcPr>
          <w:sdt>
            <w:sdtPr>
              <w:rPr>
                <w:rFonts w:ascii="Verdana" w:hAnsi="Verdana"/>
                <w:sz w:val="18"/>
                <w:szCs w:val="18"/>
              </w:rPr>
              <w:alias w:val="Preferenza di sede"/>
              <w:tag w:val="Preferenza di sede"/>
              <w:id w:val="1971015751"/>
              <w:placeholder>
                <w:docPart w:val="911FD53ED55040F3803E67079A287A3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ECC48E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D7345D4" w14:textId="77777777" w:rsidTr="00493248">
        <w:tc>
          <w:tcPr>
            <w:tcW w:w="1207" w:type="dxa"/>
            <w:vAlign w:val="bottom"/>
          </w:tcPr>
          <w:p w14:paraId="0009264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63</w:t>
            </w:r>
          </w:p>
        </w:tc>
        <w:tc>
          <w:tcPr>
            <w:tcW w:w="8853" w:type="dxa"/>
          </w:tcPr>
          <w:sdt>
            <w:sdtPr>
              <w:rPr>
                <w:rFonts w:ascii="Verdana" w:hAnsi="Verdana"/>
                <w:sz w:val="18"/>
                <w:szCs w:val="18"/>
              </w:rPr>
              <w:alias w:val="Preferenza di sede"/>
              <w:tag w:val="Preferenza di sede"/>
              <w:id w:val="477042524"/>
              <w:placeholder>
                <w:docPart w:val="68834E4C8DD54B0F85C0BCF52F77910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A0E30C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95D29BC" w14:textId="77777777" w:rsidTr="00493248">
        <w:tc>
          <w:tcPr>
            <w:tcW w:w="1207" w:type="dxa"/>
            <w:vAlign w:val="bottom"/>
          </w:tcPr>
          <w:p w14:paraId="1A4A820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64</w:t>
            </w:r>
          </w:p>
        </w:tc>
        <w:tc>
          <w:tcPr>
            <w:tcW w:w="8853" w:type="dxa"/>
          </w:tcPr>
          <w:sdt>
            <w:sdtPr>
              <w:rPr>
                <w:rFonts w:ascii="Verdana" w:hAnsi="Verdana"/>
                <w:sz w:val="18"/>
                <w:szCs w:val="18"/>
              </w:rPr>
              <w:alias w:val="Preferenza di sede"/>
              <w:tag w:val="Preferenza di sede"/>
              <w:id w:val="1096672967"/>
              <w:placeholder>
                <w:docPart w:val="5212E649BA394E9CAA9509B6E63AE2A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76A056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B07A403" w14:textId="77777777" w:rsidTr="00493248">
        <w:tc>
          <w:tcPr>
            <w:tcW w:w="1207" w:type="dxa"/>
            <w:vAlign w:val="bottom"/>
          </w:tcPr>
          <w:p w14:paraId="061706C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65</w:t>
            </w:r>
          </w:p>
        </w:tc>
        <w:tc>
          <w:tcPr>
            <w:tcW w:w="8853" w:type="dxa"/>
          </w:tcPr>
          <w:sdt>
            <w:sdtPr>
              <w:rPr>
                <w:rFonts w:ascii="Verdana" w:hAnsi="Verdana"/>
                <w:sz w:val="18"/>
                <w:szCs w:val="18"/>
              </w:rPr>
              <w:alias w:val="Preferenza di sede"/>
              <w:tag w:val="Preferenza di sede"/>
              <w:id w:val="-1931260621"/>
              <w:placeholder>
                <w:docPart w:val="380C9270CF58405596B8472A072DC21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C6C1FA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571C8E2" w14:textId="77777777" w:rsidTr="00493248">
        <w:tc>
          <w:tcPr>
            <w:tcW w:w="1207" w:type="dxa"/>
            <w:vAlign w:val="bottom"/>
          </w:tcPr>
          <w:p w14:paraId="0F2BC61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66</w:t>
            </w:r>
          </w:p>
        </w:tc>
        <w:tc>
          <w:tcPr>
            <w:tcW w:w="8853" w:type="dxa"/>
          </w:tcPr>
          <w:sdt>
            <w:sdtPr>
              <w:rPr>
                <w:rFonts w:ascii="Verdana" w:hAnsi="Verdana"/>
                <w:sz w:val="18"/>
                <w:szCs w:val="18"/>
              </w:rPr>
              <w:alias w:val="Preferenza di sede"/>
              <w:tag w:val="Preferenza di sede"/>
              <w:id w:val="-820111846"/>
              <w:placeholder>
                <w:docPart w:val="67869C203D034D82AD54F15EBC385DF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D5BCA6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2EC68D6" w14:textId="77777777" w:rsidTr="00493248">
        <w:tc>
          <w:tcPr>
            <w:tcW w:w="1207" w:type="dxa"/>
            <w:vAlign w:val="bottom"/>
          </w:tcPr>
          <w:p w14:paraId="593467A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67</w:t>
            </w:r>
          </w:p>
        </w:tc>
        <w:tc>
          <w:tcPr>
            <w:tcW w:w="8853" w:type="dxa"/>
          </w:tcPr>
          <w:sdt>
            <w:sdtPr>
              <w:rPr>
                <w:rFonts w:ascii="Verdana" w:hAnsi="Verdana"/>
                <w:sz w:val="18"/>
                <w:szCs w:val="18"/>
              </w:rPr>
              <w:alias w:val="Preferenza di sede"/>
              <w:tag w:val="Preferenza di sede"/>
              <w:id w:val="1984040078"/>
              <w:placeholder>
                <w:docPart w:val="5E517A016EC44263BF93FD2DAA8033D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A7984E7"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140AE7B" w14:textId="77777777" w:rsidTr="00493248">
        <w:tc>
          <w:tcPr>
            <w:tcW w:w="1207" w:type="dxa"/>
            <w:vAlign w:val="bottom"/>
          </w:tcPr>
          <w:p w14:paraId="327EA83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68</w:t>
            </w:r>
          </w:p>
        </w:tc>
        <w:tc>
          <w:tcPr>
            <w:tcW w:w="8853" w:type="dxa"/>
          </w:tcPr>
          <w:sdt>
            <w:sdtPr>
              <w:rPr>
                <w:rFonts w:ascii="Verdana" w:hAnsi="Verdana"/>
                <w:sz w:val="18"/>
                <w:szCs w:val="18"/>
              </w:rPr>
              <w:alias w:val="Preferenza di sede"/>
              <w:tag w:val="Preferenza di sede"/>
              <w:id w:val="10413803"/>
              <w:placeholder>
                <w:docPart w:val="A32288E9803247A4BC4A5057669A744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007407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017E82C" w14:textId="77777777" w:rsidTr="00493248">
        <w:tc>
          <w:tcPr>
            <w:tcW w:w="1207" w:type="dxa"/>
            <w:vAlign w:val="bottom"/>
          </w:tcPr>
          <w:p w14:paraId="597286B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69</w:t>
            </w:r>
          </w:p>
        </w:tc>
        <w:tc>
          <w:tcPr>
            <w:tcW w:w="8853" w:type="dxa"/>
          </w:tcPr>
          <w:sdt>
            <w:sdtPr>
              <w:rPr>
                <w:rFonts w:ascii="Verdana" w:hAnsi="Verdana"/>
                <w:sz w:val="18"/>
                <w:szCs w:val="18"/>
              </w:rPr>
              <w:alias w:val="Preferenza di sede"/>
              <w:tag w:val="Preferenza di sede"/>
              <w:id w:val="-436517550"/>
              <w:placeholder>
                <w:docPart w:val="806EDBA4A0654E10A6666F518329238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9A5FE4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9E3FBDE" w14:textId="77777777" w:rsidTr="00493248">
        <w:tc>
          <w:tcPr>
            <w:tcW w:w="1207" w:type="dxa"/>
            <w:vAlign w:val="bottom"/>
          </w:tcPr>
          <w:p w14:paraId="00328A5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70</w:t>
            </w:r>
          </w:p>
        </w:tc>
        <w:tc>
          <w:tcPr>
            <w:tcW w:w="8853" w:type="dxa"/>
          </w:tcPr>
          <w:sdt>
            <w:sdtPr>
              <w:rPr>
                <w:rFonts w:ascii="Verdana" w:hAnsi="Verdana"/>
                <w:sz w:val="18"/>
                <w:szCs w:val="18"/>
              </w:rPr>
              <w:alias w:val="Preferenza di sede"/>
              <w:tag w:val="Preferenza di sede"/>
              <w:id w:val="-1694769678"/>
              <w:placeholder>
                <w:docPart w:val="FEAD6406C3E64B4897D1543CB757AC0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DF1375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4C0A9AC" w14:textId="77777777" w:rsidTr="00493248">
        <w:tc>
          <w:tcPr>
            <w:tcW w:w="1207" w:type="dxa"/>
            <w:vAlign w:val="bottom"/>
          </w:tcPr>
          <w:p w14:paraId="5A42228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71</w:t>
            </w:r>
          </w:p>
        </w:tc>
        <w:tc>
          <w:tcPr>
            <w:tcW w:w="8853" w:type="dxa"/>
          </w:tcPr>
          <w:sdt>
            <w:sdtPr>
              <w:rPr>
                <w:rFonts w:ascii="Verdana" w:hAnsi="Verdana"/>
                <w:sz w:val="18"/>
                <w:szCs w:val="18"/>
              </w:rPr>
              <w:alias w:val="Preferenza di sede"/>
              <w:tag w:val="Preferenza di sede"/>
              <w:id w:val="-1973276631"/>
              <w:placeholder>
                <w:docPart w:val="1BFC47DDB8804BDE8343733B20EB34B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634703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8B7BC55" w14:textId="77777777" w:rsidTr="00493248">
        <w:tc>
          <w:tcPr>
            <w:tcW w:w="1207" w:type="dxa"/>
            <w:vAlign w:val="bottom"/>
          </w:tcPr>
          <w:p w14:paraId="3E39E2D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72</w:t>
            </w:r>
          </w:p>
        </w:tc>
        <w:tc>
          <w:tcPr>
            <w:tcW w:w="8853" w:type="dxa"/>
          </w:tcPr>
          <w:sdt>
            <w:sdtPr>
              <w:rPr>
                <w:rFonts w:ascii="Verdana" w:hAnsi="Verdana"/>
                <w:sz w:val="18"/>
                <w:szCs w:val="18"/>
              </w:rPr>
              <w:alias w:val="Preferenza di sede"/>
              <w:tag w:val="Preferenza di sede"/>
              <w:id w:val="-322666450"/>
              <w:placeholder>
                <w:docPart w:val="56BDC710E50D461B8057888DFBBE4FC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DC0CE5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EA59DE2" w14:textId="77777777" w:rsidTr="00493248">
        <w:tc>
          <w:tcPr>
            <w:tcW w:w="1207" w:type="dxa"/>
            <w:vAlign w:val="bottom"/>
          </w:tcPr>
          <w:p w14:paraId="3BC110F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73</w:t>
            </w:r>
          </w:p>
        </w:tc>
        <w:tc>
          <w:tcPr>
            <w:tcW w:w="8853" w:type="dxa"/>
          </w:tcPr>
          <w:sdt>
            <w:sdtPr>
              <w:rPr>
                <w:rFonts w:ascii="Verdana" w:hAnsi="Verdana"/>
                <w:sz w:val="18"/>
                <w:szCs w:val="18"/>
              </w:rPr>
              <w:alias w:val="Preferenza di sede"/>
              <w:tag w:val="Preferenza di sede"/>
              <w:id w:val="-1577434098"/>
              <w:placeholder>
                <w:docPart w:val="7A76418DF3FE4321A16B956F9D40235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8B40EB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1810E68" w14:textId="77777777" w:rsidTr="00493248">
        <w:tc>
          <w:tcPr>
            <w:tcW w:w="1207" w:type="dxa"/>
            <w:vAlign w:val="bottom"/>
          </w:tcPr>
          <w:p w14:paraId="22A6B67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74</w:t>
            </w:r>
          </w:p>
        </w:tc>
        <w:tc>
          <w:tcPr>
            <w:tcW w:w="8853" w:type="dxa"/>
          </w:tcPr>
          <w:sdt>
            <w:sdtPr>
              <w:rPr>
                <w:rFonts w:ascii="Verdana" w:hAnsi="Verdana"/>
                <w:sz w:val="18"/>
                <w:szCs w:val="18"/>
              </w:rPr>
              <w:alias w:val="Preferenza di sede"/>
              <w:tag w:val="Preferenza di sede"/>
              <w:id w:val="58917426"/>
              <w:placeholder>
                <w:docPart w:val="6F9B8F77FED8465482F7130F9857486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0B2415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2956E93" w14:textId="77777777" w:rsidTr="00493248">
        <w:tc>
          <w:tcPr>
            <w:tcW w:w="1207" w:type="dxa"/>
            <w:vAlign w:val="bottom"/>
          </w:tcPr>
          <w:p w14:paraId="4F126BF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75</w:t>
            </w:r>
          </w:p>
        </w:tc>
        <w:tc>
          <w:tcPr>
            <w:tcW w:w="8853" w:type="dxa"/>
          </w:tcPr>
          <w:sdt>
            <w:sdtPr>
              <w:rPr>
                <w:rFonts w:ascii="Verdana" w:hAnsi="Verdana"/>
                <w:sz w:val="18"/>
                <w:szCs w:val="18"/>
              </w:rPr>
              <w:alias w:val="Preferenza di sede"/>
              <w:tag w:val="Preferenza di sede"/>
              <w:id w:val="1033779110"/>
              <w:placeholder>
                <w:docPart w:val="C8321E717A154A71851E4ECB7697A48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0C5E2A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CB2FA3A" w14:textId="77777777" w:rsidTr="00493248">
        <w:tc>
          <w:tcPr>
            <w:tcW w:w="1207" w:type="dxa"/>
            <w:vAlign w:val="bottom"/>
          </w:tcPr>
          <w:p w14:paraId="09BFB69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76</w:t>
            </w:r>
          </w:p>
        </w:tc>
        <w:tc>
          <w:tcPr>
            <w:tcW w:w="8853" w:type="dxa"/>
          </w:tcPr>
          <w:sdt>
            <w:sdtPr>
              <w:rPr>
                <w:rFonts w:ascii="Verdana" w:hAnsi="Verdana"/>
                <w:sz w:val="18"/>
                <w:szCs w:val="18"/>
              </w:rPr>
              <w:alias w:val="Preferenza di sede"/>
              <w:tag w:val="Preferenza di sede"/>
              <w:id w:val="1938936171"/>
              <w:placeholder>
                <w:docPart w:val="97652EB3A178450CB320B80E4F59D84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ACBEF9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201CE33" w14:textId="77777777" w:rsidTr="00493248">
        <w:tc>
          <w:tcPr>
            <w:tcW w:w="1207" w:type="dxa"/>
            <w:vAlign w:val="bottom"/>
          </w:tcPr>
          <w:p w14:paraId="1936476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77</w:t>
            </w:r>
          </w:p>
        </w:tc>
        <w:tc>
          <w:tcPr>
            <w:tcW w:w="8853" w:type="dxa"/>
          </w:tcPr>
          <w:sdt>
            <w:sdtPr>
              <w:rPr>
                <w:rFonts w:ascii="Verdana" w:hAnsi="Verdana"/>
                <w:sz w:val="18"/>
                <w:szCs w:val="18"/>
              </w:rPr>
              <w:alias w:val="Preferenza di sede"/>
              <w:tag w:val="Preferenza di sede"/>
              <w:id w:val="401254674"/>
              <w:placeholder>
                <w:docPart w:val="AEC8C860DB244BC9A11DF0F2A07E24D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25E2D6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5A42991" w14:textId="77777777" w:rsidTr="00493248">
        <w:tc>
          <w:tcPr>
            <w:tcW w:w="1207" w:type="dxa"/>
            <w:vAlign w:val="bottom"/>
          </w:tcPr>
          <w:p w14:paraId="1A5029F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78</w:t>
            </w:r>
          </w:p>
        </w:tc>
        <w:tc>
          <w:tcPr>
            <w:tcW w:w="8853" w:type="dxa"/>
          </w:tcPr>
          <w:sdt>
            <w:sdtPr>
              <w:rPr>
                <w:rFonts w:ascii="Verdana" w:hAnsi="Verdana"/>
                <w:sz w:val="18"/>
                <w:szCs w:val="18"/>
              </w:rPr>
              <w:alias w:val="Preferenza di sede"/>
              <w:tag w:val="Preferenza di sede"/>
              <w:id w:val="-1448623278"/>
              <w:placeholder>
                <w:docPart w:val="599E19E9BE01464EA370C85C15C2D45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066750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FFF593B" w14:textId="77777777" w:rsidTr="00493248">
        <w:tc>
          <w:tcPr>
            <w:tcW w:w="1207" w:type="dxa"/>
            <w:vAlign w:val="bottom"/>
          </w:tcPr>
          <w:p w14:paraId="45DB76F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79</w:t>
            </w:r>
          </w:p>
        </w:tc>
        <w:tc>
          <w:tcPr>
            <w:tcW w:w="8853" w:type="dxa"/>
          </w:tcPr>
          <w:sdt>
            <w:sdtPr>
              <w:rPr>
                <w:rFonts w:ascii="Verdana" w:hAnsi="Verdana"/>
                <w:sz w:val="18"/>
                <w:szCs w:val="18"/>
              </w:rPr>
              <w:alias w:val="Preferenza di sede"/>
              <w:tag w:val="Preferenza di sede"/>
              <w:id w:val="739220671"/>
              <w:placeholder>
                <w:docPart w:val="1D646287DD5D47C08539A51681E402E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F6FD30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4EB8164" w14:textId="77777777" w:rsidTr="00493248">
        <w:tc>
          <w:tcPr>
            <w:tcW w:w="1207" w:type="dxa"/>
            <w:vAlign w:val="bottom"/>
          </w:tcPr>
          <w:p w14:paraId="120F144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80</w:t>
            </w:r>
          </w:p>
        </w:tc>
        <w:tc>
          <w:tcPr>
            <w:tcW w:w="8853" w:type="dxa"/>
          </w:tcPr>
          <w:sdt>
            <w:sdtPr>
              <w:rPr>
                <w:rFonts w:ascii="Verdana" w:hAnsi="Verdana"/>
                <w:sz w:val="18"/>
                <w:szCs w:val="18"/>
              </w:rPr>
              <w:alias w:val="Preferenza di sede"/>
              <w:tag w:val="Preferenza di sede"/>
              <w:id w:val="1981871585"/>
              <w:placeholder>
                <w:docPart w:val="7439CB44905E4FF49675414154DB66F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78A04E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A270B51" w14:textId="77777777" w:rsidTr="00493248">
        <w:tc>
          <w:tcPr>
            <w:tcW w:w="1207" w:type="dxa"/>
            <w:vAlign w:val="bottom"/>
          </w:tcPr>
          <w:p w14:paraId="49CFA0E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81</w:t>
            </w:r>
          </w:p>
        </w:tc>
        <w:tc>
          <w:tcPr>
            <w:tcW w:w="8853" w:type="dxa"/>
          </w:tcPr>
          <w:sdt>
            <w:sdtPr>
              <w:rPr>
                <w:rFonts w:ascii="Verdana" w:hAnsi="Verdana"/>
                <w:sz w:val="18"/>
                <w:szCs w:val="18"/>
              </w:rPr>
              <w:alias w:val="Preferenza di sede"/>
              <w:tag w:val="Preferenza di sede"/>
              <w:id w:val="-685047001"/>
              <w:placeholder>
                <w:docPart w:val="832EAFF342684B5C9260DD00637EDFD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D5BE9D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AFAA2A4" w14:textId="77777777" w:rsidTr="00493248">
        <w:tc>
          <w:tcPr>
            <w:tcW w:w="1207" w:type="dxa"/>
            <w:vAlign w:val="bottom"/>
          </w:tcPr>
          <w:p w14:paraId="16E9E1F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82</w:t>
            </w:r>
          </w:p>
        </w:tc>
        <w:tc>
          <w:tcPr>
            <w:tcW w:w="8853" w:type="dxa"/>
          </w:tcPr>
          <w:sdt>
            <w:sdtPr>
              <w:rPr>
                <w:rFonts w:ascii="Verdana" w:hAnsi="Verdana"/>
                <w:sz w:val="18"/>
                <w:szCs w:val="18"/>
              </w:rPr>
              <w:alias w:val="Preferenza di sede"/>
              <w:tag w:val="Preferenza di sede"/>
              <w:id w:val="937108442"/>
              <w:placeholder>
                <w:docPart w:val="F51C8C10634E40E3B0F3DB0A1B8ACFC1"/>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58E9BC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F4193AB" w14:textId="77777777" w:rsidTr="00493248">
        <w:tc>
          <w:tcPr>
            <w:tcW w:w="1207" w:type="dxa"/>
            <w:vAlign w:val="bottom"/>
          </w:tcPr>
          <w:p w14:paraId="2C3E51C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83</w:t>
            </w:r>
          </w:p>
        </w:tc>
        <w:tc>
          <w:tcPr>
            <w:tcW w:w="8853" w:type="dxa"/>
          </w:tcPr>
          <w:sdt>
            <w:sdtPr>
              <w:rPr>
                <w:rFonts w:ascii="Verdana" w:hAnsi="Verdana"/>
                <w:sz w:val="18"/>
                <w:szCs w:val="18"/>
              </w:rPr>
              <w:alias w:val="Preferenza di sede"/>
              <w:tag w:val="Preferenza di sede"/>
              <w:id w:val="1249692353"/>
              <w:placeholder>
                <w:docPart w:val="0EFA900FF8854D65A443044962AE8A3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DD353C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2F18FAC" w14:textId="77777777" w:rsidTr="00493248">
        <w:tc>
          <w:tcPr>
            <w:tcW w:w="1207" w:type="dxa"/>
            <w:vAlign w:val="bottom"/>
          </w:tcPr>
          <w:p w14:paraId="71CADE8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84</w:t>
            </w:r>
          </w:p>
        </w:tc>
        <w:tc>
          <w:tcPr>
            <w:tcW w:w="8853" w:type="dxa"/>
          </w:tcPr>
          <w:sdt>
            <w:sdtPr>
              <w:rPr>
                <w:rFonts w:ascii="Verdana" w:hAnsi="Verdana"/>
                <w:sz w:val="18"/>
                <w:szCs w:val="18"/>
              </w:rPr>
              <w:alias w:val="Preferenza di sede"/>
              <w:tag w:val="Preferenza di sede"/>
              <w:id w:val="-1824037240"/>
              <w:placeholder>
                <w:docPart w:val="3CB304B0602A44BEA81429D6CD1973B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EC9132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A672426" w14:textId="77777777" w:rsidTr="00493248">
        <w:tc>
          <w:tcPr>
            <w:tcW w:w="1207" w:type="dxa"/>
            <w:vAlign w:val="bottom"/>
          </w:tcPr>
          <w:p w14:paraId="182189A9"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85</w:t>
            </w:r>
          </w:p>
        </w:tc>
        <w:tc>
          <w:tcPr>
            <w:tcW w:w="8853" w:type="dxa"/>
          </w:tcPr>
          <w:sdt>
            <w:sdtPr>
              <w:rPr>
                <w:rFonts w:ascii="Verdana" w:hAnsi="Verdana"/>
                <w:sz w:val="18"/>
                <w:szCs w:val="18"/>
              </w:rPr>
              <w:alias w:val="Preferenza di sede"/>
              <w:tag w:val="Preferenza di sede"/>
              <w:id w:val="-116220086"/>
              <w:placeholder>
                <w:docPart w:val="8564493F302A46F297429D010B16711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9AAD98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68495EB" w14:textId="77777777" w:rsidTr="00493248">
        <w:tc>
          <w:tcPr>
            <w:tcW w:w="1207" w:type="dxa"/>
            <w:vAlign w:val="bottom"/>
          </w:tcPr>
          <w:p w14:paraId="31E28A1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86</w:t>
            </w:r>
          </w:p>
        </w:tc>
        <w:tc>
          <w:tcPr>
            <w:tcW w:w="8853" w:type="dxa"/>
          </w:tcPr>
          <w:sdt>
            <w:sdtPr>
              <w:rPr>
                <w:rFonts w:ascii="Verdana" w:hAnsi="Verdana"/>
                <w:sz w:val="18"/>
                <w:szCs w:val="18"/>
              </w:rPr>
              <w:alias w:val="Preferenza di sede"/>
              <w:tag w:val="Preferenza di sede"/>
              <w:id w:val="937328462"/>
              <w:placeholder>
                <w:docPart w:val="3E9BE0DB11DA4B82805949B5CB7B24B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AD773D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D81A7C7" w14:textId="77777777" w:rsidTr="00493248">
        <w:tc>
          <w:tcPr>
            <w:tcW w:w="1207" w:type="dxa"/>
            <w:vAlign w:val="bottom"/>
          </w:tcPr>
          <w:p w14:paraId="7778076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87</w:t>
            </w:r>
          </w:p>
        </w:tc>
        <w:tc>
          <w:tcPr>
            <w:tcW w:w="8853" w:type="dxa"/>
          </w:tcPr>
          <w:sdt>
            <w:sdtPr>
              <w:rPr>
                <w:rFonts w:ascii="Verdana" w:hAnsi="Verdana"/>
                <w:sz w:val="18"/>
                <w:szCs w:val="18"/>
              </w:rPr>
              <w:alias w:val="Preferenza di sede"/>
              <w:tag w:val="Preferenza di sede"/>
              <w:id w:val="-1860731698"/>
              <w:placeholder>
                <w:docPart w:val="DFAAA51B26F140AA93CF8954306D7B9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2C1BD2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A70ED5E" w14:textId="77777777" w:rsidTr="00493248">
        <w:tc>
          <w:tcPr>
            <w:tcW w:w="1207" w:type="dxa"/>
            <w:vAlign w:val="bottom"/>
          </w:tcPr>
          <w:p w14:paraId="220E62B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88</w:t>
            </w:r>
          </w:p>
        </w:tc>
        <w:tc>
          <w:tcPr>
            <w:tcW w:w="8853" w:type="dxa"/>
          </w:tcPr>
          <w:sdt>
            <w:sdtPr>
              <w:rPr>
                <w:rFonts w:ascii="Verdana" w:hAnsi="Verdana"/>
                <w:sz w:val="18"/>
                <w:szCs w:val="18"/>
              </w:rPr>
              <w:alias w:val="Preferenza di sede"/>
              <w:tag w:val="Preferenza di sede"/>
              <w:id w:val="1773198331"/>
              <w:placeholder>
                <w:docPart w:val="3BD397F85C2B4491B47EA2619DCB3A7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CEF112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AE7C8B8" w14:textId="77777777" w:rsidTr="00493248">
        <w:tc>
          <w:tcPr>
            <w:tcW w:w="1207" w:type="dxa"/>
            <w:vAlign w:val="bottom"/>
          </w:tcPr>
          <w:p w14:paraId="794EE279"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89</w:t>
            </w:r>
          </w:p>
        </w:tc>
        <w:tc>
          <w:tcPr>
            <w:tcW w:w="8853" w:type="dxa"/>
          </w:tcPr>
          <w:sdt>
            <w:sdtPr>
              <w:rPr>
                <w:rFonts w:ascii="Verdana" w:hAnsi="Verdana"/>
                <w:sz w:val="18"/>
                <w:szCs w:val="18"/>
              </w:rPr>
              <w:alias w:val="Preferenza di sede"/>
              <w:tag w:val="Preferenza di sede"/>
              <w:id w:val="-1036109613"/>
              <w:placeholder>
                <w:docPart w:val="0DE4559FA4304BAF9FB8AE21C0B9B1B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253260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1C4BD51" w14:textId="77777777" w:rsidTr="00493248">
        <w:tc>
          <w:tcPr>
            <w:tcW w:w="1207" w:type="dxa"/>
            <w:vAlign w:val="bottom"/>
          </w:tcPr>
          <w:p w14:paraId="190C085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90</w:t>
            </w:r>
          </w:p>
        </w:tc>
        <w:tc>
          <w:tcPr>
            <w:tcW w:w="8853" w:type="dxa"/>
          </w:tcPr>
          <w:sdt>
            <w:sdtPr>
              <w:rPr>
                <w:rFonts w:ascii="Verdana" w:hAnsi="Verdana"/>
                <w:sz w:val="18"/>
                <w:szCs w:val="18"/>
              </w:rPr>
              <w:alias w:val="Preferenza di sede"/>
              <w:tag w:val="Preferenza di sede"/>
              <w:id w:val="-1954471431"/>
              <w:placeholder>
                <w:docPart w:val="31E42FE7A1A14C83BC19C634DD18549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DA8049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0C47F74" w14:textId="77777777" w:rsidTr="00493248">
        <w:tc>
          <w:tcPr>
            <w:tcW w:w="1207" w:type="dxa"/>
            <w:vAlign w:val="bottom"/>
          </w:tcPr>
          <w:p w14:paraId="639FA98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91</w:t>
            </w:r>
          </w:p>
        </w:tc>
        <w:tc>
          <w:tcPr>
            <w:tcW w:w="8853" w:type="dxa"/>
          </w:tcPr>
          <w:sdt>
            <w:sdtPr>
              <w:rPr>
                <w:rFonts w:ascii="Verdana" w:hAnsi="Verdana"/>
                <w:sz w:val="18"/>
                <w:szCs w:val="18"/>
              </w:rPr>
              <w:alias w:val="Preferenza di sede"/>
              <w:tag w:val="Preferenza di sede"/>
              <w:id w:val="866415662"/>
              <w:placeholder>
                <w:docPart w:val="463E6EB375354E43844BBD65479057B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F38CAA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C54BBBA" w14:textId="77777777" w:rsidTr="00493248">
        <w:tc>
          <w:tcPr>
            <w:tcW w:w="1207" w:type="dxa"/>
            <w:vAlign w:val="bottom"/>
          </w:tcPr>
          <w:p w14:paraId="4D5A63E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92</w:t>
            </w:r>
          </w:p>
        </w:tc>
        <w:tc>
          <w:tcPr>
            <w:tcW w:w="8853" w:type="dxa"/>
          </w:tcPr>
          <w:sdt>
            <w:sdtPr>
              <w:rPr>
                <w:rFonts w:ascii="Verdana" w:hAnsi="Verdana"/>
                <w:sz w:val="18"/>
                <w:szCs w:val="18"/>
              </w:rPr>
              <w:alias w:val="Preferenza di sede"/>
              <w:tag w:val="Preferenza di sede"/>
              <w:id w:val="1919831598"/>
              <w:placeholder>
                <w:docPart w:val="0EE63A5FBE3E4713B849C03E3D61BDE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FB84C52"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BC336F1" w14:textId="77777777" w:rsidTr="00493248">
        <w:tc>
          <w:tcPr>
            <w:tcW w:w="1207" w:type="dxa"/>
            <w:vAlign w:val="bottom"/>
          </w:tcPr>
          <w:p w14:paraId="59B2DBE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93</w:t>
            </w:r>
          </w:p>
        </w:tc>
        <w:tc>
          <w:tcPr>
            <w:tcW w:w="8853" w:type="dxa"/>
          </w:tcPr>
          <w:sdt>
            <w:sdtPr>
              <w:rPr>
                <w:rFonts w:ascii="Verdana" w:hAnsi="Verdana"/>
                <w:sz w:val="18"/>
                <w:szCs w:val="18"/>
              </w:rPr>
              <w:alias w:val="Preferenza di sede"/>
              <w:tag w:val="Preferenza di sede"/>
              <w:id w:val="1959367980"/>
              <w:placeholder>
                <w:docPart w:val="DBB39D6042244B9DB103AA80B9AD2E21"/>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DAA5D1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37C35AD" w14:textId="77777777" w:rsidTr="00493248">
        <w:tc>
          <w:tcPr>
            <w:tcW w:w="1207" w:type="dxa"/>
            <w:vAlign w:val="bottom"/>
          </w:tcPr>
          <w:p w14:paraId="1B1F9CB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94</w:t>
            </w:r>
          </w:p>
        </w:tc>
        <w:tc>
          <w:tcPr>
            <w:tcW w:w="8853" w:type="dxa"/>
          </w:tcPr>
          <w:sdt>
            <w:sdtPr>
              <w:rPr>
                <w:rFonts w:ascii="Verdana" w:hAnsi="Verdana"/>
                <w:sz w:val="18"/>
                <w:szCs w:val="18"/>
              </w:rPr>
              <w:alias w:val="Preferenza di sede"/>
              <w:tag w:val="Preferenza di sede"/>
              <w:id w:val="-637881739"/>
              <w:placeholder>
                <w:docPart w:val="F3E1A65A3BB842D0BA49D30D69ADE2F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6CCA25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06C4F6A" w14:textId="77777777" w:rsidTr="00493248">
        <w:tc>
          <w:tcPr>
            <w:tcW w:w="1207" w:type="dxa"/>
            <w:vAlign w:val="bottom"/>
          </w:tcPr>
          <w:p w14:paraId="1F23FA6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95</w:t>
            </w:r>
          </w:p>
        </w:tc>
        <w:tc>
          <w:tcPr>
            <w:tcW w:w="8853" w:type="dxa"/>
          </w:tcPr>
          <w:sdt>
            <w:sdtPr>
              <w:rPr>
                <w:rFonts w:ascii="Verdana" w:hAnsi="Verdana"/>
                <w:sz w:val="18"/>
                <w:szCs w:val="18"/>
              </w:rPr>
              <w:alias w:val="Preferenza di sede"/>
              <w:tag w:val="Preferenza di sede"/>
              <w:id w:val="1800111552"/>
              <w:placeholder>
                <w:docPart w:val="5DCDD7BAD7744A7ABD197E69593F5EB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24AF38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2481082" w14:textId="77777777" w:rsidTr="00493248">
        <w:tc>
          <w:tcPr>
            <w:tcW w:w="1207" w:type="dxa"/>
            <w:vAlign w:val="bottom"/>
          </w:tcPr>
          <w:p w14:paraId="662F6E2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96</w:t>
            </w:r>
          </w:p>
        </w:tc>
        <w:tc>
          <w:tcPr>
            <w:tcW w:w="8853" w:type="dxa"/>
          </w:tcPr>
          <w:sdt>
            <w:sdtPr>
              <w:rPr>
                <w:rFonts w:ascii="Verdana" w:hAnsi="Verdana"/>
                <w:sz w:val="18"/>
                <w:szCs w:val="18"/>
              </w:rPr>
              <w:alias w:val="Preferenza di sede"/>
              <w:tag w:val="Preferenza di sede"/>
              <w:id w:val="-1177651106"/>
              <w:placeholder>
                <w:docPart w:val="0C3CB2413AA1448C8F5ACB47E246F10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4A17D1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E254EE7" w14:textId="77777777" w:rsidTr="00493248">
        <w:tc>
          <w:tcPr>
            <w:tcW w:w="1207" w:type="dxa"/>
            <w:vAlign w:val="bottom"/>
          </w:tcPr>
          <w:p w14:paraId="21ADED19"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97</w:t>
            </w:r>
          </w:p>
        </w:tc>
        <w:tc>
          <w:tcPr>
            <w:tcW w:w="8853" w:type="dxa"/>
          </w:tcPr>
          <w:sdt>
            <w:sdtPr>
              <w:rPr>
                <w:rFonts w:ascii="Verdana" w:hAnsi="Verdana"/>
                <w:sz w:val="18"/>
                <w:szCs w:val="18"/>
              </w:rPr>
              <w:alias w:val="Preferenza di sede"/>
              <w:tag w:val="Preferenza di sede"/>
              <w:id w:val="1529915317"/>
              <w:placeholder>
                <w:docPart w:val="2621DCE504114DC09111137A1070DAA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86D8F7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379B4E2" w14:textId="77777777" w:rsidTr="00493248">
        <w:tc>
          <w:tcPr>
            <w:tcW w:w="1207" w:type="dxa"/>
            <w:vAlign w:val="bottom"/>
          </w:tcPr>
          <w:p w14:paraId="4850ADC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98</w:t>
            </w:r>
          </w:p>
        </w:tc>
        <w:tc>
          <w:tcPr>
            <w:tcW w:w="8853" w:type="dxa"/>
          </w:tcPr>
          <w:sdt>
            <w:sdtPr>
              <w:rPr>
                <w:rFonts w:ascii="Verdana" w:hAnsi="Verdana"/>
                <w:sz w:val="18"/>
                <w:szCs w:val="18"/>
              </w:rPr>
              <w:alias w:val="Preferenza di sede"/>
              <w:tag w:val="Preferenza di sede"/>
              <w:id w:val="1355457547"/>
              <w:placeholder>
                <w:docPart w:val="B424744394624BCEB5434EF026E2F50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A26F45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08F508F" w14:textId="77777777" w:rsidTr="00493248">
        <w:tc>
          <w:tcPr>
            <w:tcW w:w="1207" w:type="dxa"/>
            <w:vAlign w:val="bottom"/>
          </w:tcPr>
          <w:p w14:paraId="0F1D09D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99</w:t>
            </w:r>
          </w:p>
        </w:tc>
        <w:tc>
          <w:tcPr>
            <w:tcW w:w="8853" w:type="dxa"/>
          </w:tcPr>
          <w:sdt>
            <w:sdtPr>
              <w:rPr>
                <w:rFonts w:ascii="Verdana" w:hAnsi="Verdana"/>
                <w:sz w:val="18"/>
                <w:szCs w:val="18"/>
              </w:rPr>
              <w:alias w:val="Preferenza di sede"/>
              <w:tag w:val="Preferenza di sede"/>
              <w:id w:val="218409070"/>
              <w:placeholder>
                <w:docPart w:val="9D55D6FFF1B74D3CB03DFFF0DA4A5B9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80E1D8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9F69B42" w14:textId="77777777" w:rsidTr="00493248">
        <w:tc>
          <w:tcPr>
            <w:tcW w:w="1207" w:type="dxa"/>
            <w:vAlign w:val="bottom"/>
          </w:tcPr>
          <w:p w14:paraId="15123E3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100</w:t>
            </w:r>
          </w:p>
        </w:tc>
        <w:tc>
          <w:tcPr>
            <w:tcW w:w="8853" w:type="dxa"/>
          </w:tcPr>
          <w:sdt>
            <w:sdtPr>
              <w:rPr>
                <w:rFonts w:ascii="Verdana" w:hAnsi="Verdana"/>
                <w:sz w:val="18"/>
                <w:szCs w:val="18"/>
              </w:rPr>
              <w:alias w:val="Preferenza di sede"/>
              <w:tag w:val="Preferenza di sede"/>
              <w:id w:val="681642747"/>
              <w:placeholder>
                <w:docPart w:val="AE6A3C1AB5E1486BB9EAA24C6B14FD2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7EA7E27"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E4C9FDB" w14:textId="77777777" w:rsidTr="00493248">
        <w:tc>
          <w:tcPr>
            <w:tcW w:w="1207" w:type="dxa"/>
            <w:vAlign w:val="bottom"/>
          </w:tcPr>
          <w:p w14:paraId="04AF299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lastRenderedPageBreak/>
              <w:t>101</w:t>
            </w:r>
          </w:p>
        </w:tc>
        <w:tc>
          <w:tcPr>
            <w:tcW w:w="8853" w:type="dxa"/>
          </w:tcPr>
          <w:sdt>
            <w:sdtPr>
              <w:rPr>
                <w:rFonts w:ascii="Verdana" w:hAnsi="Verdana"/>
                <w:sz w:val="18"/>
                <w:szCs w:val="18"/>
              </w:rPr>
              <w:alias w:val="Preferenza di sede"/>
              <w:tag w:val="Preferenza di sede"/>
              <w:id w:val="-648200015"/>
              <w:placeholder>
                <w:docPart w:val="D478E899F73648628198C6A921C0538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EDB4E0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7E781F0" w14:textId="77777777" w:rsidTr="00493248">
        <w:tc>
          <w:tcPr>
            <w:tcW w:w="1207" w:type="dxa"/>
            <w:vAlign w:val="bottom"/>
          </w:tcPr>
          <w:p w14:paraId="6C9D7B6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102</w:t>
            </w:r>
          </w:p>
        </w:tc>
        <w:tc>
          <w:tcPr>
            <w:tcW w:w="8853" w:type="dxa"/>
          </w:tcPr>
          <w:sdt>
            <w:sdtPr>
              <w:rPr>
                <w:rFonts w:ascii="Verdana" w:hAnsi="Verdana"/>
                <w:sz w:val="18"/>
                <w:szCs w:val="18"/>
              </w:rPr>
              <w:alias w:val="Preferenza di sede"/>
              <w:tag w:val="Preferenza di sede"/>
              <w:id w:val="842208084"/>
              <w:placeholder>
                <w:docPart w:val="1E00893E28E14B1696D7CA09EF48E29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0953A3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B49F533" w14:textId="77777777" w:rsidTr="00493248">
        <w:tc>
          <w:tcPr>
            <w:tcW w:w="1207" w:type="dxa"/>
            <w:vAlign w:val="bottom"/>
          </w:tcPr>
          <w:p w14:paraId="777096F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103</w:t>
            </w:r>
          </w:p>
        </w:tc>
        <w:tc>
          <w:tcPr>
            <w:tcW w:w="8853" w:type="dxa"/>
          </w:tcPr>
          <w:sdt>
            <w:sdtPr>
              <w:rPr>
                <w:rFonts w:ascii="Verdana" w:hAnsi="Verdana"/>
                <w:sz w:val="18"/>
                <w:szCs w:val="18"/>
              </w:rPr>
              <w:alias w:val="Preferenza di sede"/>
              <w:tag w:val="Preferenza di sede"/>
              <w:id w:val="838814603"/>
              <w:placeholder>
                <w:docPart w:val="DF1A123BDE5541E983D2EFC155FC72C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55BBC0C"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BCC56C9" w14:textId="77777777" w:rsidTr="00493248">
        <w:tc>
          <w:tcPr>
            <w:tcW w:w="1207" w:type="dxa"/>
            <w:vAlign w:val="bottom"/>
          </w:tcPr>
          <w:p w14:paraId="7F505B0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104</w:t>
            </w:r>
          </w:p>
        </w:tc>
        <w:tc>
          <w:tcPr>
            <w:tcW w:w="8853" w:type="dxa"/>
          </w:tcPr>
          <w:sdt>
            <w:sdtPr>
              <w:rPr>
                <w:rFonts w:ascii="Verdana" w:hAnsi="Verdana"/>
                <w:sz w:val="18"/>
                <w:szCs w:val="18"/>
              </w:rPr>
              <w:alias w:val="Preferenza di sede"/>
              <w:tag w:val="Preferenza di sede"/>
              <w:id w:val="2064213246"/>
              <w:placeholder>
                <w:docPart w:val="070E17DBAC3441C192D277A71E7205D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8C0E98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1DE759C" w14:textId="77777777" w:rsidTr="00493248">
        <w:tc>
          <w:tcPr>
            <w:tcW w:w="1207" w:type="dxa"/>
            <w:vAlign w:val="bottom"/>
          </w:tcPr>
          <w:p w14:paraId="592A15F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105</w:t>
            </w:r>
          </w:p>
        </w:tc>
        <w:tc>
          <w:tcPr>
            <w:tcW w:w="8853" w:type="dxa"/>
          </w:tcPr>
          <w:sdt>
            <w:sdtPr>
              <w:rPr>
                <w:rFonts w:ascii="Verdana" w:hAnsi="Verdana"/>
                <w:sz w:val="18"/>
                <w:szCs w:val="18"/>
              </w:rPr>
              <w:alias w:val="Preferenza di sede"/>
              <w:tag w:val="Preferenza di sede"/>
              <w:id w:val="-1856964863"/>
              <w:placeholder>
                <w:docPart w:val="D7AF2DE0858F47BE95C72B4B71EFCE8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E99805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7E592BF" w14:textId="77777777" w:rsidTr="00493248">
        <w:tc>
          <w:tcPr>
            <w:tcW w:w="1207" w:type="dxa"/>
            <w:vAlign w:val="bottom"/>
          </w:tcPr>
          <w:p w14:paraId="6E52A4E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106</w:t>
            </w:r>
          </w:p>
        </w:tc>
        <w:tc>
          <w:tcPr>
            <w:tcW w:w="8853" w:type="dxa"/>
          </w:tcPr>
          <w:sdt>
            <w:sdtPr>
              <w:rPr>
                <w:rFonts w:ascii="Verdana" w:hAnsi="Verdana"/>
                <w:sz w:val="18"/>
                <w:szCs w:val="18"/>
              </w:rPr>
              <w:alias w:val="Preferenza di sede"/>
              <w:tag w:val="Preferenza di sede"/>
              <w:id w:val="-1895415154"/>
              <w:placeholder>
                <w:docPart w:val="53BD597303DC43B1BF52E9F34823FE1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38C495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D553D93" w14:textId="77777777" w:rsidTr="00493248">
        <w:tc>
          <w:tcPr>
            <w:tcW w:w="1207" w:type="dxa"/>
            <w:vAlign w:val="bottom"/>
          </w:tcPr>
          <w:p w14:paraId="6D3B9FF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107</w:t>
            </w:r>
          </w:p>
        </w:tc>
        <w:tc>
          <w:tcPr>
            <w:tcW w:w="8853" w:type="dxa"/>
          </w:tcPr>
          <w:sdt>
            <w:sdtPr>
              <w:rPr>
                <w:rFonts w:ascii="Verdana" w:hAnsi="Verdana"/>
                <w:sz w:val="18"/>
                <w:szCs w:val="18"/>
              </w:rPr>
              <w:alias w:val="Preferenza di sede"/>
              <w:tag w:val="Preferenza di sede"/>
              <w:id w:val="-1385794196"/>
              <w:placeholder>
                <w:docPart w:val="BCDCB6E12B834E70AFD0D647281EC07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375E81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D41C5EC" w14:textId="77777777" w:rsidTr="00493248">
        <w:tc>
          <w:tcPr>
            <w:tcW w:w="1207" w:type="dxa"/>
            <w:vAlign w:val="bottom"/>
          </w:tcPr>
          <w:p w14:paraId="4A28295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108</w:t>
            </w:r>
          </w:p>
        </w:tc>
        <w:tc>
          <w:tcPr>
            <w:tcW w:w="8853" w:type="dxa"/>
          </w:tcPr>
          <w:sdt>
            <w:sdtPr>
              <w:rPr>
                <w:rFonts w:ascii="Verdana" w:hAnsi="Verdana"/>
                <w:sz w:val="18"/>
                <w:szCs w:val="18"/>
              </w:rPr>
              <w:alias w:val="Preferenza di sede"/>
              <w:tag w:val="Preferenza di sede"/>
              <w:id w:val="1729961663"/>
              <w:placeholder>
                <w:docPart w:val="9DB607E07E42472EB6EEDB6783F352C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1C6A8A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E91959D" w14:textId="77777777" w:rsidTr="00493248">
        <w:tc>
          <w:tcPr>
            <w:tcW w:w="1207" w:type="dxa"/>
            <w:vAlign w:val="bottom"/>
          </w:tcPr>
          <w:p w14:paraId="1F52B6B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109</w:t>
            </w:r>
          </w:p>
        </w:tc>
        <w:tc>
          <w:tcPr>
            <w:tcW w:w="8853" w:type="dxa"/>
          </w:tcPr>
          <w:sdt>
            <w:sdtPr>
              <w:rPr>
                <w:rFonts w:ascii="Verdana" w:hAnsi="Verdana"/>
                <w:sz w:val="18"/>
                <w:szCs w:val="18"/>
              </w:rPr>
              <w:alias w:val="Preferenza di sede"/>
              <w:tag w:val="Preferenza di sede"/>
              <w:id w:val="75870790"/>
              <w:placeholder>
                <w:docPart w:val="2037DE9CC3C14FA1B06E33E375C400B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33976D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305ABA5" w14:textId="77777777" w:rsidTr="00493248">
        <w:tc>
          <w:tcPr>
            <w:tcW w:w="1207" w:type="dxa"/>
            <w:vAlign w:val="bottom"/>
          </w:tcPr>
          <w:p w14:paraId="02256AA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110</w:t>
            </w:r>
          </w:p>
        </w:tc>
        <w:tc>
          <w:tcPr>
            <w:tcW w:w="8853" w:type="dxa"/>
          </w:tcPr>
          <w:sdt>
            <w:sdtPr>
              <w:rPr>
                <w:rFonts w:ascii="Verdana" w:hAnsi="Verdana"/>
                <w:sz w:val="18"/>
                <w:szCs w:val="18"/>
              </w:rPr>
              <w:alias w:val="Preferenza di sede"/>
              <w:tag w:val="Preferenza di sede"/>
              <w:id w:val="1669988872"/>
              <w:placeholder>
                <w:docPart w:val="2D412469F2084688A4B1B7A2F023844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079282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E5488B1" w14:textId="77777777" w:rsidTr="00493248">
        <w:tc>
          <w:tcPr>
            <w:tcW w:w="1207" w:type="dxa"/>
            <w:vAlign w:val="bottom"/>
          </w:tcPr>
          <w:p w14:paraId="3B96BD1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111</w:t>
            </w:r>
          </w:p>
        </w:tc>
        <w:tc>
          <w:tcPr>
            <w:tcW w:w="8853" w:type="dxa"/>
          </w:tcPr>
          <w:sdt>
            <w:sdtPr>
              <w:rPr>
                <w:rFonts w:ascii="Verdana" w:hAnsi="Verdana"/>
                <w:sz w:val="18"/>
                <w:szCs w:val="18"/>
              </w:rPr>
              <w:alias w:val="Preferenza di sede"/>
              <w:tag w:val="Preferenza di sede"/>
              <w:id w:val="787554757"/>
              <w:placeholder>
                <w:docPart w:val="3188A18171C645AF8CAEBD1ADE1A368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0E2228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CDB409F" w14:textId="77777777" w:rsidTr="00493248">
        <w:tc>
          <w:tcPr>
            <w:tcW w:w="1207" w:type="dxa"/>
            <w:vAlign w:val="bottom"/>
          </w:tcPr>
          <w:p w14:paraId="2C0C9F6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112</w:t>
            </w:r>
          </w:p>
        </w:tc>
        <w:tc>
          <w:tcPr>
            <w:tcW w:w="8853" w:type="dxa"/>
          </w:tcPr>
          <w:sdt>
            <w:sdtPr>
              <w:rPr>
                <w:rFonts w:ascii="Verdana" w:hAnsi="Verdana"/>
                <w:sz w:val="18"/>
                <w:szCs w:val="18"/>
              </w:rPr>
              <w:alias w:val="Preferenza di sede"/>
              <w:tag w:val="Preferenza di sede"/>
              <w:id w:val="525524656"/>
              <w:placeholder>
                <w:docPart w:val="C1B1D67CA9BB40E8B4DC255D0D992A1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B4B251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99BEB1F" w14:textId="77777777" w:rsidTr="00493248">
        <w:tc>
          <w:tcPr>
            <w:tcW w:w="1207" w:type="dxa"/>
            <w:vAlign w:val="bottom"/>
          </w:tcPr>
          <w:p w14:paraId="524AD61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113</w:t>
            </w:r>
          </w:p>
        </w:tc>
        <w:tc>
          <w:tcPr>
            <w:tcW w:w="8853" w:type="dxa"/>
          </w:tcPr>
          <w:sdt>
            <w:sdtPr>
              <w:rPr>
                <w:rFonts w:ascii="Verdana" w:hAnsi="Verdana"/>
                <w:sz w:val="18"/>
                <w:szCs w:val="18"/>
              </w:rPr>
              <w:alias w:val="Preferenza di sede"/>
              <w:tag w:val="Preferenza di sede"/>
              <w:id w:val="-844086976"/>
              <w:placeholder>
                <w:docPart w:val="3D75AC23EC4E4ECEBC9FDAD65512C5A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C03673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E74F407" w14:textId="77777777" w:rsidTr="00493248">
        <w:tc>
          <w:tcPr>
            <w:tcW w:w="1207" w:type="dxa"/>
            <w:vAlign w:val="bottom"/>
          </w:tcPr>
          <w:p w14:paraId="7D97CFF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114</w:t>
            </w:r>
          </w:p>
        </w:tc>
        <w:tc>
          <w:tcPr>
            <w:tcW w:w="8853" w:type="dxa"/>
          </w:tcPr>
          <w:sdt>
            <w:sdtPr>
              <w:rPr>
                <w:rFonts w:ascii="Verdana" w:hAnsi="Verdana"/>
                <w:sz w:val="18"/>
                <w:szCs w:val="18"/>
              </w:rPr>
              <w:alias w:val="Preferenza di sede"/>
              <w:tag w:val="Preferenza di sede"/>
              <w:id w:val="-829449722"/>
              <w:placeholder>
                <w:docPart w:val="8DE7D61ECF0F4ED49A9C3F836BE7CDC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411158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98895F6" w14:textId="77777777" w:rsidTr="00493248">
        <w:tc>
          <w:tcPr>
            <w:tcW w:w="1207" w:type="dxa"/>
            <w:vAlign w:val="bottom"/>
          </w:tcPr>
          <w:p w14:paraId="47C28BA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115</w:t>
            </w:r>
          </w:p>
        </w:tc>
        <w:tc>
          <w:tcPr>
            <w:tcW w:w="8853" w:type="dxa"/>
          </w:tcPr>
          <w:sdt>
            <w:sdtPr>
              <w:rPr>
                <w:rFonts w:ascii="Verdana" w:hAnsi="Verdana"/>
                <w:sz w:val="18"/>
                <w:szCs w:val="18"/>
              </w:rPr>
              <w:alias w:val="Preferenza di sede"/>
              <w:tag w:val="Preferenza di sede"/>
              <w:id w:val="989993505"/>
              <w:placeholder>
                <w:docPart w:val="482EC83ECCEA49B59BFBC35632AFCA4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D74811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97C7B23" w14:textId="77777777" w:rsidTr="00493248">
        <w:tc>
          <w:tcPr>
            <w:tcW w:w="1207" w:type="dxa"/>
            <w:vAlign w:val="bottom"/>
          </w:tcPr>
          <w:p w14:paraId="17EDD2F7"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116</w:t>
            </w:r>
          </w:p>
        </w:tc>
        <w:tc>
          <w:tcPr>
            <w:tcW w:w="8853" w:type="dxa"/>
          </w:tcPr>
          <w:sdt>
            <w:sdtPr>
              <w:rPr>
                <w:rFonts w:ascii="Verdana" w:hAnsi="Verdana"/>
                <w:sz w:val="18"/>
                <w:szCs w:val="18"/>
              </w:rPr>
              <w:alias w:val="Preferenza di sede"/>
              <w:tag w:val="Preferenza di sede"/>
              <w:id w:val="-1780027471"/>
              <w:placeholder>
                <w:docPart w:val="BB7DDDA2539C431BB7E140D3F486AA6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9C303F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C63BE9F" w14:textId="77777777" w:rsidTr="00493248">
        <w:tc>
          <w:tcPr>
            <w:tcW w:w="1207" w:type="dxa"/>
            <w:vAlign w:val="bottom"/>
          </w:tcPr>
          <w:p w14:paraId="678CEE71"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117</w:t>
            </w:r>
          </w:p>
        </w:tc>
        <w:tc>
          <w:tcPr>
            <w:tcW w:w="8853" w:type="dxa"/>
          </w:tcPr>
          <w:sdt>
            <w:sdtPr>
              <w:rPr>
                <w:rFonts w:ascii="Verdana" w:hAnsi="Verdana"/>
                <w:sz w:val="18"/>
                <w:szCs w:val="18"/>
              </w:rPr>
              <w:alias w:val="Preferenza di sede"/>
              <w:tag w:val="Preferenza di sede"/>
              <w:id w:val="-1376617745"/>
              <w:placeholder>
                <w:docPart w:val="29FCB1A6DCA44E89B31AB18FE17BF90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4A4412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5129FE9" w14:textId="77777777" w:rsidTr="00493248">
        <w:tc>
          <w:tcPr>
            <w:tcW w:w="1207" w:type="dxa"/>
            <w:vAlign w:val="bottom"/>
          </w:tcPr>
          <w:p w14:paraId="2994AA9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118</w:t>
            </w:r>
          </w:p>
        </w:tc>
        <w:tc>
          <w:tcPr>
            <w:tcW w:w="8853" w:type="dxa"/>
          </w:tcPr>
          <w:sdt>
            <w:sdtPr>
              <w:rPr>
                <w:rFonts w:ascii="Verdana" w:hAnsi="Verdana"/>
                <w:sz w:val="18"/>
                <w:szCs w:val="18"/>
              </w:rPr>
              <w:alias w:val="Preferenza di sede"/>
              <w:tag w:val="Preferenza di sede"/>
              <w:id w:val="1919750878"/>
              <w:placeholder>
                <w:docPart w:val="60567D1B62234194BF2BF6858D95930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761FC2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CA7F5CD" w14:textId="77777777" w:rsidTr="00493248">
        <w:tc>
          <w:tcPr>
            <w:tcW w:w="1207" w:type="dxa"/>
            <w:vAlign w:val="bottom"/>
          </w:tcPr>
          <w:p w14:paraId="068D754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119</w:t>
            </w:r>
          </w:p>
        </w:tc>
        <w:tc>
          <w:tcPr>
            <w:tcW w:w="8853" w:type="dxa"/>
          </w:tcPr>
          <w:sdt>
            <w:sdtPr>
              <w:rPr>
                <w:rFonts w:ascii="Verdana" w:hAnsi="Verdana"/>
                <w:sz w:val="18"/>
                <w:szCs w:val="18"/>
              </w:rPr>
              <w:alias w:val="Preferenza di sede"/>
              <w:tag w:val="Preferenza di sede"/>
              <w:id w:val="-1811247108"/>
              <w:placeholder>
                <w:docPart w:val="4D5B492EA93B43DA9344E3404CD3FDC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BD8F12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3A4C452" w14:textId="77777777" w:rsidTr="00493248">
        <w:tc>
          <w:tcPr>
            <w:tcW w:w="1207" w:type="dxa"/>
            <w:vAlign w:val="bottom"/>
          </w:tcPr>
          <w:p w14:paraId="628D9FE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120</w:t>
            </w:r>
          </w:p>
        </w:tc>
        <w:tc>
          <w:tcPr>
            <w:tcW w:w="8853" w:type="dxa"/>
          </w:tcPr>
          <w:sdt>
            <w:sdtPr>
              <w:rPr>
                <w:rFonts w:ascii="Verdana" w:hAnsi="Verdana"/>
                <w:sz w:val="18"/>
                <w:szCs w:val="18"/>
              </w:rPr>
              <w:alias w:val="Preferenza di sede"/>
              <w:tag w:val="Preferenza di sede"/>
              <w:id w:val="439497630"/>
              <w:placeholder>
                <w:docPart w:val="0D557052BFF146AAB089E35D17A7017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E3C200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45E683D" w14:textId="77777777" w:rsidTr="00493248">
        <w:tc>
          <w:tcPr>
            <w:tcW w:w="1207" w:type="dxa"/>
            <w:vAlign w:val="bottom"/>
          </w:tcPr>
          <w:p w14:paraId="330C3E4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121</w:t>
            </w:r>
          </w:p>
        </w:tc>
        <w:tc>
          <w:tcPr>
            <w:tcW w:w="8853" w:type="dxa"/>
          </w:tcPr>
          <w:sdt>
            <w:sdtPr>
              <w:rPr>
                <w:rFonts w:ascii="Verdana" w:hAnsi="Verdana"/>
                <w:sz w:val="18"/>
                <w:szCs w:val="18"/>
              </w:rPr>
              <w:alias w:val="Preferenza di sede"/>
              <w:tag w:val="Preferenza di sede"/>
              <w:id w:val="959925240"/>
              <w:placeholder>
                <w:docPart w:val="0D0C974AF94748948C9217B55CD1CE0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7BEF8D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7D64470" w14:textId="77777777" w:rsidTr="00493248">
        <w:tc>
          <w:tcPr>
            <w:tcW w:w="1207" w:type="dxa"/>
            <w:vAlign w:val="bottom"/>
          </w:tcPr>
          <w:p w14:paraId="64D1D54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122</w:t>
            </w:r>
          </w:p>
        </w:tc>
        <w:tc>
          <w:tcPr>
            <w:tcW w:w="8853" w:type="dxa"/>
          </w:tcPr>
          <w:sdt>
            <w:sdtPr>
              <w:rPr>
                <w:rFonts w:ascii="Verdana" w:hAnsi="Verdana"/>
                <w:sz w:val="18"/>
                <w:szCs w:val="18"/>
              </w:rPr>
              <w:alias w:val="Preferenza di sede"/>
              <w:tag w:val="Preferenza di sede"/>
              <w:id w:val="-1016068986"/>
              <w:placeholder>
                <w:docPart w:val="75C1244CF73F47AF98C2A35B82DB16A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0F0255D"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D194B3D" w14:textId="77777777" w:rsidTr="00493248">
        <w:tc>
          <w:tcPr>
            <w:tcW w:w="1207" w:type="dxa"/>
            <w:vAlign w:val="bottom"/>
          </w:tcPr>
          <w:p w14:paraId="720C6CDA"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123</w:t>
            </w:r>
          </w:p>
        </w:tc>
        <w:tc>
          <w:tcPr>
            <w:tcW w:w="8853" w:type="dxa"/>
          </w:tcPr>
          <w:sdt>
            <w:sdtPr>
              <w:rPr>
                <w:rFonts w:ascii="Verdana" w:hAnsi="Verdana"/>
                <w:sz w:val="18"/>
                <w:szCs w:val="18"/>
              </w:rPr>
              <w:alias w:val="Preferenza di sede"/>
              <w:tag w:val="Preferenza di sede"/>
              <w:id w:val="1365561647"/>
              <w:placeholder>
                <w:docPart w:val="C1D40F62A9F040BC9C15E7056CF71F6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1B8E44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A0C3DAD" w14:textId="77777777" w:rsidTr="00493248">
        <w:tc>
          <w:tcPr>
            <w:tcW w:w="1207" w:type="dxa"/>
            <w:vAlign w:val="bottom"/>
          </w:tcPr>
          <w:p w14:paraId="1E680A6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124</w:t>
            </w:r>
          </w:p>
        </w:tc>
        <w:tc>
          <w:tcPr>
            <w:tcW w:w="8853" w:type="dxa"/>
          </w:tcPr>
          <w:sdt>
            <w:sdtPr>
              <w:rPr>
                <w:rFonts w:ascii="Verdana" w:hAnsi="Verdana"/>
                <w:sz w:val="18"/>
                <w:szCs w:val="18"/>
              </w:rPr>
              <w:alias w:val="Preferenza di sede"/>
              <w:tag w:val="Preferenza di sede"/>
              <w:id w:val="-2147042477"/>
              <w:placeholder>
                <w:docPart w:val="528FAA20533449E5B01034FBA043096B"/>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864B1F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1060429" w14:textId="77777777" w:rsidTr="00493248">
        <w:tc>
          <w:tcPr>
            <w:tcW w:w="1207" w:type="dxa"/>
            <w:vAlign w:val="bottom"/>
          </w:tcPr>
          <w:p w14:paraId="72A6F3B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125</w:t>
            </w:r>
          </w:p>
        </w:tc>
        <w:tc>
          <w:tcPr>
            <w:tcW w:w="8853" w:type="dxa"/>
          </w:tcPr>
          <w:sdt>
            <w:sdtPr>
              <w:rPr>
                <w:rFonts w:ascii="Verdana" w:hAnsi="Verdana"/>
                <w:sz w:val="18"/>
                <w:szCs w:val="18"/>
              </w:rPr>
              <w:alias w:val="Preferenza di sede"/>
              <w:tag w:val="Preferenza di sede"/>
              <w:id w:val="-95880399"/>
              <w:placeholder>
                <w:docPart w:val="0D3332B5FC964B6FADC44A9B4384D83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9E13DA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91F37F6" w14:textId="77777777" w:rsidTr="00493248">
        <w:tc>
          <w:tcPr>
            <w:tcW w:w="1207" w:type="dxa"/>
            <w:vAlign w:val="bottom"/>
          </w:tcPr>
          <w:p w14:paraId="7EDA54F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126</w:t>
            </w:r>
          </w:p>
        </w:tc>
        <w:tc>
          <w:tcPr>
            <w:tcW w:w="8853" w:type="dxa"/>
          </w:tcPr>
          <w:sdt>
            <w:sdtPr>
              <w:rPr>
                <w:rFonts w:ascii="Verdana" w:hAnsi="Verdana"/>
                <w:sz w:val="18"/>
                <w:szCs w:val="18"/>
              </w:rPr>
              <w:alias w:val="Preferenza di sede"/>
              <w:tag w:val="Preferenza di sede"/>
              <w:id w:val="-1761276550"/>
              <w:placeholder>
                <w:docPart w:val="0083C2F5F3964E64BC6CDF82418BCFB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8FB3B50"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E58CB66" w14:textId="77777777" w:rsidTr="00493248">
        <w:tc>
          <w:tcPr>
            <w:tcW w:w="1207" w:type="dxa"/>
            <w:vAlign w:val="bottom"/>
          </w:tcPr>
          <w:p w14:paraId="3DB2D8A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127</w:t>
            </w:r>
          </w:p>
        </w:tc>
        <w:tc>
          <w:tcPr>
            <w:tcW w:w="8853" w:type="dxa"/>
          </w:tcPr>
          <w:sdt>
            <w:sdtPr>
              <w:rPr>
                <w:rFonts w:ascii="Verdana" w:hAnsi="Verdana"/>
                <w:sz w:val="18"/>
                <w:szCs w:val="18"/>
              </w:rPr>
              <w:alias w:val="Preferenza di sede"/>
              <w:tag w:val="Preferenza di sede"/>
              <w:id w:val="693662418"/>
              <w:placeholder>
                <w:docPart w:val="FBC9B4781C9047D2B6CE6B658723B88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12E0A9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09BEF13" w14:textId="77777777" w:rsidTr="00493248">
        <w:tc>
          <w:tcPr>
            <w:tcW w:w="1207" w:type="dxa"/>
            <w:vAlign w:val="bottom"/>
          </w:tcPr>
          <w:p w14:paraId="1F7FD6A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128</w:t>
            </w:r>
          </w:p>
        </w:tc>
        <w:tc>
          <w:tcPr>
            <w:tcW w:w="8853" w:type="dxa"/>
          </w:tcPr>
          <w:sdt>
            <w:sdtPr>
              <w:rPr>
                <w:rFonts w:ascii="Verdana" w:hAnsi="Verdana"/>
                <w:sz w:val="18"/>
                <w:szCs w:val="18"/>
              </w:rPr>
              <w:alias w:val="Preferenza di sede"/>
              <w:tag w:val="Preferenza di sede"/>
              <w:id w:val="-245576348"/>
              <w:placeholder>
                <w:docPart w:val="7C81CA68FB77483784CAB2D97E54B53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65AB34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35F0E0B" w14:textId="77777777" w:rsidTr="00493248">
        <w:tc>
          <w:tcPr>
            <w:tcW w:w="1207" w:type="dxa"/>
            <w:vAlign w:val="bottom"/>
          </w:tcPr>
          <w:p w14:paraId="592F8EA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129</w:t>
            </w:r>
          </w:p>
        </w:tc>
        <w:tc>
          <w:tcPr>
            <w:tcW w:w="8853" w:type="dxa"/>
          </w:tcPr>
          <w:sdt>
            <w:sdtPr>
              <w:rPr>
                <w:rFonts w:ascii="Verdana" w:hAnsi="Verdana"/>
                <w:sz w:val="18"/>
                <w:szCs w:val="18"/>
              </w:rPr>
              <w:alias w:val="Preferenza di sede"/>
              <w:tag w:val="Preferenza di sede"/>
              <w:id w:val="538550552"/>
              <w:placeholder>
                <w:docPart w:val="192C4DEF8B7C4AC9B0FD90433826E55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080AC4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13F67C6" w14:textId="77777777" w:rsidTr="00493248">
        <w:tc>
          <w:tcPr>
            <w:tcW w:w="1207" w:type="dxa"/>
            <w:vAlign w:val="bottom"/>
          </w:tcPr>
          <w:p w14:paraId="60AA907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130</w:t>
            </w:r>
          </w:p>
        </w:tc>
        <w:tc>
          <w:tcPr>
            <w:tcW w:w="8853" w:type="dxa"/>
          </w:tcPr>
          <w:sdt>
            <w:sdtPr>
              <w:rPr>
                <w:rFonts w:ascii="Verdana" w:hAnsi="Verdana"/>
                <w:sz w:val="18"/>
                <w:szCs w:val="18"/>
              </w:rPr>
              <w:alias w:val="Preferenza di sede"/>
              <w:tag w:val="Preferenza di sede"/>
              <w:id w:val="588979694"/>
              <w:placeholder>
                <w:docPart w:val="90AD40B5277D4717957533D32B4CBBC1"/>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A740DB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20302DB" w14:textId="77777777" w:rsidTr="00493248">
        <w:tc>
          <w:tcPr>
            <w:tcW w:w="1207" w:type="dxa"/>
            <w:vAlign w:val="bottom"/>
          </w:tcPr>
          <w:p w14:paraId="187CCA2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131</w:t>
            </w:r>
          </w:p>
        </w:tc>
        <w:tc>
          <w:tcPr>
            <w:tcW w:w="8853" w:type="dxa"/>
          </w:tcPr>
          <w:sdt>
            <w:sdtPr>
              <w:rPr>
                <w:rFonts w:ascii="Verdana" w:hAnsi="Verdana"/>
                <w:sz w:val="18"/>
                <w:szCs w:val="18"/>
              </w:rPr>
              <w:alias w:val="Preferenza di sede"/>
              <w:tag w:val="Preferenza di sede"/>
              <w:id w:val="661890025"/>
              <w:placeholder>
                <w:docPart w:val="74BCFF1E3C6E418987F44BFC80EE617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66529D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F07CE83" w14:textId="77777777" w:rsidTr="00493248">
        <w:tc>
          <w:tcPr>
            <w:tcW w:w="1207" w:type="dxa"/>
            <w:vAlign w:val="bottom"/>
          </w:tcPr>
          <w:p w14:paraId="78917F0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132</w:t>
            </w:r>
          </w:p>
        </w:tc>
        <w:tc>
          <w:tcPr>
            <w:tcW w:w="8853" w:type="dxa"/>
          </w:tcPr>
          <w:sdt>
            <w:sdtPr>
              <w:rPr>
                <w:rFonts w:ascii="Verdana" w:hAnsi="Verdana"/>
                <w:sz w:val="18"/>
                <w:szCs w:val="18"/>
              </w:rPr>
              <w:alias w:val="Preferenza di sede"/>
              <w:tag w:val="Preferenza di sede"/>
              <w:id w:val="-1610352023"/>
              <w:placeholder>
                <w:docPart w:val="CA9920EFE4044E958634F9025D6838E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00C2DF9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8041239" w14:textId="77777777" w:rsidTr="00493248">
        <w:tc>
          <w:tcPr>
            <w:tcW w:w="1207" w:type="dxa"/>
            <w:vAlign w:val="bottom"/>
          </w:tcPr>
          <w:p w14:paraId="798A55B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133</w:t>
            </w:r>
          </w:p>
        </w:tc>
        <w:tc>
          <w:tcPr>
            <w:tcW w:w="8853" w:type="dxa"/>
          </w:tcPr>
          <w:sdt>
            <w:sdtPr>
              <w:rPr>
                <w:rFonts w:ascii="Verdana" w:hAnsi="Verdana"/>
                <w:sz w:val="18"/>
                <w:szCs w:val="18"/>
              </w:rPr>
              <w:alias w:val="Preferenza di sede"/>
              <w:tag w:val="Preferenza di sede"/>
              <w:id w:val="-736785382"/>
              <w:placeholder>
                <w:docPart w:val="2EF08259BFB746B097D7DD7D322842D8"/>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4B069EB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1DFBCF7" w14:textId="77777777" w:rsidTr="00493248">
        <w:tc>
          <w:tcPr>
            <w:tcW w:w="1207" w:type="dxa"/>
            <w:vAlign w:val="bottom"/>
          </w:tcPr>
          <w:p w14:paraId="2F3BE79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134</w:t>
            </w:r>
          </w:p>
        </w:tc>
        <w:tc>
          <w:tcPr>
            <w:tcW w:w="8853" w:type="dxa"/>
          </w:tcPr>
          <w:sdt>
            <w:sdtPr>
              <w:rPr>
                <w:rFonts w:ascii="Verdana" w:hAnsi="Verdana"/>
                <w:sz w:val="18"/>
                <w:szCs w:val="18"/>
              </w:rPr>
              <w:alias w:val="Preferenza di sede"/>
              <w:tag w:val="Preferenza di sede"/>
              <w:id w:val="510718303"/>
              <w:placeholder>
                <w:docPart w:val="1341224ACD994BEB9ECB67653ED0D022"/>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82FEE8F"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7D084E50" w14:textId="77777777" w:rsidTr="00493248">
        <w:tc>
          <w:tcPr>
            <w:tcW w:w="1207" w:type="dxa"/>
            <w:vAlign w:val="bottom"/>
          </w:tcPr>
          <w:p w14:paraId="0F61217B"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135</w:t>
            </w:r>
          </w:p>
        </w:tc>
        <w:tc>
          <w:tcPr>
            <w:tcW w:w="8853" w:type="dxa"/>
          </w:tcPr>
          <w:sdt>
            <w:sdtPr>
              <w:rPr>
                <w:rFonts w:ascii="Verdana" w:hAnsi="Verdana"/>
                <w:sz w:val="18"/>
                <w:szCs w:val="18"/>
              </w:rPr>
              <w:alias w:val="Preferenza di sede"/>
              <w:tag w:val="Preferenza di sede"/>
              <w:id w:val="1201826556"/>
              <w:placeholder>
                <w:docPart w:val="BF7C21D72FEE48A3B4E516F16B6C98A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C4E25A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3CEE6F46" w14:textId="77777777" w:rsidTr="00493248">
        <w:tc>
          <w:tcPr>
            <w:tcW w:w="1207" w:type="dxa"/>
            <w:vAlign w:val="bottom"/>
          </w:tcPr>
          <w:p w14:paraId="42B1458E"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136</w:t>
            </w:r>
          </w:p>
        </w:tc>
        <w:tc>
          <w:tcPr>
            <w:tcW w:w="8853" w:type="dxa"/>
          </w:tcPr>
          <w:sdt>
            <w:sdtPr>
              <w:rPr>
                <w:rFonts w:ascii="Verdana" w:hAnsi="Verdana"/>
                <w:sz w:val="18"/>
                <w:szCs w:val="18"/>
              </w:rPr>
              <w:alias w:val="Preferenza di sede"/>
              <w:tag w:val="Preferenza di sede"/>
              <w:id w:val="176548750"/>
              <w:placeholder>
                <w:docPart w:val="B3E528118502480F8D6FF93E5D2CB244"/>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5C6210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FCA2714" w14:textId="77777777" w:rsidTr="00493248">
        <w:tc>
          <w:tcPr>
            <w:tcW w:w="1207" w:type="dxa"/>
            <w:vAlign w:val="bottom"/>
          </w:tcPr>
          <w:p w14:paraId="222FA6D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137</w:t>
            </w:r>
          </w:p>
        </w:tc>
        <w:tc>
          <w:tcPr>
            <w:tcW w:w="8853" w:type="dxa"/>
          </w:tcPr>
          <w:sdt>
            <w:sdtPr>
              <w:rPr>
                <w:rFonts w:ascii="Verdana" w:hAnsi="Verdana"/>
                <w:sz w:val="18"/>
                <w:szCs w:val="18"/>
              </w:rPr>
              <w:alias w:val="Preferenza di sede"/>
              <w:tag w:val="Preferenza di sede"/>
              <w:id w:val="-1413465147"/>
              <w:placeholder>
                <w:docPart w:val="316199B3813E4E18A4609B6640306C75"/>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91FB0B1"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212FCEE" w14:textId="77777777" w:rsidTr="00493248">
        <w:tc>
          <w:tcPr>
            <w:tcW w:w="1207" w:type="dxa"/>
            <w:vAlign w:val="bottom"/>
          </w:tcPr>
          <w:p w14:paraId="394A0D9F"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138</w:t>
            </w:r>
          </w:p>
        </w:tc>
        <w:tc>
          <w:tcPr>
            <w:tcW w:w="8853" w:type="dxa"/>
          </w:tcPr>
          <w:sdt>
            <w:sdtPr>
              <w:rPr>
                <w:rFonts w:ascii="Verdana" w:hAnsi="Verdana"/>
                <w:sz w:val="18"/>
                <w:szCs w:val="18"/>
              </w:rPr>
              <w:alias w:val="Preferenza di sede"/>
              <w:tag w:val="Preferenza di sede"/>
              <w:id w:val="-2088838310"/>
              <w:placeholder>
                <w:docPart w:val="44E9AD0E22F249929B1057487ED68D80"/>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8F96134"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F3C75DB" w14:textId="77777777" w:rsidTr="00493248">
        <w:tc>
          <w:tcPr>
            <w:tcW w:w="1207" w:type="dxa"/>
            <w:vAlign w:val="bottom"/>
          </w:tcPr>
          <w:p w14:paraId="6D7E05A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139</w:t>
            </w:r>
          </w:p>
        </w:tc>
        <w:tc>
          <w:tcPr>
            <w:tcW w:w="8853" w:type="dxa"/>
          </w:tcPr>
          <w:sdt>
            <w:sdtPr>
              <w:rPr>
                <w:rFonts w:ascii="Verdana" w:hAnsi="Verdana"/>
                <w:sz w:val="18"/>
                <w:szCs w:val="18"/>
              </w:rPr>
              <w:alias w:val="Preferenza di sede"/>
              <w:tag w:val="Preferenza di sede"/>
              <w:id w:val="1690564381"/>
              <w:placeholder>
                <w:docPart w:val="79F21797822041DF951C45623048A2F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6ABFE03"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7A67B93" w14:textId="77777777" w:rsidTr="00493248">
        <w:tc>
          <w:tcPr>
            <w:tcW w:w="1207" w:type="dxa"/>
            <w:vAlign w:val="bottom"/>
          </w:tcPr>
          <w:p w14:paraId="2D82385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140</w:t>
            </w:r>
          </w:p>
        </w:tc>
        <w:tc>
          <w:tcPr>
            <w:tcW w:w="8853" w:type="dxa"/>
          </w:tcPr>
          <w:sdt>
            <w:sdtPr>
              <w:rPr>
                <w:rFonts w:ascii="Verdana" w:hAnsi="Verdana"/>
                <w:sz w:val="18"/>
                <w:szCs w:val="18"/>
              </w:rPr>
              <w:alias w:val="Preferenza di sede"/>
              <w:tag w:val="Preferenza di sede"/>
              <w:id w:val="-773089031"/>
              <w:placeholder>
                <w:docPart w:val="2450494409B24FF1ADC523800CFE78BE"/>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7B72229"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2251858F" w14:textId="77777777" w:rsidTr="00493248">
        <w:tc>
          <w:tcPr>
            <w:tcW w:w="1207" w:type="dxa"/>
            <w:vAlign w:val="bottom"/>
          </w:tcPr>
          <w:p w14:paraId="58DF99D5"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141</w:t>
            </w:r>
          </w:p>
        </w:tc>
        <w:tc>
          <w:tcPr>
            <w:tcW w:w="8853" w:type="dxa"/>
          </w:tcPr>
          <w:sdt>
            <w:sdtPr>
              <w:rPr>
                <w:rFonts w:ascii="Verdana" w:hAnsi="Verdana"/>
                <w:sz w:val="18"/>
                <w:szCs w:val="18"/>
              </w:rPr>
              <w:alias w:val="Preferenza di sede"/>
              <w:tag w:val="Preferenza di sede"/>
              <w:id w:val="-1880850472"/>
              <w:placeholder>
                <w:docPart w:val="38AE17A5B2084ACBA735FF012E2A61A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51D5BA5"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D877A6D" w14:textId="77777777" w:rsidTr="00493248">
        <w:tc>
          <w:tcPr>
            <w:tcW w:w="1207" w:type="dxa"/>
            <w:vAlign w:val="bottom"/>
          </w:tcPr>
          <w:p w14:paraId="2C7D96C4"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142</w:t>
            </w:r>
          </w:p>
        </w:tc>
        <w:tc>
          <w:tcPr>
            <w:tcW w:w="8853" w:type="dxa"/>
          </w:tcPr>
          <w:sdt>
            <w:sdtPr>
              <w:rPr>
                <w:rFonts w:ascii="Verdana" w:hAnsi="Verdana"/>
                <w:sz w:val="18"/>
                <w:szCs w:val="18"/>
              </w:rPr>
              <w:alias w:val="Preferenza di sede"/>
              <w:tag w:val="Preferenza di sede"/>
              <w:id w:val="351617717"/>
              <w:placeholder>
                <w:docPart w:val="4A8F4D53035842E180FC2B67DE6541DC"/>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690DB28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A59B18A" w14:textId="77777777" w:rsidTr="00493248">
        <w:tc>
          <w:tcPr>
            <w:tcW w:w="1207" w:type="dxa"/>
            <w:vAlign w:val="bottom"/>
          </w:tcPr>
          <w:p w14:paraId="61709212"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143</w:t>
            </w:r>
          </w:p>
        </w:tc>
        <w:tc>
          <w:tcPr>
            <w:tcW w:w="8853" w:type="dxa"/>
          </w:tcPr>
          <w:sdt>
            <w:sdtPr>
              <w:rPr>
                <w:rFonts w:ascii="Verdana" w:hAnsi="Verdana"/>
                <w:sz w:val="18"/>
                <w:szCs w:val="18"/>
              </w:rPr>
              <w:alias w:val="Preferenza di sede"/>
              <w:tag w:val="Preferenza di sede"/>
              <w:id w:val="1559822555"/>
              <w:placeholder>
                <w:docPart w:val="709BF84050D7444289B83672D6DAF90F"/>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6A09AA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64600EFF" w14:textId="77777777" w:rsidTr="00493248">
        <w:tc>
          <w:tcPr>
            <w:tcW w:w="1207" w:type="dxa"/>
            <w:vAlign w:val="bottom"/>
          </w:tcPr>
          <w:p w14:paraId="6DFCCFCD"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144</w:t>
            </w:r>
          </w:p>
        </w:tc>
        <w:tc>
          <w:tcPr>
            <w:tcW w:w="8853" w:type="dxa"/>
          </w:tcPr>
          <w:sdt>
            <w:sdtPr>
              <w:rPr>
                <w:rFonts w:ascii="Verdana" w:hAnsi="Verdana"/>
                <w:sz w:val="18"/>
                <w:szCs w:val="18"/>
              </w:rPr>
              <w:alias w:val="Preferenza di sede"/>
              <w:tag w:val="Preferenza di sede"/>
              <w:id w:val="216635371"/>
              <w:placeholder>
                <w:docPart w:val="F10BBFF8259143F6893D7D5F242E9BB9"/>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16BCCF0E"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6CE432E" w14:textId="77777777" w:rsidTr="00493248">
        <w:tc>
          <w:tcPr>
            <w:tcW w:w="1207" w:type="dxa"/>
            <w:vAlign w:val="bottom"/>
          </w:tcPr>
          <w:p w14:paraId="542C2E58"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145</w:t>
            </w:r>
          </w:p>
        </w:tc>
        <w:tc>
          <w:tcPr>
            <w:tcW w:w="8853" w:type="dxa"/>
          </w:tcPr>
          <w:sdt>
            <w:sdtPr>
              <w:rPr>
                <w:rFonts w:ascii="Verdana" w:hAnsi="Verdana"/>
                <w:sz w:val="18"/>
                <w:szCs w:val="18"/>
              </w:rPr>
              <w:alias w:val="Preferenza di sede"/>
              <w:tag w:val="Preferenza di sede"/>
              <w:id w:val="1126664600"/>
              <w:placeholder>
                <w:docPart w:val="54660CCB12E546568BF113C88EDE96F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3DFABA6A"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95A9D21" w14:textId="77777777" w:rsidTr="00493248">
        <w:tc>
          <w:tcPr>
            <w:tcW w:w="1207" w:type="dxa"/>
            <w:vAlign w:val="bottom"/>
          </w:tcPr>
          <w:p w14:paraId="41F43146"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146</w:t>
            </w:r>
          </w:p>
        </w:tc>
        <w:tc>
          <w:tcPr>
            <w:tcW w:w="8853" w:type="dxa"/>
          </w:tcPr>
          <w:sdt>
            <w:sdtPr>
              <w:rPr>
                <w:rFonts w:ascii="Verdana" w:hAnsi="Verdana"/>
                <w:sz w:val="18"/>
                <w:szCs w:val="18"/>
              </w:rPr>
              <w:alias w:val="Preferenza di sede"/>
              <w:tag w:val="Preferenza di sede"/>
              <w:id w:val="-209424280"/>
              <w:placeholder>
                <w:docPart w:val="9376846A730442D58C72466E10D8B573"/>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013240B"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42CA27FF" w14:textId="77777777" w:rsidTr="00493248">
        <w:tc>
          <w:tcPr>
            <w:tcW w:w="1207" w:type="dxa"/>
            <w:vAlign w:val="bottom"/>
          </w:tcPr>
          <w:p w14:paraId="744ABA6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147</w:t>
            </w:r>
          </w:p>
        </w:tc>
        <w:tc>
          <w:tcPr>
            <w:tcW w:w="8853" w:type="dxa"/>
          </w:tcPr>
          <w:sdt>
            <w:sdtPr>
              <w:rPr>
                <w:rFonts w:ascii="Verdana" w:hAnsi="Verdana"/>
                <w:sz w:val="18"/>
                <w:szCs w:val="18"/>
              </w:rPr>
              <w:alias w:val="Preferenza di sede"/>
              <w:tag w:val="Preferenza di sede"/>
              <w:id w:val="465862149"/>
              <w:placeholder>
                <w:docPart w:val="B448BD42ACC14BF491876D97880967F7"/>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71DCE856"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13972565" w14:textId="77777777" w:rsidTr="00493248">
        <w:tc>
          <w:tcPr>
            <w:tcW w:w="1207" w:type="dxa"/>
            <w:vAlign w:val="bottom"/>
          </w:tcPr>
          <w:p w14:paraId="606D4C1C"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148</w:t>
            </w:r>
          </w:p>
        </w:tc>
        <w:tc>
          <w:tcPr>
            <w:tcW w:w="8853" w:type="dxa"/>
          </w:tcPr>
          <w:sdt>
            <w:sdtPr>
              <w:rPr>
                <w:rFonts w:ascii="Verdana" w:hAnsi="Verdana"/>
                <w:sz w:val="18"/>
                <w:szCs w:val="18"/>
              </w:rPr>
              <w:alias w:val="Preferenza di sede"/>
              <w:tag w:val="Preferenza di sede"/>
              <w:id w:val="-343168612"/>
              <w:placeholder>
                <w:docPart w:val="71BFDDEE1B0B4737AE4CF2EDCA8763E6"/>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C0DAC4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09C3A22F" w14:textId="77777777" w:rsidTr="00493248">
        <w:tc>
          <w:tcPr>
            <w:tcW w:w="1207" w:type="dxa"/>
            <w:vAlign w:val="bottom"/>
          </w:tcPr>
          <w:p w14:paraId="28824200"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149</w:t>
            </w:r>
          </w:p>
        </w:tc>
        <w:tc>
          <w:tcPr>
            <w:tcW w:w="8853" w:type="dxa"/>
          </w:tcPr>
          <w:sdt>
            <w:sdtPr>
              <w:rPr>
                <w:rFonts w:ascii="Verdana" w:hAnsi="Verdana"/>
                <w:sz w:val="18"/>
                <w:szCs w:val="18"/>
              </w:rPr>
              <w:alias w:val="Preferenza di sede"/>
              <w:tag w:val="Preferenza di sede"/>
              <w:id w:val="1987668752"/>
              <w:placeholder>
                <w:docPart w:val="577BB3543CBD455498398C67F5A4267A"/>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282AB738"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r w:rsidR="00C52572" w:rsidRPr="00C52572" w14:paraId="50E56345" w14:textId="77777777" w:rsidTr="00493248">
        <w:tc>
          <w:tcPr>
            <w:tcW w:w="1207" w:type="dxa"/>
            <w:vAlign w:val="bottom"/>
          </w:tcPr>
          <w:p w14:paraId="31319973" w14:textId="77777777" w:rsidR="00C52572" w:rsidRPr="00C52572" w:rsidRDefault="00C52572" w:rsidP="00C52572">
            <w:pPr>
              <w:spacing w:after="0" w:line="240" w:lineRule="auto"/>
              <w:jc w:val="center"/>
              <w:rPr>
                <w:rFonts w:ascii="Verdana" w:hAnsi="Verdana"/>
                <w:sz w:val="18"/>
                <w:szCs w:val="18"/>
              </w:rPr>
            </w:pPr>
            <w:r w:rsidRPr="00C52572">
              <w:rPr>
                <w:rFonts w:ascii="Verdana" w:hAnsi="Verdana" w:cs="Calibri"/>
                <w:sz w:val="18"/>
                <w:szCs w:val="18"/>
              </w:rPr>
              <w:t>150</w:t>
            </w:r>
          </w:p>
        </w:tc>
        <w:tc>
          <w:tcPr>
            <w:tcW w:w="8853" w:type="dxa"/>
          </w:tcPr>
          <w:sdt>
            <w:sdtPr>
              <w:rPr>
                <w:rFonts w:ascii="Verdana" w:hAnsi="Verdana"/>
                <w:sz w:val="18"/>
                <w:szCs w:val="18"/>
              </w:rPr>
              <w:alias w:val="Preferenza di sede"/>
              <w:tag w:val="Preferenza di sede"/>
              <w:id w:val="1427302736"/>
              <w:placeholder>
                <w:docPart w:val="7FE3D9EE6A204857AC88956EE91E001D"/>
              </w:placeholder>
              <w:showingPlcHdr/>
              <w:dropDownList>
                <w:listItem w:value="Scegliere un elemento."/>
                <w:listItem w:displayText="BSAA81800A IC&quot;P.DA CEMMO&quot;-CAPO DI PONTE" w:value="BSAA81800A IC&quot;P.DA CEMMO&quot;-CAPO DI PONTE"/>
                <w:listItem w:displayText="BSAA819006 IC F.TONOLINI BRENO" w:value="BSAA819006 IC F.TONOLINI BRENO"/>
                <w:listItem w:displayText="BSAA826009 I.C. T.OLIVELLI VILLA CARCINA" w:value="BSAA826009 I.C. T.OLIVELLI VILLA CARCINA"/>
                <w:listItem w:displayText="BSAA830001 I.C. POLO OVEST LUMEZZANE " w:value="BSAA830001 I.C. POLO OVEST LUMEZZANE "/>
                <w:listItem w:displayText="BSAA842007 I.C. PONTOGLIO " w:value="BSAA842007 I.C. PONTOGLIO "/>
                <w:listItem w:displayText="BSAA843003 I.C. &quot;DON MILANI&quot; ROVATO" w:value="BSAA843003 I.C. &quot;DON MILANI&quot; ROVATO"/>
                <w:listItem w:displayText="BSAA84400V I. C. BAGNOLO MELLA " w:value="BSAA84400V I. C. BAGNOLO MELLA "/>
                <w:listItem w:displayText="BSAA84600E I.C. BORGOSATOLLO " w:value="BSAA84600E I.C. BORGOSATOLLO "/>
                <w:listItem w:displayText="BSAA84700A I.C. REMEDELLO - BONSIGNORI" w:value="BSAA84700A I.C. REMEDELLO - BONSIGNORI"/>
                <w:listItem w:displayText="BSAA848006 IC CALVISANO" w:value="BSAA848006 IC CALVISANO"/>
                <w:listItem w:displayText="BSAA855009 STATALE DI GARDONE V.T." w:value="BSAA855009 STATALE DI GARDONE V.T."/>
                <w:listItem w:displayText="BSAA86200C IC CASTELCOVATI" w:value="BSAA86200C IC CASTELCOVATI"/>
                <w:listItem w:displayText="BSAA864004 ISTITUTO COMPRENSIVO DARFO 2 " w:value="BSAA864004 ISTITUTO COMPRENSIVO DARFO 2 "/>
                <w:listItem w:displayText="BSAA86500X I.C. CITTA' DI CHIARI" w:value="BSAA86500X I.C. CITTA' DI CHIARI"/>
                <w:listItem w:displayText="BSAA8AB00B IC II TREBESCHI-DESENZANO" w:value="BSAA8AB00B IC II TREBESCHI-DESENZANO"/>
                <w:listItem w:displayText="BSAA8AM003 I I.C. PALAZZOLO SULL'OGLIO" w:value="BSAA8AM003 I I.C. PALAZZOLO SULL'OGLIO"/>
                <w:listItem w:displayText="BSAA8AN00V IC I RENATO FERRARI MONTICHIARI " w:value="BSAA8AN00V IC I RENATO FERRARI MONTICHIARI "/>
              </w:dropDownList>
            </w:sdtPr>
            <w:sdtContent>
              <w:p w14:paraId="56D8A957" w14:textId="77777777" w:rsidR="00C52572" w:rsidRPr="00C52572" w:rsidRDefault="00C52572" w:rsidP="00C52572">
                <w:pPr>
                  <w:spacing w:after="0" w:line="240" w:lineRule="auto"/>
                  <w:rPr>
                    <w:rFonts w:ascii="Verdana" w:hAnsi="Verdana"/>
                    <w:sz w:val="18"/>
                    <w:szCs w:val="18"/>
                  </w:rPr>
                </w:pPr>
                <w:r w:rsidRPr="00C52572">
                  <w:rPr>
                    <w:rFonts w:ascii="Verdana" w:hAnsi="Verdana"/>
                    <w:color w:val="808080"/>
                    <w:sz w:val="18"/>
                    <w:szCs w:val="18"/>
                  </w:rPr>
                  <w:t>Scegliere un elemento.</w:t>
                </w:r>
              </w:p>
            </w:sdtContent>
          </w:sdt>
        </w:tc>
      </w:tr>
    </w:tbl>
    <w:p w14:paraId="0B1E20CA" w14:textId="77777777" w:rsidR="00C52572" w:rsidRPr="00C52572" w:rsidRDefault="00C52572" w:rsidP="00C52572">
      <w:pPr>
        <w:rPr>
          <w:rFonts w:ascii="Verdana" w:eastAsiaTheme="minorHAnsi" w:hAnsi="Verdana" w:cstheme="minorBidi"/>
          <w:sz w:val="18"/>
          <w:szCs w:val="18"/>
        </w:rPr>
      </w:pPr>
    </w:p>
    <w:p w14:paraId="1DDCAD3E"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Scelta del Comune (indicare il Comune) dal quale partire per l’assegnazione della sede d’ufficio:</w:t>
      </w:r>
    </w:p>
    <w:p w14:paraId="35EEDE6B" w14:textId="77777777" w:rsidR="00C52572" w:rsidRPr="00C52572" w:rsidRDefault="00C52572" w:rsidP="00C52572">
      <w:pPr>
        <w:rPr>
          <w:rFonts w:ascii="Verdana" w:eastAsiaTheme="minorHAnsi" w:hAnsi="Verdana" w:cstheme="minorBidi"/>
          <w:sz w:val="18"/>
          <w:szCs w:val="18"/>
        </w:rPr>
      </w:pPr>
    </w:p>
    <w:p w14:paraId="27D77FDF"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lastRenderedPageBreak/>
        <w:t>Luogo e data________________________</w:t>
      </w:r>
    </w:p>
    <w:p w14:paraId="11514F0D" w14:textId="008159D9" w:rsidR="00C52572" w:rsidRPr="00C52572" w:rsidRDefault="00C52572" w:rsidP="00C52572">
      <w:pPr>
        <w:jc w:val="center"/>
        <w:rPr>
          <w:rFonts w:ascii="Verdana" w:eastAsiaTheme="minorHAnsi" w:hAnsi="Verdana" w:cstheme="minorBidi"/>
          <w:sz w:val="18"/>
          <w:szCs w:val="18"/>
        </w:rPr>
      </w:pPr>
      <w:r w:rsidRPr="00C52572">
        <w:rPr>
          <w:rFonts w:ascii="Verdana" w:eastAsiaTheme="minorHAnsi" w:hAnsi="Verdana" w:cstheme="minorBidi"/>
          <w:sz w:val="18"/>
          <w:szCs w:val="18"/>
        </w:rPr>
        <w:t xml:space="preserve">                                                                                                       Firma del Delegante</w:t>
      </w:r>
    </w:p>
    <w:p w14:paraId="775272AC" w14:textId="77777777" w:rsidR="00C52572" w:rsidRPr="00C52572" w:rsidRDefault="00C52572" w:rsidP="00C52572">
      <w:pPr>
        <w:jc w:val="right"/>
        <w:rPr>
          <w:rFonts w:ascii="Verdana" w:eastAsiaTheme="minorHAnsi" w:hAnsi="Verdana" w:cstheme="minorBidi"/>
          <w:sz w:val="18"/>
          <w:szCs w:val="18"/>
        </w:rPr>
      </w:pPr>
      <w:r w:rsidRPr="00C52572">
        <w:rPr>
          <w:rFonts w:ascii="Verdana" w:eastAsiaTheme="minorHAnsi" w:hAnsi="Verdana" w:cstheme="minorBidi"/>
          <w:sz w:val="18"/>
          <w:szCs w:val="18"/>
        </w:rPr>
        <w:t>_______________________________</w:t>
      </w:r>
    </w:p>
    <w:p w14:paraId="31061F3B"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Il delegante dichiara, altresì, di aver preso visione dell’Avviso cui il presente modulo è allegato e di accettarne incondizionatamente i contenuti.</w:t>
      </w:r>
    </w:p>
    <w:p w14:paraId="52E8DFE4" w14:textId="77777777" w:rsidR="00C52572" w:rsidRPr="00C52572" w:rsidRDefault="00C52572" w:rsidP="00C52572">
      <w:pPr>
        <w:rPr>
          <w:rFonts w:ascii="Verdana" w:eastAsiaTheme="minorHAnsi" w:hAnsi="Verdana" w:cstheme="minorBidi"/>
          <w:sz w:val="18"/>
          <w:szCs w:val="18"/>
        </w:rPr>
      </w:pPr>
    </w:p>
    <w:p w14:paraId="4AE21647"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ALLEGA COPIA DI UN DOCUMENTO DI IDENTITA’ IN FORMATO DIGITALE IN CORSO DI VALIDITA’</w:t>
      </w:r>
    </w:p>
    <w:p w14:paraId="5E7D8393"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Luogo e data________________________ Firma del candidato _______________________________</w:t>
      </w:r>
    </w:p>
    <w:p w14:paraId="102D79D1" w14:textId="77777777" w:rsidR="00C52572" w:rsidRPr="00C52572" w:rsidRDefault="00C52572" w:rsidP="00C52572">
      <w:pPr>
        <w:rPr>
          <w:rFonts w:ascii="Verdana" w:eastAsiaTheme="minorHAnsi" w:hAnsi="Verdana" w:cstheme="minorBidi"/>
          <w:sz w:val="18"/>
          <w:szCs w:val="18"/>
        </w:rPr>
      </w:pPr>
    </w:p>
    <w:p w14:paraId="3BA7117B"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CONSENSO AL TRATTAMENTO DEI DATI PERSONALI</w:t>
      </w:r>
    </w:p>
    <w:p w14:paraId="13566B43"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 xml:space="preserve">I dati richiesti sono strettamente funzionali all'espletamento della presente procedura amministrativa. Il sottoscritto dichiara di prestare il proprio consenso al trattamento dei dati personali di cui al presente modulo, secondo le modalità, le garanzie e i termini di cui agli articoli 6 e 13 del Regolamento UE 2016/679 (GDPR) e del </w:t>
      </w:r>
      <w:proofErr w:type="spellStart"/>
      <w:r w:rsidRPr="00C52572">
        <w:rPr>
          <w:rFonts w:ascii="Verdana" w:eastAsiaTheme="minorHAnsi" w:hAnsi="Verdana" w:cstheme="minorBidi"/>
          <w:sz w:val="18"/>
          <w:szCs w:val="18"/>
        </w:rPr>
        <w:t>D.Lgs</w:t>
      </w:r>
      <w:proofErr w:type="spellEnd"/>
      <w:r w:rsidRPr="00C52572">
        <w:rPr>
          <w:rFonts w:ascii="Verdana" w:eastAsiaTheme="minorHAnsi" w:hAnsi="Verdana" w:cstheme="minorBidi"/>
          <w:sz w:val="18"/>
          <w:szCs w:val="18"/>
        </w:rPr>
        <w:t xml:space="preserve"> 196/03 (Codice in materia di protezione dei dati personali)</w:t>
      </w:r>
    </w:p>
    <w:p w14:paraId="755D9911" w14:textId="77777777" w:rsidR="00C52572" w:rsidRPr="00C52572" w:rsidRDefault="00C52572" w:rsidP="00C52572">
      <w:pPr>
        <w:rPr>
          <w:rFonts w:ascii="Verdana" w:eastAsiaTheme="minorHAnsi" w:hAnsi="Verdana" w:cstheme="minorBidi"/>
          <w:sz w:val="18"/>
          <w:szCs w:val="18"/>
        </w:rPr>
      </w:pPr>
      <w:r w:rsidRPr="00C52572">
        <w:rPr>
          <w:rFonts w:ascii="Verdana" w:eastAsiaTheme="minorHAnsi" w:hAnsi="Verdana" w:cstheme="minorBidi"/>
          <w:sz w:val="18"/>
          <w:szCs w:val="18"/>
        </w:rPr>
        <w:t>Luogo e data________________________ Firma del candidato _______________________________</w:t>
      </w:r>
    </w:p>
    <w:p w14:paraId="16781F0E" w14:textId="1F0DE965" w:rsidR="009F1456" w:rsidRPr="00C52572" w:rsidRDefault="009F1456" w:rsidP="009F1456">
      <w:pPr>
        <w:jc w:val="both"/>
        <w:rPr>
          <w:rFonts w:ascii="Verdana" w:hAnsi="Verdana" w:cstheme="minorHAnsi"/>
          <w:sz w:val="18"/>
          <w:szCs w:val="18"/>
        </w:rPr>
      </w:pPr>
    </w:p>
    <w:p w14:paraId="7FCB0A62" w14:textId="77777777" w:rsidR="00A86CF5" w:rsidRPr="00C52572" w:rsidRDefault="00A86CF5" w:rsidP="00FB4424">
      <w:pPr>
        <w:pStyle w:val="Corpotesto"/>
        <w:spacing w:after="0" w:line="360" w:lineRule="auto"/>
        <w:ind w:right="117"/>
        <w:jc w:val="both"/>
        <w:rPr>
          <w:rFonts w:ascii="Verdana" w:hAnsi="Verdana" w:cstheme="minorHAnsi"/>
          <w:spacing w:val="-1"/>
          <w:sz w:val="18"/>
          <w:szCs w:val="18"/>
        </w:rPr>
      </w:pPr>
    </w:p>
    <w:p w14:paraId="02736AFF" w14:textId="77777777" w:rsidR="00C45534" w:rsidRPr="00C52572" w:rsidRDefault="00C45534" w:rsidP="00FB4424">
      <w:pPr>
        <w:spacing w:after="0" w:line="360" w:lineRule="auto"/>
        <w:rPr>
          <w:rFonts w:ascii="Verdana" w:hAnsi="Verdana" w:cstheme="minorHAnsi"/>
          <w:sz w:val="18"/>
          <w:szCs w:val="18"/>
        </w:rPr>
      </w:pPr>
    </w:p>
    <w:sectPr w:rsidR="00C45534" w:rsidRPr="00C52572" w:rsidSect="00877DB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88D22" w14:textId="77777777" w:rsidR="0010005E" w:rsidRDefault="0010005E" w:rsidP="00EF117D">
      <w:pPr>
        <w:spacing w:after="0" w:line="240" w:lineRule="auto"/>
      </w:pPr>
      <w:r>
        <w:separator/>
      </w:r>
    </w:p>
  </w:endnote>
  <w:endnote w:type="continuationSeparator" w:id="0">
    <w:p w14:paraId="2CEF387F" w14:textId="77777777" w:rsidR="0010005E" w:rsidRDefault="0010005E" w:rsidP="00EF1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BEF56" w14:textId="77777777" w:rsidR="00CE4CFC" w:rsidRDefault="00CE4C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8687A" w14:textId="663FEA56" w:rsidR="001D017D" w:rsidRPr="001D017D" w:rsidRDefault="00F531BF" w:rsidP="001D017D">
    <w:pPr>
      <w:tabs>
        <w:tab w:val="left" w:pos="-142"/>
      </w:tabs>
      <w:autoSpaceDE w:val="0"/>
      <w:autoSpaceDN w:val="0"/>
      <w:spacing w:after="0"/>
      <w:jc w:val="center"/>
      <w:rPr>
        <w:rFonts w:ascii="Verdana" w:hAnsi="Verdana" w:cs="Tahoma"/>
        <w:iCs/>
        <w:sz w:val="14"/>
        <w:szCs w:val="14"/>
        <w:lang w:eastAsia="it-IT"/>
      </w:rPr>
    </w:pPr>
    <w:bookmarkStart w:id="0" w:name="_Hlk119503819"/>
    <w:r>
      <w:rPr>
        <w:rFonts w:ascii="Verdana" w:hAnsi="Verdana" w:cs="Tahoma"/>
        <w:iCs/>
        <w:sz w:val="14"/>
        <w:szCs w:val="14"/>
        <w:lang w:eastAsia="it-IT"/>
      </w:rPr>
      <w:t>E</w:t>
    </w:r>
    <w:r w:rsidR="001D017D" w:rsidRPr="001D017D">
      <w:rPr>
        <w:rFonts w:ascii="Verdana" w:hAnsi="Verdana" w:cs="Tahoma"/>
        <w:iCs/>
        <w:sz w:val="14"/>
        <w:szCs w:val="14"/>
        <w:lang w:eastAsia="it-IT"/>
      </w:rPr>
      <w:t>-mail: usp.bs@istruzione.it. - PEC: uspbs@postacert.istruzione.it</w:t>
    </w:r>
  </w:p>
  <w:p w14:paraId="53BCE91C" w14:textId="77777777" w:rsidR="001D017D"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Codice Univoco per la Fatturazione Elettronica: NJHY8U – C.F.: 80049150172</w:t>
    </w:r>
  </w:p>
  <w:p w14:paraId="36BCDFEE" w14:textId="737712D2" w:rsidR="00C27323" w:rsidRPr="001D017D" w:rsidRDefault="001D017D" w:rsidP="001D017D">
    <w:pPr>
      <w:tabs>
        <w:tab w:val="left" w:pos="-142"/>
      </w:tabs>
      <w:autoSpaceDE w:val="0"/>
      <w:autoSpaceDN w:val="0"/>
      <w:spacing w:after="0"/>
      <w:jc w:val="center"/>
      <w:rPr>
        <w:rFonts w:ascii="Verdana" w:hAnsi="Verdana" w:cs="Tahoma"/>
        <w:iCs/>
        <w:sz w:val="14"/>
        <w:szCs w:val="14"/>
        <w:lang w:eastAsia="it-IT"/>
      </w:rPr>
    </w:pPr>
    <w:r w:rsidRPr="001D017D">
      <w:rPr>
        <w:rFonts w:ascii="Verdana" w:hAnsi="Verdana" w:cs="Tahoma"/>
        <w:iCs/>
        <w:sz w:val="14"/>
        <w:szCs w:val="14"/>
        <w:lang w:eastAsia="it-IT"/>
      </w:rPr>
      <w:t>Sito internet: https://brescia.istruzionelombardia.gov.it/</w:t>
    </w:r>
    <w:r w:rsidRPr="001D017D">
      <w:rPr>
        <w:rFonts w:ascii="Verdana" w:hAnsi="Verdana" w:cs="Tahoma"/>
        <w:iCs/>
        <w:sz w:val="14"/>
        <w:szCs w:val="14"/>
        <w:lang w:eastAsia="it-IT"/>
      </w:rPr>
      <w:cr/>
    </w:r>
  </w:p>
  <w:bookmarkEnd w:id="0"/>
  <w:p w14:paraId="36A9F456" w14:textId="52E8B1C8" w:rsidR="00EF117D" w:rsidRPr="00AE323F" w:rsidRDefault="00EF117D" w:rsidP="00C27323">
    <w:pPr>
      <w:tabs>
        <w:tab w:val="left" w:pos="-142"/>
      </w:tabs>
      <w:autoSpaceDE w:val="0"/>
      <w:autoSpaceDN w:val="0"/>
      <w:spacing w:after="0"/>
      <w:rPr>
        <w:rFonts w:ascii="Verdana" w:hAnsi="Verdana" w:cs="Tahoma"/>
        <w:iCs/>
        <w:sz w:val="14"/>
        <w:szCs w:val="14"/>
        <w:lang w:eastAsia="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6BF1" w14:textId="77777777" w:rsidR="00CE4CFC" w:rsidRDefault="00CE4C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4D84C" w14:textId="77777777" w:rsidR="0010005E" w:rsidRDefault="0010005E" w:rsidP="00EF117D">
      <w:pPr>
        <w:spacing w:after="0" w:line="240" w:lineRule="auto"/>
      </w:pPr>
      <w:r>
        <w:separator/>
      </w:r>
    </w:p>
  </w:footnote>
  <w:footnote w:type="continuationSeparator" w:id="0">
    <w:p w14:paraId="7A57AF32" w14:textId="77777777" w:rsidR="0010005E" w:rsidRDefault="0010005E" w:rsidP="00EF1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612DD" w14:textId="77777777" w:rsidR="00CE4CFC" w:rsidRDefault="00CE4CFC">
    <w:pPr>
      <w:pStyle w:val="Intestazio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E79A" w14:textId="77777777" w:rsidR="006D0A17" w:rsidRPr="0045135A" w:rsidRDefault="006D0A17">
    <w:pPr>
      <w:pStyle w:val="Intestazione0"/>
      <w:rPr>
        <w:sz w:val="28"/>
        <w:szCs w:val="28"/>
      </w:rPr>
    </w:pPr>
  </w:p>
  <w:p w14:paraId="273FC322" w14:textId="77777777" w:rsidR="006D0A17" w:rsidRPr="0045135A" w:rsidRDefault="006D0A17" w:rsidP="006D0A17">
    <w:pPr>
      <w:pStyle w:val="Default"/>
      <w:jc w:val="center"/>
      <w:rPr>
        <w:rFonts w:ascii="Verdana" w:hAnsi="Verdana" w:cs="Arial"/>
        <w:b/>
        <w:bCs/>
        <w:color w:val="auto"/>
        <w:sz w:val="28"/>
        <w:szCs w:val="28"/>
      </w:rPr>
    </w:pPr>
  </w:p>
  <w:p w14:paraId="542DAE11" w14:textId="35A4BC6F" w:rsidR="006D0A17" w:rsidRPr="0063330E" w:rsidRDefault="006D0A17" w:rsidP="006D0A17">
    <w:pPr>
      <w:pStyle w:val="Default"/>
      <w:jc w:val="center"/>
      <w:rPr>
        <w:rFonts w:ascii="Verdana" w:hAnsi="Verdana" w:cs="Arial"/>
        <w:b/>
        <w:color w:val="auto"/>
        <w:sz w:val="28"/>
        <w:szCs w:val="28"/>
      </w:rPr>
    </w:pPr>
    <w:r w:rsidRPr="00EF117D">
      <w:rPr>
        <w:noProof/>
        <w:sz w:val="13"/>
        <w:szCs w:val="13"/>
      </w:rPr>
      <w:drawing>
        <wp:inline distT="0" distB="0" distL="0" distR="0" wp14:anchorId="6493E361" wp14:editId="1886DECD">
          <wp:extent cx="400050" cy="466725"/>
          <wp:effectExtent l="0" t="0" r="0" b="0"/>
          <wp:docPr id="3" name="Immagine 3"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r>
      <w:rPr>
        <w:sz w:val="13"/>
        <w:szCs w:val="13"/>
      </w:rPr>
      <w:br/>
    </w:r>
    <w:r w:rsidR="00F10A98" w:rsidRPr="0063330E">
      <w:rPr>
        <w:rFonts w:ascii="Verdana" w:hAnsi="Verdana" w:cs="Arial"/>
        <w:b/>
        <w:bCs/>
        <w:color w:val="auto"/>
        <w:sz w:val="28"/>
        <w:szCs w:val="28"/>
      </w:rPr>
      <w:t>Ministero dell’</w:t>
    </w:r>
    <w:r w:rsidR="00F10A98">
      <w:rPr>
        <w:rFonts w:ascii="Verdana" w:hAnsi="Verdana" w:cs="Arial"/>
        <w:b/>
        <w:bCs/>
        <w:color w:val="auto"/>
        <w:sz w:val="28"/>
        <w:szCs w:val="28"/>
      </w:rPr>
      <w:t>i</w:t>
    </w:r>
    <w:r w:rsidR="00F10A98" w:rsidRPr="0063330E">
      <w:rPr>
        <w:rFonts w:ascii="Verdana" w:hAnsi="Verdana" w:cs="Arial"/>
        <w:b/>
        <w:bCs/>
        <w:color w:val="auto"/>
        <w:sz w:val="28"/>
        <w:szCs w:val="28"/>
      </w:rPr>
      <w:t>struzione</w:t>
    </w:r>
    <w:r w:rsidR="00F10A98">
      <w:rPr>
        <w:rFonts w:ascii="Verdana" w:hAnsi="Verdana" w:cs="Arial"/>
        <w:b/>
        <w:bCs/>
        <w:color w:val="auto"/>
        <w:sz w:val="28"/>
        <w:szCs w:val="28"/>
      </w:rPr>
      <w:t xml:space="preserve"> e del merito</w:t>
    </w:r>
  </w:p>
  <w:p w14:paraId="777B9D49" w14:textId="77777777" w:rsidR="006D0A17" w:rsidRPr="0063330E" w:rsidRDefault="006D0A17" w:rsidP="006D0A17">
    <w:pPr>
      <w:pStyle w:val="Default"/>
      <w:jc w:val="center"/>
      <w:rPr>
        <w:rFonts w:ascii="Verdana" w:hAnsi="Verdana" w:cs="Arial"/>
        <w:b/>
        <w:color w:val="auto"/>
        <w:sz w:val="28"/>
        <w:szCs w:val="28"/>
      </w:rPr>
    </w:pPr>
    <w:r w:rsidRPr="0063330E">
      <w:rPr>
        <w:rFonts w:ascii="Verdana" w:hAnsi="Verdana" w:cs="Arial"/>
        <w:b/>
        <w:bCs/>
        <w:color w:val="auto"/>
        <w:sz w:val="28"/>
        <w:szCs w:val="28"/>
      </w:rPr>
      <w:t>Ufficio Scolastico Regionale per la Lombardia</w:t>
    </w:r>
  </w:p>
  <w:p w14:paraId="6EF79E38" w14:textId="77777777" w:rsidR="001D017D" w:rsidRPr="001D017D" w:rsidRDefault="001D017D" w:rsidP="001D017D">
    <w:pPr>
      <w:pStyle w:val="Intestazione0"/>
      <w:jc w:val="center"/>
      <w:rPr>
        <w:rFonts w:ascii="Verdana" w:hAnsi="Verdana"/>
        <w:sz w:val="23"/>
        <w:szCs w:val="23"/>
      </w:rPr>
    </w:pPr>
    <w:r w:rsidRPr="001D017D">
      <w:rPr>
        <w:rFonts w:ascii="Verdana" w:hAnsi="Verdana"/>
        <w:sz w:val="23"/>
        <w:szCs w:val="23"/>
      </w:rPr>
      <w:t>Ufficio IV Ambito Territoriale di Brescia</w:t>
    </w:r>
  </w:p>
  <w:p w14:paraId="35BA083B" w14:textId="25EBDBEB" w:rsidR="006D0A17" w:rsidRPr="001D017D" w:rsidRDefault="001D017D" w:rsidP="001D017D">
    <w:pPr>
      <w:pStyle w:val="Intestazione0"/>
      <w:jc w:val="center"/>
      <w:rPr>
        <w:rFonts w:ascii="Verdana" w:hAnsi="Verdana"/>
        <w:sz w:val="20"/>
        <w:szCs w:val="20"/>
      </w:rPr>
    </w:pPr>
    <w:r w:rsidRPr="001D017D">
      <w:rPr>
        <w:rFonts w:ascii="Verdana" w:hAnsi="Verdana"/>
        <w:sz w:val="20"/>
        <w:szCs w:val="20"/>
      </w:rPr>
      <w:t>Via S</w:t>
    </w:r>
    <w:r>
      <w:rPr>
        <w:rFonts w:ascii="Verdana" w:hAnsi="Verdana"/>
        <w:sz w:val="20"/>
        <w:szCs w:val="20"/>
      </w:rPr>
      <w:t>ant’</w:t>
    </w:r>
    <w:r w:rsidRPr="001D017D">
      <w:rPr>
        <w:rFonts w:ascii="Verdana" w:hAnsi="Verdana"/>
        <w:sz w:val="20"/>
        <w:szCs w:val="20"/>
      </w:rPr>
      <w:t>Antonio</w:t>
    </w:r>
    <w:r w:rsidR="00CE4CFC">
      <w:rPr>
        <w:rFonts w:ascii="Verdana" w:hAnsi="Verdana"/>
        <w:sz w:val="20"/>
        <w:szCs w:val="20"/>
      </w:rPr>
      <w:t>,</w:t>
    </w:r>
    <w:r w:rsidRPr="001D017D">
      <w:rPr>
        <w:rFonts w:ascii="Verdana" w:hAnsi="Verdana"/>
        <w:sz w:val="20"/>
        <w:szCs w:val="20"/>
      </w:rPr>
      <w:t xml:space="preserve"> 14 – CAP 25133 Brescia</w:t>
    </w:r>
    <w:r w:rsidR="007750BE">
      <w:rPr>
        <w:rFonts w:ascii="Verdana" w:hAnsi="Verdana"/>
        <w:sz w:val="20"/>
        <w:szCs w:val="20"/>
      </w:rPr>
      <w:t xml:space="preserve"> –</w:t>
    </w:r>
    <w:r w:rsidRPr="001D017D">
      <w:rPr>
        <w:rFonts w:ascii="Verdana" w:hAnsi="Verdana"/>
        <w:sz w:val="20"/>
        <w:szCs w:val="20"/>
      </w:rPr>
      <w:t xml:space="preserve"> Codice </w:t>
    </w:r>
    <w:proofErr w:type="spellStart"/>
    <w:r w:rsidRPr="001D017D">
      <w:rPr>
        <w:rFonts w:ascii="Verdana" w:hAnsi="Verdana"/>
        <w:sz w:val="20"/>
        <w:szCs w:val="20"/>
      </w:rPr>
      <w:t>Ipa</w:t>
    </w:r>
    <w:proofErr w:type="spellEnd"/>
    <w:r w:rsidRPr="001D017D">
      <w:rPr>
        <w:rFonts w:ascii="Verdana" w:hAnsi="Verdana"/>
        <w:sz w:val="20"/>
        <w:szCs w:val="20"/>
      </w:rPr>
      <w:t xml:space="preserve">: </w:t>
    </w:r>
    <w:proofErr w:type="spellStart"/>
    <w:r w:rsidRPr="001D017D">
      <w:rPr>
        <w:rFonts w:ascii="Verdana" w:hAnsi="Verdana"/>
        <w:sz w:val="20"/>
        <w:szCs w:val="20"/>
      </w:rPr>
      <w:t>m_pi</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20E8" w14:textId="77777777" w:rsidR="00CE4CFC" w:rsidRDefault="00CE4CFC">
    <w:pPr>
      <w:pStyle w:val="Intestazio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325DB9"/>
    <w:multiLevelType w:val="hybridMultilevel"/>
    <w:tmpl w:val="D9509142"/>
    <w:lvl w:ilvl="0" w:tplc="FFFFFFFF">
      <w:start w:val="1"/>
      <w:numFmt w:val="bullet"/>
      <w:pStyle w:val="Puntoelenco"/>
      <w:lvlText w:val=""/>
      <w:lvlJc w:val="left"/>
      <w:pPr>
        <w:tabs>
          <w:tab w:val="num" w:pos="170"/>
        </w:tabs>
        <w:ind w:left="170" w:hanging="17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2515A6"/>
    <w:multiLevelType w:val="hybridMultilevel"/>
    <w:tmpl w:val="F71E0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62660070">
    <w:abstractNumId w:val="0"/>
  </w:num>
  <w:num w:numId="2" w16cid:durableId="1032074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283"/>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C0"/>
    <w:rsid w:val="00061582"/>
    <w:rsid w:val="000B0653"/>
    <w:rsid w:val="000E0281"/>
    <w:rsid w:val="0010005E"/>
    <w:rsid w:val="00113424"/>
    <w:rsid w:val="0012273E"/>
    <w:rsid w:val="001302BB"/>
    <w:rsid w:val="0017567E"/>
    <w:rsid w:val="001A0F82"/>
    <w:rsid w:val="001D017D"/>
    <w:rsid w:val="001D72FB"/>
    <w:rsid w:val="002330CA"/>
    <w:rsid w:val="002655D9"/>
    <w:rsid w:val="00272476"/>
    <w:rsid w:val="00276D2D"/>
    <w:rsid w:val="002B44E1"/>
    <w:rsid w:val="002F7D6B"/>
    <w:rsid w:val="0031506B"/>
    <w:rsid w:val="0031739F"/>
    <w:rsid w:val="00322FE9"/>
    <w:rsid w:val="00352493"/>
    <w:rsid w:val="00362D8B"/>
    <w:rsid w:val="00367CC5"/>
    <w:rsid w:val="00382466"/>
    <w:rsid w:val="003B0B49"/>
    <w:rsid w:val="003B5DB9"/>
    <w:rsid w:val="004044DB"/>
    <w:rsid w:val="00422197"/>
    <w:rsid w:val="00422BD9"/>
    <w:rsid w:val="0045135A"/>
    <w:rsid w:val="00460F37"/>
    <w:rsid w:val="00491115"/>
    <w:rsid w:val="004B0DA4"/>
    <w:rsid w:val="004D2DF1"/>
    <w:rsid w:val="005077DE"/>
    <w:rsid w:val="005133F1"/>
    <w:rsid w:val="0052444C"/>
    <w:rsid w:val="005460E9"/>
    <w:rsid w:val="00585630"/>
    <w:rsid w:val="00593CDC"/>
    <w:rsid w:val="00594475"/>
    <w:rsid w:val="005E107C"/>
    <w:rsid w:val="005E7D48"/>
    <w:rsid w:val="006507A3"/>
    <w:rsid w:val="00655A75"/>
    <w:rsid w:val="00676D8E"/>
    <w:rsid w:val="006814C0"/>
    <w:rsid w:val="006B1BE0"/>
    <w:rsid w:val="006D0A17"/>
    <w:rsid w:val="006D628B"/>
    <w:rsid w:val="006F0293"/>
    <w:rsid w:val="00700708"/>
    <w:rsid w:val="0072125D"/>
    <w:rsid w:val="007750BE"/>
    <w:rsid w:val="00780A21"/>
    <w:rsid w:val="00784927"/>
    <w:rsid w:val="007A7D24"/>
    <w:rsid w:val="007B080A"/>
    <w:rsid w:val="007C2D77"/>
    <w:rsid w:val="007C2E8F"/>
    <w:rsid w:val="007D093F"/>
    <w:rsid w:val="007D32AF"/>
    <w:rsid w:val="007D48B9"/>
    <w:rsid w:val="007F10E6"/>
    <w:rsid w:val="007F430F"/>
    <w:rsid w:val="00803411"/>
    <w:rsid w:val="008468C1"/>
    <w:rsid w:val="00872D10"/>
    <w:rsid w:val="00877DB9"/>
    <w:rsid w:val="008A250C"/>
    <w:rsid w:val="008C2BED"/>
    <w:rsid w:val="00926D2C"/>
    <w:rsid w:val="00966ABF"/>
    <w:rsid w:val="009903E4"/>
    <w:rsid w:val="009939FC"/>
    <w:rsid w:val="00997171"/>
    <w:rsid w:val="009C1651"/>
    <w:rsid w:val="009D18EB"/>
    <w:rsid w:val="009E7C63"/>
    <w:rsid w:val="009F1456"/>
    <w:rsid w:val="009F5DFE"/>
    <w:rsid w:val="00A27955"/>
    <w:rsid w:val="00A310F4"/>
    <w:rsid w:val="00A63E40"/>
    <w:rsid w:val="00A74A87"/>
    <w:rsid w:val="00A86CF5"/>
    <w:rsid w:val="00A870AC"/>
    <w:rsid w:val="00AC7F4B"/>
    <w:rsid w:val="00AE323F"/>
    <w:rsid w:val="00AE63B5"/>
    <w:rsid w:val="00AF3758"/>
    <w:rsid w:val="00B012BD"/>
    <w:rsid w:val="00B65793"/>
    <w:rsid w:val="00B85EB8"/>
    <w:rsid w:val="00B87C51"/>
    <w:rsid w:val="00BA539F"/>
    <w:rsid w:val="00BA7437"/>
    <w:rsid w:val="00BB3576"/>
    <w:rsid w:val="00BB5F6D"/>
    <w:rsid w:val="00C100ED"/>
    <w:rsid w:val="00C13B72"/>
    <w:rsid w:val="00C27323"/>
    <w:rsid w:val="00C45534"/>
    <w:rsid w:val="00C463E4"/>
    <w:rsid w:val="00C52572"/>
    <w:rsid w:val="00C54B9C"/>
    <w:rsid w:val="00C866E1"/>
    <w:rsid w:val="00CA2E01"/>
    <w:rsid w:val="00CB46FB"/>
    <w:rsid w:val="00CB477C"/>
    <w:rsid w:val="00CD3F12"/>
    <w:rsid w:val="00CE4CFC"/>
    <w:rsid w:val="00D375FA"/>
    <w:rsid w:val="00D555C2"/>
    <w:rsid w:val="00D55611"/>
    <w:rsid w:val="00D63437"/>
    <w:rsid w:val="00D93034"/>
    <w:rsid w:val="00DA5CEE"/>
    <w:rsid w:val="00DC244B"/>
    <w:rsid w:val="00DC6AEF"/>
    <w:rsid w:val="00E43406"/>
    <w:rsid w:val="00E5614D"/>
    <w:rsid w:val="00E56C3E"/>
    <w:rsid w:val="00E63E2C"/>
    <w:rsid w:val="00E74AF6"/>
    <w:rsid w:val="00E81E0F"/>
    <w:rsid w:val="00E93E89"/>
    <w:rsid w:val="00EA5AB4"/>
    <w:rsid w:val="00EC07FB"/>
    <w:rsid w:val="00EF117D"/>
    <w:rsid w:val="00F07684"/>
    <w:rsid w:val="00F10A98"/>
    <w:rsid w:val="00F277C1"/>
    <w:rsid w:val="00F32245"/>
    <w:rsid w:val="00F531BF"/>
    <w:rsid w:val="00F710A1"/>
    <w:rsid w:val="00F759DC"/>
    <w:rsid w:val="00F9529A"/>
    <w:rsid w:val="00FB4424"/>
    <w:rsid w:val="00FE33B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699B0"/>
  <w15:docId w15:val="{4720EF12-F0B9-4DBD-A921-12295A0B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
    <w:name w:val="destinatari"/>
    <w:basedOn w:val="Normale"/>
    <w:rsid w:val="00491115"/>
    <w:pPr>
      <w:spacing w:after="120" w:line="240" w:lineRule="auto"/>
      <w:ind w:left="5103"/>
    </w:pPr>
    <w:rPr>
      <w:rFonts w:ascii="Tahoma" w:eastAsia="Times New Roman" w:hAnsi="Tahoma"/>
      <w:color w:val="000000"/>
      <w:sz w:val="20"/>
    </w:rPr>
  </w:style>
  <w:style w:type="paragraph" w:customStyle="1" w:styleId="intestazione">
    <w:name w:val="intestazione"/>
    <w:basedOn w:val="Normale"/>
    <w:qFormat/>
    <w:rsid w:val="00491115"/>
    <w:pPr>
      <w:spacing w:after="840" w:line="264" w:lineRule="auto"/>
      <w:jc w:val="center"/>
    </w:pPr>
    <w:rPr>
      <w:rFonts w:ascii="Verdana" w:eastAsia="Times New Roman" w:hAnsi="Verdana"/>
      <w:color w:val="000000"/>
      <w:sz w:val="18"/>
    </w:rPr>
  </w:style>
  <w:style w:type="paragraph" w:customStyle="1" w:styleId="Default">
    <w:name w:val="Default"/>
    <w:basedOn w:val="Normale"/>
    <w:rsid w:val="00491115"/>
    <w:pPr>
      <w:autoSpaceDE w:val="0"/>
      <w:autoSpaceDN w:val="0"/>
      <w:spacing w:after="0" w:line="240" w:lineRule="auto"/>
    </w:pPr>
    <w:rPr>
      <w:rFonts w:ascii="Times New Roman" w:hAnsi="Times New Roman"/>
      <w:color w:val="000000"/>
      <w:sz w:val="24"/>
      <w:szCs w:val="24"/>
      <w:lang w:eastAsia="it-IT"/>
    </w:rPr>
  </w:style>
  <w:style w:type="paragraph" w:styleId="Firma">
    <w:name w:val="Signature"/>
    <w:basedOn w:val="Normale"/>
    <w:link w:val="FirmaCarattere"/>
    <w:rsid w:val="00FE33BE"/>
    <w:pPr>
      <w:spacing w:before="600" w:after="480" w:line="288" w:lineRule="auto"/>
      <w:ind w:left="5103"/>
    </w:pPr>
    <w:rPr>
      <w:rFonts w:ascii="Tahoma" w:eastAsia="Times New Roman" w:hAnsi="Tahoma"/>
      <w:color w:val="000000"/>
    </w:rPr>
  </w:style>
  <w:style w:type="character" w:customStyle="1" w:styleId="FirmaCarattere">
    <w:name w:val="Firma Carattere"/>
    <w:link w:val="Firma"/>
    <w:rsid w:val="00FE33BE"/>
    <w:rPr>
      <w:rFonts w:ascii="Tahoma" w:eastAsia="Times New Roman" w:hAnsi="Tahoma" w:cs="Times New Roman"/>
      <w:color w:val="000000"/>
    </w:rPr>
  </w:style>
  <w:style w:type="paragraph" w:styleId="Puntoelenco">
    <w:name w:val="List Bullet"/>
    <w:basedOn w:val="Normale"/>
    <w:rsid w:val="000B0653"/>
    <w:pPr>
      <w:numPr>
        <w:numId w:val="1"/>
      </w:numPr>
      <w:spacing w:before="60" w:after="120" w:line="252" w:lineRule="auto"/>
      <w:ind w:left="641" w:hanging="357"/>
    </w:pPr>
    <w:rPr>
      <w:rFonts w:ascii="Tahoma" w:eastAsia="Times New Roman" w:hAnsi="Tahoma"/>
      <w:color w:val="000000"/>
    </w:rPr>
  </w:style>
  <w:style w:type="paragraph" w:customStyle="1" w:styleId="sottosigla">
    <w:name w:val="sottosigla"/>
    <w:basedOn w:val="Normale"/>
    <w:rsid w:val="000B0653"/>
    <w:pPr>
      <w:spacing w:before="60" w:after="120" w:line="264" w:lineRule="auto"/>
    </w:pPr>
    <w:rPr>
      <w:rFonts w:ascii="Tahoma" w:eastAsia="Times New Roman" w:hAnsi="Tahoma"/>
      <w:color w:val="505050"/>
      <w:sz w:val="16"/>
      <w:szCs w:val="20"/>
      <w:lang w:val="en-US"/>
    </w:rPr>
  </w:style>
  <w:style w:type="paragraph" w:styleId="Intestazione0">
    <w:name w:val="header"/>
    <w:basedOn w:val="Normale"/>
    <w:link w:val="IntestazioneCarattere"/>
    <w:uiPriority w:val="99"/>
    <w:unhideWhenUsed/>
    <w:rsid w:val="00EF117D"/>
    <w:pPr>
      <w:tabs>
        <w:tab w:val="center" w:pos="4819"/>
        <w:tab w:val="right" w:pos="9638"/>
      </w:tabs>
      <w:spacing w:after="0" w:line="240" w:lineRule="auto"/>
    </w:pPr>
  </w:style>
  <w:style w:type="character" w:customStyle="1" w:styleId="IntestazioneCarattere">
    <w:name w:val="Intestazione Carattere"/>
    <w:basedOn w:val="Carpredefinitoparagrafo"/>
    <w:link w:val="Intestazione0"/>
    <w:uiPriority w:val="99"/>
    <w:rsid w:val="00EF117D"/>
  </w:style>
  <w:style w:type="paragraph" w:styleId="Pidipagina">
    <w:name w:val="footer"/>
    <w:basedOn w:val="Normale"/>
    <w:link w:val="PidipaginaCarattere"/>
    <w:uiPriority w:val="99"/>
    <w:unhideWhenUsed/>
    <w:rsid w:val="00EF117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F117D"/>
  </w:style>
  <w:style w:type="character" w:styleId="Collegamentoipertestuale">
    <w:name w:val="Hyperlink"/>
    <w:uiPriority w:val="99"/>
    <w:rsid w:val="00EF117D"/>
    <w:rPr>
      <w:color w:val="0000FF"/>
      <w:u w:val="single"/>
    </w:rPr>
  </w:style>
  <w:style w:type="character" w:customStyle="1" w:styleId="Menzionenonrisolta1">
    <w:name w:val="Menzione non risolta1"/>
    <w:basedOn w:val="Carpredefinitoparagrafo"/>
    <w:uiPriority w:val="99"/>
    <w:semiHidden/>
    <w:unhideWhenUsed/>
    <w:rsid w:val="00352493"/>
    <w:rPr>
      <w:color w:val="605E5C"/>
      <w:shd w:val="clear" w:color="auto" w:fill="E1DFDD"/>
    </w:rPr>
  </w:style>
  <w:style w:type="paragraph" w:styleId="Testofumetto">
    <w:name w:val="Balloon Text"/>
    <w:basedOn w:val="Normale"/>
    <w:link w:val="TestofumettoCarattere"/>
    <w:uiPriority w:val="99"/>
    <w:semiHidden/>
    <w:unhideWhenUsed/>
    <w:rsid w:val="00EA5A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5AB4"/>
    <w:rPr>
      <w:rFonts w:ascii="Tahoma" w:hAnsi="Tahoma" w:cs="Tahoma"/>
      <w:sz w:val="16"/>
      <w:szCs w:val="16"/>
      <w:lang w:eastAsia="en-US"/>
    </w:rPr>
  </w:style>
  <w:style w:type="character" w:styleId="Menzionenonrisolta">
    <w:name w:val="Unresolved Mention"/>
    <w:basedOn w:val="Carpredefinitoparagrafo"/>
    <w:uiPriority w:val="99"/>
    <w:semiHidden/>
    <w:unhideWhenUsed/>
    <w:rsid w:val="0031739F"/>
    <w:rPr>
      <w:color w:val="605E5C"/>
      <w:shd w:val="clear" w:color="auto" w:fill="E1DFDD"/>
    </w:rPr>
  </w:style>
  <w:style w:type="table" w:styleId="Grigliatabella">
    <w:name w:val="Table Grid"/>
    <w:basedOn w:val="Tabellanormale"/>
    <w:uiPriority w:val="39"/>
    <w:rsid w:val="00061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A86CF5"/>
    <w:pPr>
      <w:suppressAutoHyphens/>
      <w:spacing w:after="140" w:line="276" w:lineRule="auto"/>
    </w:pPr>
    <w:rPr>
      <w:rFonts w:asciiTheme="minorHAnsi" w:eastAsiaTheme="minorHAnsi" w:hAnsiTheme="minorHAnsi"/>
    </w:rPr>
  </w:style>
  <w:style w:type="character" w:customStyle="1" w:styleId="CorpotestoCarattere">
    <w:name w:val="Corpo testo Carattere"/>
    <w:basedOn w:val="Carpredefinitoparagrafo"/>
    <w:link w:val="Corpotesto"/>
    <w:rsid w:val="00A86CF5"/>
    <w:rPr>
      <w:rFonts w:asciiTheme="minorHAnsi" w:eastAsiaTheme="minorHAnsi" w:hAnsiTheme="minorHAnsi"/>
      <w:sz w:val="22"/>
      <w:szCs w:val="22"/>
      <w:lang w:eastAsia="en-US"/>
    </w:rPr>
  </w:style>
  <w:style w:type="table" w:customStyle="1" w:styleId="Grigliatabella1">
    <w:name w:val="Griglia tabella1"/>
    <w:basedOn w:val="Tabellanormale"/>
    <w:next w:val="Grigliatabella"/>
    <w:uiPriority w:val="39"/>
    <w:rsid w:val="00C5257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090338">
      <w:bodyDiv w:val="1"/>
      <w:marLeft w:val="0"/>
      <w:marRight w:val="0"/>
      <w:marTop w:val="0"/>
      <w:marBottom w:val="0"/>
      <w:divBdr>
        <w:top w:val="none" w:sz="0" w:space="0" w:color="auto"/>
        <w:left w:val="none" w:sz="0" w:space="0" w:color="auto"/>
        <w:bottom w:val="none" w:sz="0" w:space="0" w:color="auto"/>
        <w:right w:val="none" w:sz="0" w:space="0" w:color="auto"/>
      </w:divBdr>
    </w:div>
    <w:div w:id="1034886975">
      <w:bodyDiv w:val="1"/>
      <w:marLeft w:val="0"/>
      <w:marRight w:val="0"/>
      <w:marTop w:val="0"/>
      <w:marBottom w:val="0"/>
      <w:divBdr>
        <w:top w:val="none" w:sz="0" w:space="0" w:color="auto"/>
        <w:left w:val="none" w:sz="0" w:space="0" w:color="auto"/>
        <w:bottom w:val="none" w:sz="0" w:space="0" w:color="auto"/>
        <w:right w:val="none" w:sz="0" w:space="0" w:color="auto"/>
      </w:divBdr>
    </w:div>
    <w:div w:id="1396049595">
      <w:bodyDiv w:val="1"/>
      <w:marLeft w:val="0"/>
      <w:marRight w:val="0"/>
      <w:marTop w:val="0"/>
      <w:marBottom w:val="0"/>
      <w:divBdr>
        <w:top w:val="none" w:sz="0" w:space="0" w:color="auto"/>
        <w:left w:val="none" w:sz="0" w:space="0" w:color="auto"/>
        <w:bottom w:val="none" w:sz="0" w:space="0" w:color="auto"/>
        <w:right w:val="none" w:sz="0" w:space="0" w:color="auto"/>
      </w:divBdr>
    </w:div>
    <w:div w:id="18443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minedocenti.bs@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6599\Downloads\Modello%20Note%20Direzione%20Generale%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1A4E6FEA304000A7A1643AE5A33169"/>
        <w:category>
          <w:name w:val="Generale"/>
          <w:gallery w:val="placeholder"/>
        </w:category>
        <w:types>
          <w:type w:val="bbPlcHdr"/>
        </w:types>
        <w:behaviors>
          <w:behavior w:val="content"/>
        </w:behaviors>
        <w:guid w:val="{A455223A-AC2A-464F-80CE-14654DF6213B}"/>
      </w:docPartPr>
      <w:docPartBody>
        <w:p w:rsidR="00724BBE" w:rsidRDefault="00724BBE" w:rsidP="00724BBE">
          <w:pPr>
            <w:pStyle w:val="651A4E6FEA304000A7A1643AE5A33169"/>
          </w:pPr>
          <w:r w:rsidRPr="00FA15BC">
            <w:rPr>
              <w:rStyle w:val="Testosegnaposto"/>
            </w:rPr>
            <w:t>Scegliere un elemento.</w:t>
          </w:r>
        </w:p>
      </w:docPartBody>
    </w:docPart>
    <w:docPart>
      <w:docPartPr>
        <w:name w:val="38D251B29DB844DF90358B5398F52D15"/>
        <w:category>
          <w:name w:val="Generale"/>
          <w:gallery w:val="placeholder"/>
        </w:category>
        <w:types>
          <w:type w:val="bbPlcHdr"/>
        </w:types>
        <w:behaviors>
          <w:behavior w:val="content"/>
        </w:behaviors>
        <w:guid w:val="{D63C55E2-9B1E-4AC4-95A6-A87D4B7DE51B}"/>
      </w:docPartPr>
      <w:docPartBody>
        <w:p w:rsidR="00724BBE" w:rsidRDefault="00724BBE" w:rsidP="00724BBE">
          <w:pPr>
            <w:pStyle w:val="38D251B29DB844DF90358B5398F52D15"/>
          </w:pPr>
          <w:r w:rsidRPr="00FA15BC">
            <w:rPr>
              <w:rStyle w:val="Testosegnaposto"/>
            </w:rPr>
            <w:t>Scegliere un elemento.</w:t>
          </w:r>
        </w:p>
      </w:docPartBody>
    </w:docPart>
    <w:docPart>
      <w:docPartPr>
        <w:name w:val="B0FFD3D8646C43DE8040A61487C747BF"/>
        <w:category>
          <w:name w:val="Generale"/>
          <w:gallery w:val="placeholder"/>
        </w:category>
        <w:types>
          <w:type w:val="bbPlcHdr"/>
        </w:types>
        <w:behaviors>
          <w:behavior w:val="content"/>
        </w:behaviors>
        <w:guid w:val="{0626D124-7325-464C-B39F-EA11C79F6231}"/>
      </w:docPartPr>
      <w:docPartBody>
        <w:p w:rsidR="00724BBE" w:rsidRDefault="00724BBE" w:rsidP="00724BBE">
          <w:pPr>
            <w:pStyle w:val="B0FFD3D8646C43DE8040A61487C747BF"/>
          </w:pPr>
          <w:r w:rsidRPr="00FA15BC">
            <w:rPr>
              <w:rStyle w:val="Testosegnaposto"/>
            </w:rPr>
            <w:t>Scegliere un elemento.</w:t>
          </w:r>
        </w:p>
      </w:docPartBody>
    </w:docPart>
    <w:docPart>
      <w:docPartPr>
        <w:name w:val="C19B6E81288F48F099DCFAA4B98AF578"/>
        <w:category>
          <w:name w:val="Generale"/>
          <w:gallery w:val="placeholder"/>
        </w:category>
        <w:types>
          <w:type w:val="bbPlcHdr"/>
        </w:types>
        <w:behaviors>
          <w:behavior w:val="content"/>
        </w:behaviors>
        <w:guid w:val="{5863C8B5-35E2-485C-8D29-DA62C0495DA0}"/>
      </w:docPartPr>
      <w:docPartBody>
        <w:p w:rsidR="00724BBE" w:rsidRDefault="00724BBE" w:rsidP="00724BBE">
          <w:pPr>
            <w:pStyle w:val="C19B6E81288F48F099DCFAA4B98AF578"/>
          </w:pPr>
          <w:r w:rsidRPr="00FA15BC">
            <w:rPr>
              <w:rStyle w:val="Testosegnaposto"/>
            </w:rPr>
            <w:t>Scegliere un elemento.</w:t>
          </w:r>
        </w:p>
      </w:docPartBody>
    </w:docPart>
    <w:docPart>
      <w:docPartPr>
        <w:name w:val="5FB14A1B9145413DA6D5A68179B5A9A7"/>
        <w:category>
          <w:name w:val="Generale"/>
          <w:gallery w:val="placeholder"/>
        </w:category>
        <w:types>
          <w:type w:val="bbPlcHdr"/>
        </w:types>
        <w:behaviors>
          <w:behavior w:val="content"/>
        </w:behaviors>
        <w:guid w:val="{F0B2C8FC-D3D8-4965-888D-615CAABC6034}"/>
      </w:docPartPr>
      <w:docPartBody>
        <w:p w:rsidR="00724BBE" w:rsidRDefault="00724BBE" w:rsidP="00724BBE">
          <w:pPr>
            <w:pStyle w:val="5FB14A1B9145413DA6D5A68179B5A9A7"/>
          </w:pPr>
          <w:r w:rsidRPr="00FA15BC">
            <w:rPr>
              <w:rStyle w:val="Testosegnaposto"/>
            </w:rPr>
            <w:t>Scegliere un elemento.</w:t>
          </w:r>
        </w:p>
      </w:docPartBody>
    </w:docPart>
    <w:docPart>
      <w:docPartPr>
        <w:name w:val="2A607F69BE1F4FB6BF7276870CF98C5B"/>
        <w:category>
          <w:name w:val="Generale"/>
          <w:gallery w:val="placeholder"/>
        </w:category>
        <w:types>
          <w:type w:val="bbPlcHdr"/>
        </w:types>
        <w:behaviors>
          <w:behavior w:val="content"/>
        </w:behaviors>
        <w:guid w:val="{4299E549-ECCC-4035-9406-977965E7D69A}"/>
      </w:docPartPr>
      <w:docPartBody>
        <w:p w:rsidR="00724BBE" w:rsidRDefault="00724BBE" w:rsidP="00724BBE">
          <w:pPr>
            <w:pStyle w:val="2A607F69BE1F4FB6BF7276870CF98C5B"/>
          </w:pPr>
          <w:r w:rsidRPr="00FA15BC">
            <w:rPr>
              <w:rStyle w:val="Testosegnaposto"/>
            </w:rPr>
            <w:t>Scegliere un elemento.</w:t>
          </w:r>
        </w:p>
      </w:docPartBody>
    </w:docPart>
    <w:docPart>
      <w:docPartPr>
        <w:name w:val="FC929731FBF146298B748671FF180D57"/>
        <w:category>
          <w:name w:val="Generale"/>
          <w:gallery w:val="placeholder"/>
        </w:category>
        <w:types>
          <w:type w:val="bbPlcHdr"/>
        </w:types>
        <w:behaviors>
          <w:behavior w:val="content"/>
        </w:behaviors>
        <w:guid w:val="{021945B4-0684-4C69-B85B-71C8240D0624}"/>
      </w:docPartPr>
      <w:docPartBody>
        <w:p w:rsidR="00724BBE" w:rsidRDefault="00724BBE" w:rsidP="00724BBE">
          <w:pPr>
            <w:pStyle w:val="FC929731FBF146298B748671FF180D57"/>
          </w:pPr>
          <w:r w:rsidRPr="00FA15BC">
            <w:rPr>
              <w:rStyle w:val="Testosegnaposto"/>
            </w:rPr>
            <w:t>Scegliere un elemento.</w:t>
          </w:r>
        </w:p>
      </w:docPartBody>
    </w:docPart>
    <w:docPart>
      <w:docPartPr>
        <w:name w:val="6DE5AB1776594620B126F22BDDB87EEF"/>
        <w:category>
          <w:name w:val="Generale"/>
          <w:gallery w:val="placeholder"/>
        </w:category>
        <w:types>
          <w:type w:val="bbPlcHdr"/>
        </w:types>
        <w:behaviors>
          <w:behavior w:val="content"/>
        </w:behaviors>
        <w:guid w:val="{2C6F5EBA-BD4C-4509-ABA2-3DC65FC13055}"/>
      </w:docPartPr>
      <w:docPartBody>
        <w:p w:rsidR="00724BBE" w:rsidRDefault="00724BBE" w:rsidP="00724BBE">
          <w:pPr>
            <w:pStyle w:val="6DE5AB1776594620B126F22BDDB87EEF"/>
          </w:pPr>
          <w:r w:rsidRPr="00FA15BC">
            <w:rPr>
              <w:rStyle w:val="Testosegnaposto"/>
            </w:rPr>
            <w:t>Scegliere un elemento.</w:t>
          </w:r>
        </w:p>
      </w:docPartBody>
    </w:docPart>
    <w:docPart>
      <w:docPartPr>
        <w:name w:val="BB5064B266384864B981781E068391F2"/>
        <w:category>
          <w:name w:val="Generale"/>
          <w:gallery w:val="placeholder"/>
        </w:category>
        <w:types>
          <w:type w:val="bbPlcHdr"/>
        </w:types>
        <w:behaviors>
          <w:behavior w:val="content"/>
        </w:behaviors>
        <w:guid w:val="{DF985583-F3B8-4CCD-BF10-AD5137F76563}"/>
      </w:docPartPr>
      <w:docPartBody>
        <w:p w:rsidR="00724BBE" w:rsidRDefault="00724BBE" w:rsidP="00724BBE">
          <w:pPr>
            <w:pStyle w:val="BB5064B266384864B981781E068391F2"/>
          </w:pPr>
          <w:r w:rsidRPr="00FA15BC">
            <w:rPr>
              <w:rStyle w:val="Testosegnaposto"/>
            </w:rPr>
            <w:t>Scegliere un elemento.</w:t>
          </w:r>
        </w:p>
      </w:docPartBody>
    </w:docPart>
    <w:docPart>
      <w:docPartPr>
        <w:name w:val="6E12A0EC5B58411880F691DB89D69403"/>
        <w:category>
          <w:name w:val="Generale"/>
          <w:gallery w:val="placeholder"/>
        </w:category>
        <w:types>
          <w:type w:val="bbPlcHdr"/>
        </w:types>
        <w:behaviors>
          <w:behavior w:val="content"/>
        </w:behaviors>
        <w:guid w:val="{BC44CE50-9374-4540-A59A-58F1C7AC9760}"/>
      </w:docPartPr>
      <w:docPartBody>
        <w:p w:rsidR="00724BBE" w:rsidRDefault="00724BBE" w:rsidP="00724BBE">
          <w:pPr>
            <w:pStyle w:val="6E12A0EC5B58411880F691DB89D69403"/>
          </w:pPr>
          <w:r w:rsidRPr="00FA15BC">
            <w:rPr>
              <w:rStyle w:val="Testosegnaposto"/>
            </w:rPr>
            <w:t>Scegliere un elemento.</w:t>
          </w:r>
        </w:p>
      </w:docPartBody>
    </w:docPart>
    <w:docPart>
      <w:docPartPr>
        <w:name w:val="34AC234415424A759DFB289A049E5686"/>
        <w:category>
          <w:name w:val="Generale"/>
          <w:gallery w:val="placeholder"/>
        </w:category>
        <w:types>
          <w:type w:val="bbPlcHdr"/>
        </w:types>
        <w:behaviors>
          <w:behavior w:val="content"/>
        </w:behaviors>
        <w:guid w:val="{52B65F2D-1C8B-4F56-B986-B93D11CA13DE}"/>
      </w:docPartPr>
      <w:docPartBody>
        <w:p w:rsidR="00724BBE" w:rsidRDefault="00724BBE" w:rsidP="00724BBE">
          <w:pPr>
            <w:pStyle w:val="34AC234415424A759DFB289A049E5686"/>
          </w:pPr>
          <w:r w:rsidRPr="00FA15BC">
            <w:rPr>
              <w:rStyle w:val="Testosegnaposto"/>
            </w:rPr>
            <w:t>Scegliere un elemento.</w:t>
          </w:r>
        </w:p>
      </w:docPartBody>
    </w:docPart>
    <w:docPart>
      <w:docPartPr>
        <w:name w:val="02957815B41C4B34978CB4285D6DD10D"/>
        <w:category>
          <w:name w:val="Generale"/>
          <w:gallery w:val="placeholder"/>
        </w:category>
        <w:types>
          <w:type w:val="bbPlcHdr"/>
        </w:types>
        <w:behaviors>
          <w:behavior w:val="content"/>
        </w:behaviors>
        <w:guid w:val="{CCAC2A2F-3B85-4DB9-9E84-B6E0C0BFA202}"/>
      </w:docPartPr>
      <w:docPartBody>
        <w:p w:rsidR="00724BBE" w:rsidRDefault="00724BBE" w:rsidP="00724BBE">
          <w:pPr>
            <w:pStyle w:val="02957815B41C4B34978CB4285D6DD10D"/>
          </w:pPr>
          <w:r w:rsidRPr="00FA15BC">
            <w:rPr>
              <w:rStyle w:val="Testosegnaposto"/>
            </w:rPr>
            <w:t>Scegliere un elemento.</w:t>
          </w:r>
        </w:p>
      </w:docPartBody>
    </w:docPart>
    <w:docPart>
      <w:docPartPr>
        <w:name w:val="6430ECCAB98348B48A65EC89E6E38DE1"/>
        <w:category>
          <w:name w:val="Generale"/>
          <w:gallery w:val="placeholder"/>
        </w:category>
        <w:types>
          <w:type w:val="bbPlcHdr"/>
        </w:types>
        <w:behaviors>
          <w:behavior w:val="content"/>
        </w:behaviors>
        <w:guid w:val="{B274CB46-ECBE-43E2-B7AE-39A1541613B4}"/>
      </w:docPartPr>
      <w:docPartBody>
        <w:p w:rsidR="00724BBE" w:rsidRDefault="00724BBE" w:rsidP="00724BBE">
          <w:pPr>
            <w:pStyle w:val="6430ECCAB98348B48A65EC89E6E38DE1"/>
          </w:pPr>
          <w:r w:rsidRPr="00FA15BC">
            <w:rPr>
              <w:rStyle w:val="Testosegnaposto"/>
            </w:rPr>
            <w:t>Scegliere un elemento.</w:t>
          </w:r>
        </w:p>
      </w:docPartBody>
    </w:docPart>
    <w:docPart>
      <w:docPartPr>
        <w:name w:val="3E64910369C24ED4B9918FD4FC5B28BD"/>
        <w:category>
          <w:name w:val="Generale"/>
          <w:gallery w:val="placeholder"/>
        </w:category>
        <w:types>
          <w:type w:val="bbPlcHdr"/>
        </w:types>
        <w:behaviors>
          <w:behavior w:val="content"/>
        </w:behaviors>
        <w:guid w:val="{A2675BF3-13B8-4513-8D67-05BAE96F5132}"/>
      </w:docPartPr>
      <w:docPartBody>
        <w:p w:rsidR="00724BBE" w:rsidRDefault="00724BBE" w:rsidP="00724BBE">
          <w:pPr>
            <w:pStyle w:val="3E64910369C24ED4B9918FD4FC5B28BD"/>
          </w:pPr>
          <w:r w:rsidRPr="00FA15BC">
            <w:rPr>
              <w:rStyle w:val="Testosegnaposto"/>
            </w:rPr>
            <w:t>Scegliere un elemento.</w:t>
          </w:r>
        </w:p>
      </w:docPartBody>
    </w:docPart>
    <w:docPart>
      <w:docPartPr>
        <w:name w:val="F770D78BD03442EA8504E5A2AE406244"/>
        <w:category>
          <w:name w:val="Generale"/>
          <w:gallery w:val="placeholder"/>
        </w:category>
        <w:types>
          <w:type w:val="bbPlcHdr"/>
        </w:types>
        <w:behaviors>
          <w:behavior w:val="content"/>
        </w:behaviors>
        <w:guid w:val="{6F2ABFB5-B254-4325-A12E-8EEBB4F79674}"/>
      </w:docPartPr>
      <w:docPartBody>
        <w:p w:rsidR="00724BBE" w:rsidRDefault="00724BBE" w:rsidP="00724BBE">
          <w:pPr>
            <w:pStyle w:val="F770D78BD03442EA8504E5A2AE406244"/>
          </w:pPr>
          <w:r w:rsidRPr="00FA15BC">
            <w:rPr>
              <w:rStyle w:val="Testosegnaposto"/>
            </w:rPr>
            <w:t>Scegliere un elemento.</w:t>
          </w:r>
        </w:p>
      </w:docPartBody>
    </w:docPart>
    <w:docPart>
      <w:docPartPr>
        <w:name w:val="D395E0BFED914075B6572F952845BCCF"/>
        <w:category>
          <w:name w:val="Generale"/>
          <w:gallery w:val="placeholder"/>
        </w:category>
        <w:types>
          <w:type w:val="bbPlcHdr"/>
        </w:types>
        <w:behaviors>
          <w:behavior w:val="content"/>
        </w:behaviors>
        <w:guid w:val="{BAEDA4A8-A060-4606-9FD1-243A9D94FE2E}"/>
      </w:docPartPr>
      <w:docPartBody>
        <w:p w:rsidR="00724BBE" w:rsidRDefault="00724BBE" w:rsidP="00724BBE">
          <w:pPr>
            <w:pStyle w:val="D395E0BFED914075B6572F952845BCCF"/>
          </w:pPr>
          <w:r w:rsidRPr="00FA15BC">
            <w:rPr>
              <w:rStyle w:val="Testosegnaposto"/>
            </w:rPr>
            <w:t>Scegliere un elemento.</w:t>
          </w:r>
        </w:p>
      </w:docPartBody>
    </w:docPart>
    <w:docPart>
      <w:docPartPr>
        <w:name w:val="D2C918A0C14645F3A3F25F236B081C22"/>
        <w:category>
          <w:name w:val="Generale"/>
          <w:gallery w:val="placeholder"/>
        </w:category>
        <w:types>
          <w:type w:val="bbPlcHdr"/>
        </w:types>
        <w:behaviors>
          <w:behavior w:val="content"/>
        </w:behaviors>
        <w:guid w:val="{FDAB087A-67C3-401D-986E-FF9626D0C92F}"/>
      </w:docPartPr>
      <w:docPartBody>
        <w:p w:rsidR="00724BBE" w:rsidRDefault="00724BBE" w:rsidP="00724BBE">
          <w:pPr>
            <w:pStyle w:val="D2C918A0C14645F3A3F25F236B081C22"/>
          </w:pPr>
          <w:r w:rsidRPr="00FA15BC">
            <w:rPr>
              <w:rStyle w:val="Testosegnaposto"/>
            </w:rPr>
            <w:t>Scegliere un elemento.</w:t>
          </w:r>
        </w:p>
      </w:docPartBody>
    </w:docPart>
    <w:docPart>
      <w:docPartPr>
        <w:name w:val="4FB091711DC84658924A3C4A3F40EB37"/>
        <w:category>
          <w:name w:val="Generale"/>
          <w:gallery w:val="placeholder"/>
        </w:category>
        <w:types>
          <w:type w:val="bbPlcHdr"/>
        </w:types>
        <w:behaviors>
          <w:behavior w:val="content"/>
        </w:behaviors>
        <w:guid w:val="{469B1488-B355-4027-A664-CD4623334945}"/>
      </w:docPartPr>
      <w:docPartBody>
        <w:p w:rsidR="00724BBE" w:rsidRDefault="00724BBE" w:rsidP="00724BBE">
          <w:pPr>
            <w:pStyle w:val="4FB091711DC84658924A3C4A3F40EB37"/>
          </w:pPr>
          <w:r w:rsidRPr="00FA15BC">
            <w:rPr>
              <w:rStyle w:val="Testosegnaposto"/>
            </w:rPr>
            <w:t>Scegliere un elemento.</w:t>
          </w:r>
        </w:p>
      </w:docPartBody>
    </w:docPart>
    <w:docPart>
      <w:docPartPr>
        <w:name w:val="AF2D6B2A37B04243A4968B12B2BEE6AF"/>
        <w:category>
          <w:name w:val="Generale"/>
          <w:gallery w:val="placeholder"/>
        </w:category>
        <w:types>
          <w:type w:val="bbPlcHdr"/>
        </w:types>
        <w:behaviors>
          <w:behavior w:val="content"/>
        </w:behaviors>
        <w:guid w:val="{5E54C48B-2358-443C-949B-090296800164}"/>
      </w:docPartPr>
      <w:docPartBody>
        <w:p w:rsidR="00724BBE" w:rsidRDefault="00724BBE" w:rsidP="00724BBE">
          <w:pPr>
            <w:pStyle w:val="AF2D6B2A37B04243A4968B12B2BEE6AF"/>
          </w:pPr>
          <w:r w:rsidRPr="00FA15BC">
            <w:rPr>
              <w:rStyle w:val="Testosegnaposto"/>
            </w:rPr>
            <w:t>Scegliere un elemento.</w:t>
          </w:r>
        </w:p>
      </w:docPartBody>
    </w:docPart>
    <w:docPart>
      <w:docPartPr>
        <w:name w:val="5913207B17654C87B0EC54F75F546265"/>
        <w:category>
          <w:name w:val="Generale"/>
          <w:gallery w:val="placeholder"/>
        </w:category>
        <w:types>
          <w:type w:val="bbPlcHdr"/>
        </w:types>
        <w:behaviors>
          <w:behavior w:val="content"/>
        </w:behaviors>
        <w:guid w:val="{6CBC8FF7-87CD-4F50-800E-A4CDF363A12C}"/>
      </w:docPartPr>
      <w:docPartBody>
        <w:p w:rsidR="00724BBE" w:rsidRDefault="00724BBE" w:rsidP="00724BBE">
          <w:pPr>
            <w:pStyle w:val="5913207B17654C87B0EC54F75F546265"/>
          </w:pPr>
          <w:r w:rsidRPr="00FA15BC">
            <w:rPr>
              <w:rStyle w:val="Testosegnaposto"/>
            </w:rPr>
            <w:t>Scegliere un elemento.</w:t>
          </w:r>
        </w:p>
      </w:docPartBody>
    </w:docPart>
    <w:docPart>
      <w:docPartPr>
        <w:name w:val="63F3F2FF651E41978BB567EE458CEBDF"/>
        <w:category>
          <w:name w:val="Generale"/>
          <w:gallery w:val="placeholder"/>
        </w:category>
        <w:types>
          <w:type w:val="bbPlcHdr"/>
        </w:types>
        <w:behaviors>
          <w:behavior w:val="content"/>
        </w:behaviors>
        <w:guid w:val="{28BC4665-C12A-4F96-AB85-D1BB751F14F1}"/>
      </w:docPartPr>
      <w:docPartBody>
        <w:p w:rsidR="00724BBE" w:rsidRDefault="00724BBE" w:rsidP="00724BBE">
          <w:pPr>
            <w:pStyle w:val="63F3F2FF651E41978BB567EE458CEBDF"/>
          </w:pPr>
          <w:r w:rsidRPr="00FA15BC">
            <w:rPr>
              <w:rStyle w:val="Testosegnaposto"/>
            </w:rPr>
            <w:t>Scegliere un elemento.</w:t>
          </w:r>
        </w:p>
      </w:docPartBody>
    </w:docPart>
    <w:docPart>
      <w:docPartPr>
        <w:name w:val="FBA9B9E80FF84AADA0ADC362684C9CBC"/>
        <w:category>
          <w:name w:val="Generale"/>
          <w:gallery w:val="placeholder"/>
        </w:category>
        <w:types>
          <w:type w:val="bbPlcHdr"/>
        </w:types>
        <w:behaviors>
          <w:behavior w:val="content"/>
        </w:behaviors>
        <w:guid w:val="{08CAB106-1BE2-4D27-A4DB-B71E47FBAFB1}"/>
      </w:docPartPr>
      <w:docPartBody>
        <w:p w:rsidR="00724BBE" w:rsidRDefault="00724BBE" w:rsidP="00724BBE">
          <w:pPr>
            <w:pStyle w:val="FBA9B9E80FF84AADA0ADC362684C9CBC"/>
          </w:pPr>
          <w:r w:rsidRPr="00FA15BC">
            <w:rPr>
              <w:rStyle w:val="Testosegnaposto"/>
            </w:rPr>
            <w:t>Scegliere un elemento.</w:t>
          </w:r>
        </w:p>
      </w:docPartBody>
    </w:docPart>
    <w:docPart>
      <w:docPartPr>
        <w:name w:val="09E0DF0216F846AE935975ED88334404"/>
        <w:category>
          <w:name w:val="Generale"/>
          <w:gallery w:val="placeholder"/>
        </w:category>
        <w:types>
          <w:type w:val="bbPlcHdr"/>
        </w:types>
        <w:behaviors>
          <w:behavior w:val="content"/>
        </w:behaviors>
        <w:guid w:val="{BAF91ACB-B83F-4FF8-8279-060C3C27859B}"/>
      </w:docPartPr>
      <w:docPartBody>
        <w:p w:rsidR="00724BBE" w:rsidRDefault="00724BBE" w:rsidP="00724BBE">
          <w:pPr>
            <w:pStyle w:val="09E0DF0216F846AE935975ED88334404"/>
          </w:pPr>
          <w:r w:rsidRPr="00FA15BC">
            <w:rPr>
              <w:rStyle w:val="Testosegnaposto"/>
            </w:rPr>
            <w:t>Scegliere un elemento.</w:t>
          </w:r>
        </w:p>
      </w:docPartBody>
    </w:docPart>
    <w:docPart>
      <w:docPartPr>
        <w:name w:val="A8A0567D74904EEDAD332D9B576B6AA5"/>
        <w:category>
          <w:name w:val="Generale"/>
          <w:gallery w:val="placeholder"/>
        </w:category>
        <w:types>
          <w:type w:val="bbPlcHdr"/>
        </w:types>
        <w:behaviors>
          <w:behavior w:val="content"/>
        </w:behaviors>
        <w:guid w:val="{B0C57741-9186-4D27-BF94-A0A2550B9134}"/>
      </w:docPartPr>
      <w:docPartBody>
        <w:p w:rsidR="00724BBE" w:rsidRDefault="00724BBE" w:rsidP="00724BBE">
          <w:pPr>
            <w:pStyle w:val="A8A0567D74904EEDAD332D9B576B6AA5"/>
          </w:pPr>
          <w:r w:rsidRPr="00FA15BC">
            <w:rPr>
              <w:rStyle w:val="Testosegnaposto"/>
            </w:rPr>
            <w:t>Scegliere un elemento.</w:t>
          </w:r>
        </w:p>
      </w:docPartBody>
    </w:docPart>
    <w:docPart>
      <w:docPartPr>
        <w:name w:val="D37404C7017D4D87999B305D5B0533B6"/>
        <w:category>
          <w:name w:val="Generale"/>
          <w:gallery w:val="placeholder"/>
        </w:category>
        <w:types>
          <w:type w:val="bbPlcHdr"/>
        </w:types>
        <w:behaviors>
          <w:behavior w:val="content"/>
        </w:behaviors>
        <w:guid w:val="{B683DA59-C487-4848-91F7-E2DB17D508F7}"/>
      </w:docPartPr>
      <w:docPartBody>
        <w:p w:rsidR="00724BBE" w:rsidRDefault="00724BBE" w:rsidP="00724BBE">
          <w:pPr>
            <w:pStyle w:val="D37404C7017D4D87999B305D5B0533B6"/>
          </w:pPr>
          <w:r w:rsidRPr="00FA15BC">
            <w:rPr>
              <w:rStyle w:val="Testosegnaposto"/>
            </w:rPr>
            <w:t>Scegliere un elemento.</w:t>
          </w:r>
        </w:p>
      </w:docPartBody>
    </w:docPart>
    <w:docPart>
      <w:docPartPr>
        <w:name w:val="8BFA1C9F664B447FA92A2A48D61D9FD0"/>
        <w:category>
          <w:name w:val="Generale"/>
          <w:gallery w:val="placeholder"/>
        </w:category>
        <w:types>
          <w:type w:val="bbPlcHdr"/>
        </w:types>
        <w:behaviors>
          <w:behavior w:val="content"/>
        </w:behaviors>
        <w:guid w:val="{D686ECF5-1760-4D4D-8D51-26636372993E}"/>
      </w:docPartPr>
      <w:docPartBody>
        <w:p w:rsidR="00724BBE" w:rsidRDefault="00724BBE" w:rsidP="00724BBE">
          <w:pPr>
            <w:pStyle w:val="8BFA1C9F664B447FA92A2A48D61D9FD0"/>
          </w:pPr>
          <w:r w:rsidRPr="00FA15BC">
            <w:rPr>
              <w:rStyle w:val="Testosegnaposto"/>
            </w:rPr>
            <w:t>Scegliere un elemento.</w:t>
          </w:r>
        </w:p>
      </w:docPartBody>
    </w:docPart>
    <w:docPart>
      <w:docPartPr>
        <w:name w:val="EFFEC8249BD748819822A44BD00BD8B9"/>
        <w:category>
          <w:name w:val="Generale"/>
          <w:gallery w:val="placeholder"/>
        </w:category>
        <w:types>
          <w:type w:val="bbPlcHdr"/>
        </w:types>
        <w:behaviors>
          <w:behavior w:val="content"/>
        </w:behaviors>
        <w:guid w:val="{27CD3C3F-6DEA-4A3A-933C-CCDD3734F4CE}"/>
      </w:docPartPr>
      <w:docPartBody>
        <w:p w:rsidR="00724BBE" w:rsidRDefault="00724BBE" w:rsidP="00724BBE">
          <w:pPr>
            <w:pStyle w:val="EFFEC8249BD748819822A44BD00BD8B9"/>
          </w:pPr>
          <w:r w:rsidRPr="00FA15BC">
            <w:rPr>
              <w:rStyle w:val="Testosegnaposto"/>
            </w:rPr>
            <w:t>Scegliere un elemento.</w:t>
          </w:r>
        </w:p>
      </w:docPartBody>
    </w:docPart>
    <w:docPart>
      <w:docPartPr>
        <w:name w:val="0B1F08456DAF4AC1B74AAED957E3424A"/>
        <w:category>
          <w:name w:val="Generale"/>
          <w:gallery w:val="placeholder"/>
        </w:category>
        <w:types>
          <w:type w:val="bbPlcHdr"/>
        </w:types>
        <w:behaviors>
          <w:behavior w:val="content"/>
        </w:behaviors>
        <w:guid w:val="{282999F9-4047-4C55-B953-EFB69695B3E7}"/>
      </w:docPartPr>
      <w:docPartBody>
        <w:p w:rsidR="00724BBE" w:rsidRDefault="00724BBE" w:rsidP="00724BBE">
          <w:pPr>
            <w:pStyle w:val="0B1F08456DAF4AC1B74AAED957E3424A"/>
          </w:pPr>
          <w:r w:rsidRPr="00FA15BC">
            <w:rPr>
              <w:rStyle w:val="Testosegnaposto"/>
            </w:rPr>
            <w:t>Scegliere un elemento.</w:t>
          </w:r>
        </w:p>
      </w:docPartBody>
    </w:docPart>
    <w:docPart>
      <w:docPartPr>
        <w:name w:val="FBE2459D3F85481486F78448C6B4B402"/>
        <w:category>
          <w:name w:val="Generale"/>
          <w:gallery w:val="placeholder"/>
        </w:category>
        <w:types>
          <w:type w:val="bbPlcHdr"/>
        </w:types>
        <w:behaviors>
          <w:behavior w:val="content"/>
        </w:behaviors>
        <w:guid w:val="{A29A0E17-2445-4F43-8797-DB5C5E8DC325}"/>
      </w:docPartPr>
      <w:docPartBody>
        <w:p w:rsidR="00724BBE" w:rsidRDefault="00724BBE" w:rsidP="00724BBE">
          <w:pPr>
            <w:pStyle w:val="FBE2459D3F85481486F78448C6B4B402"/>
          </w:pPr>
          <w:r w:rsidRPr="00FA15BC">
            <w:rPr>
              <w:rStyle w:val="Testosegnaposto"/>
            </w:rPr>
            <w:t>Scegliere un elemento.</w:t>
          </w:r>
        </w:p>
      </w:docPartBody>
    </w:docPart>
    <w:docPart>
      <w:docPartPr>
        <w:name w:val="1C0EBACDA0664B4F80BC30047FC47E90"/>
        <w:category>
          <w:name w:val="Generale"/>
          <w:gallery w:val="placeholder"/>
        </w:category>
        <w:types>
          <w:type w:val="bbPlcHdr"/>
        </w:types>
        <w:behaviors>
          <w:behavior w:val="content"/>
        </w:behaviors>
        <w:guid w:val="{3181068E-8A27-4639-B13E-ADB239B8145F}"/>
      </w:docPartPr>
      <w:docPartBody>
        <w:p w:rsidR="00724BBE" w:rsidRDefault="00724BBE" w:rsidP="00724BBE">
          <w:pPr>
            <w:pStyle w:val="1C0EBACDA0664B4F80BC30047FC47E90"/>
          </w:pPr>
          <w:r w:rsidRPr="00FA15BC">
            <w:rPr>
              <w:rStyle w:val="Testosegnaposto"/>
            </w:rPr>
            <w:t>Scegliere un elemento.</w:t>
          </w:r>
        </w:p>
      </w:docPartBody>
    </w:docPart>
    <w:docPart>
      <w:docPartPr>
        <w:name w:val="88FF479608044D3AB704E45D2C084CA7"/>
        <w:category>
          <w:name w:val="Generale"/>
          <w:gallery w:val="placeholder"/>
        </w:category>
        <w:types>
          <w:type w:val="bbPlcHdr"/>
        </w:types>
        <w:behaviors>
          <w:behavior w:val="content"/>
        </w:behaviors>
        <w:guid w:val="{E2A89879-EBD2-4E19-BEC3-E35105CA54A4}"/>
      </w:docPartPr>
      <w:docPartBody>
        <w:p w:rsidR="00724BBE" w:rsidRDefault="00724BBE" w:rsidP="00724BBE">
          <w:pPr>
            <w:pStyle w:val="88FF479608044D3AB704E45D2C084CA7"/>
          </w:pPr>
          <w:r w:rsidRPr="00FA15BC">
            <w:rPr>
              <w:rStyle w:val="Testosegnaposto"/>
            </w:rPr>
            <w:t>Scegliere un elemento.</w:t>
          </w:r>
        </w:p>
      </w:docPartBody>
    </w:docPart>
    <w:docPart>
      <w:docPartPr>
        <w:name w:val="6312787EED354A24A37D75C52BBE81B8"/>
        <w:category>
          <w:name w:val="Generale"/>
          <w:gallery w:val="placeholder"/>
        </w:category>
        <w:types>
          <w:type w:val="bbPlcHdr"/>
        </w:types>
        <w:behaviors>
          <w:behavior w:val="content"/>
        </w:behaviors>
        <w:guid w:val="{F19B901E-6DC7-4023-A2F3-1408B712A89C}"/>
      </w:docPartPr>
      <w:docPartBody>
        <w:p w:rsidR="00724BBE" w:rsidRDefault="00724BBE" w:rsidP="00724BBE">
          <w:pPr>
            <w:pStyle w:val="6312787EED354A24A37D75C52BBE81B8"/>
          </w:pPr>
          <w:r w:rsidRPr="00FA15BC">
            <w:rPr>
              <w:rStyle w:val="Testosegnaposto"/>
            </w:rPr>
            <w:t>Scegliere un elemento.</w:t>
          </w:r>
        </w:p>
      </w:docPartBody>
    </w:docPart>
    <w:docPart>
      <w:docPartPr>
        <w:name w:val="A95438E3FB4848DEACA373D34419B512"/>
        <w:category>
          <w:name w:val="Generale"/>
          <w:gallery w:val="placeholder"/>
        </w:category>
        <w:types>
          <w:type w:val="bbPlcHdr"/>
        </w:types>
        <w:behaviors>
          <w:behavior w:val="content"/>
        </w:behaviors>
        <w:guid w:val="{E2AD525D-40EC-4525-9552-21BF128A7580}"/>
      </w:docPartPr>
      <w:docPartBody>
        <w:p w:rsidR="00724BBE" w:rsidRDefault="00724BBE" w:rsidP="00724BBE">
          <w:pPr>
            <w:pStyle w:val="A95438E3FB4848DEACA373D34419B512"/>
          </w:pPr>
          <w:r w:rsidRPr="00FA15BC">
            <w:rPr>
              <w:rStyle w:val="Testosegnaposto"/>
            </w:rPr>
            <w:t>Scegliere un elemento.</w:t>
          </w:r>
        </w:p>
      </w:docPartBody>
    </w:docPart>
    <w:docPart>
      <w:docPartPr>
        <w:name w:val="AD1E5A473C614E33B9A884EF29F2298F"/>
        <w:category>
          <w:name w:val="Generale"/>
          <w:gallery w:val="placeholder"/>
        </w:category>
        <w:types>
          <w:type w:val="bbPlcHdr"/>
        </w:types>
        <w:behaviors>
          <w:behavior w:val="content"/>
        </w:behaviors>
        <w:guid w:val="{9FC0FA1E-A0C8-40C3-BF34-AA2DF93AD02F}"/>
      </w:docPartPr>
      <w:docPartBody>
        <w:p w:rsidR="00724BBE" w:rsidRDefault="00724BBE" w:rsidP="00724BBE">
          <w:pPr>
            <w:pStyle w:val="AD1E5A473C614E33B9A884EF29F2298F"/>
          </w:pPr>
          <w:r w:rsidRPr="00FA15BC">
            <w:rPr>
              <w:rStyle w:val="Testosegnaposto"/>
            </w:rPr>
            <w:t>Scegliere un elemento.</w:t>
          </w:r>
        </w:p>
      </w:docPartBody>
    </w:docPart>
    <w:docPart>
      <w:docPartPr>
        <w:name w:val="A9996E82BD7F491886DBEA6A639F9B9E"/>
        <w:category>
          <w:name w:val="Generale"/>
          <w:gallery w:val="placeholder"/>
        </w:category>
        <w:types>
          <w:type w:val="bbPlcHdr"/>
        </w:types>
        <w:behaviors>
          <w:behavior w:val="content"/>
        </w:behaviors>
        <w:guid w:val="{30CBE1E3-57A7-4154-B75B-7C41110B21CE}"/>
      </w:docPartPr>
      <w:docPartBody>
        <w:p w:rsidR="00724BBE" w:rsidRDefault="00724BBE" w:rsidP="00724BBE">
          <w:pPr>
            <w:pStyle w:val="A9996E82BD7F491886DBEA6A639F9B9E"/>
          </w:pPr>
          <w:r w:rsidRPr="00FA15BC">
            <w:rPr>
              <w:rStyle w:val="Testosegnaposto"/>
            </w:rPr>
            <w:t>Scegliere un elemento.</w:t>
          </w:r>
        </w:p>
      </w:docPartBody>
    </w:docPart>
    <w:docPart>
      <w:docPartPr>
        <w:name w:val="3532680D49A642338C990FE17145BBAD"/>
        <w:category>
          <w:name w:val="Generale"/>
          <w:gallery w:val="placeholder"/>
        </w:category>
        <w:types>
          <w:type w:val="bbPlcHdr"/>
        </w:types>
        <w:behaviors>
          <w:behavior w:val="content"/>
        </w:behaviors>
        <w:guid w:val="{8913CE87-0DA5-406D-BAB9-00E47F78959F}"/>
      </w:docPartPr>
      <w:docPartBody>
        <w:p w:rsidR="00724BBE" w:rsidRDefault="00724BBE" w:rsidP="00724BBE">
          <w:pPr>
            <w:pStyle w:val="3532680D49A642338C990FE17145BBAD"/>
          </w:pPr>
          <w:r w:rsidRPr="00FA15BC">
            <w:rPr>
              <w:rStyle w:val="Testosegnaposto"/>
            </w:rPr>
            <w:t>Scegliere un elemento.</w:t>
          </w:r>
        </w:p>
      </w:docPartBody>
    </w:docPart>
    <w:docPart>
      <w:docPartPr>
        <w:name w:val="220B33EB662740D294218D14F623E2C3"/>
        <w:category>
          <w:name w:val="Generale"/>
          <w:gallery w:val="placeholder"/>
        </w:category>
        <w:types>
          <w:type w:val="bbPlcHdr"/>
        </w:types>
        <w:behaviors>
          <w:behavior w:val="content"/>
        </w:behaviors>
        <w:guid w:val="{D1BA16E2-16FD-48CD-BEE5-070E424AAE86}"/>
      </w:docPartPr>
      <w:docPartBody>
        <w:p w:rsidR="00724BBE" w:rsidRDefault="00724BBE" w:rsidP="00724BBE">
          <w:pPr>
            <w:pStyle w:val="220B33EB662740D294218D14F623E2C3"/>
          </w:pPr>
          <w:r w:rsidRPr="00FA15BC">
            <w:rPr>
              <w:rStyle w:val="Testosegnaposto"/>
            </w:rPr>
            <w:t>Scegliere un elemento.</w:t>
          </w:r>
        </w:p>
      </w:docPartBody>
    </w:docPart>
    <w:docPart>
      <w:docPartPr>
        <w:name w:val="3FFD8A4C46694791A0D4ED52EF86E739"/>
        <w:category>
          <w:name w:val="Generale"/>
          <w:gallery w:val="placeholder"/>
        </w:category>
        <w:types>
          <w:type w:val="bbPlcHdr"/>
        </w:types>
        <w:behaviors>
          <w:behavior w:val="content"/>
        </w:behaviors>
        <w:guid w:val="{5FA86321-63EC-44BF-B7ED-88BEF16E6897}"/>
      </w:docPartPr>
      <w:docPartBody>
        <w:p w:rsidR="00724BBE" w:rsidRDefault="00724BBE" w:rsidP="00724BBE">
          <w:pPr>
            <w:pStyle w:val="3FFD8A4C46694791A0D4ED52EF86E739"/>
          </w:pPr>
          <w:r w:rsidRPr="00FA15BC">
            <w:rPr>
              <w:rStyle w:val="Testosegnaposto"/>
            </w:rPr>
            <w:t>Scegliere un elemento.</w:t>
          </w:r>
        </w:p>
      </w:docPartBody>
    </w:docPart>
    <w:docPart>
      <w:docPartPr>
        <w:name w:val="AD001CC1A2514773A6715FEDB3D66E61"/>
        <w:category>
          <w:name w:val="Generale"/>
          <w:gallery w:val="placeholder"/>
        </w:category>
        <w:types>
          <w:type w:val="bbPlcHdr"/>
        </w:types>
        <w:behaviors>
          <w:behavior w:val="content"/>
        </w:behaviors>
        <w:guid w:val="{7D889DF2-B9CC-4A31-9876-509DD8900F1A}"/>
      </w:docPartPr>
      <w:docPartBody>
        <w:p w:rsidR="00724BBE" w:rsidRDefault="00724BBE" w:rsidP="00724BBE">
          <w:pPr>
            <w:pStyle w:val="AD001CC1A2514773A6715FEDB3D66E61"/>
          </w:pPr>
          <w:r w:rsidRPr="00FA15BC">
            <w:rPr>
              <w:rStyle w:val="Testosegnaposto"/>
            </w:rPr>
            <w:t>Scegliere un elemento.</w:t>
          </w:r>
        </w:p>
      </w:docPartBody>
    </w:docPart>
    <w:docPart>
      <w:docPartPr>
        <w:name w:val="AD0560962AB0434F928305D19640AB72"/>
        <w:category>
          <w:name w:val="Generale"/>
          <w:gallery w:val="placeholder"/>
        </w:category>
        <w:types>
          <w:type w:val="bbPlcHdr"/>
        </w:types>
        <w:behaviors>
          <w:behavior w:val="content"/>
        </w:behaviors>
        <w:guid w:val="{8F7F0688-1A60-4EB5-A884-9898826A6792}"/>
      </w:docPartPr>
      <w:docPartBody>
        <w:p w:rsidR="00724BBE" w:rsidRDefault="00724BBE" w:rsidP="00724BBE">
          <w:pPr>
            <w:pStyle w:val="AD0560962AB0434F928305D19640AB72"/>
          </w:pPr>
          <w:r w:rsidRPr="00FA15BC">
            <w:rPr>
              <w:rStyle w:val="Testosegnaposto"/>
            </w:rPr>
            <w:t>Scegliere un elemento.</w:t>
          </w:r>
        </w:p>
      </w:docPartBody>
    </w:docPart>
    <w:docPart>
      <w:docPartPr>
        <w:name w:val="8C35428AD6E746EE88854CCF9B8047EA"/>
        <w:category>
          <w:name w:val="Generale"/>
          <w:gallery w:val="placeholder"/>
        </w:category>
        <w:types>
          <w:type w:val="bbPlcHdr"/>
        </w:types>
        <w:behaviors>
          <w:behavior w:val="content"/>
        </w:behaviors>
        <w:guid w:val="{B9207E0A-BECD-49D4-AB73-E01424381C58}"/>
      </w:docPartPr>
      <w:docPartBody>
        <w:p w:rsidR="00724BBE" w:rsidRDefault="00724BBE" w:rsidP="00724BBE">
          <w:pPr>
            <w:pStyle w:val="8C35428AD6E746EE88854CCF9B8047EA"/>
          </w:pPr>
          <w:r w:rsidRPr="00FA15BC">
            <w:rPr>
              <w:rStyle w:val="Testosegnaposto"/>
            </w:rPr>
            <w:t>Scegliere un elemento.</w:t>
          </w:r>
        </w:p>
      </w:docPartBody>
    </w:docPart>
    <w:docPart>
      <w:docPartPr>
        <w:name w:val="24E1C31FB4534979BF11A545C26D23B7"/>
        <w:category>
          <w:name w:val="Generale"/>
          <w:gallery w:val="placeholder"/>
        </w:category>
        <w:types>
          <w:type w:val="bbPlcHdr"/>
        </w:types>
        <w:behaviors>
          <w:behavior w:val="content"/>
        </w:behaviors>
        <w:guid w:val="{6C10C22F-5F4B-49D1-B5C5-B0C31E2368F1}"/>
      </w:docPartPr>
      <w:docPartBody>
        <w:p w:rsidR="00724BBE" w:rsidRDefault="00724BBE" w:rsidP="00724BBE">
          <w:pPr>
            <w:pStyle w:val="24E1C31FB4534979BF11A545C26D23B7"/>
          </w:pPr>
          <w:r w:rsidRPr="00FA15BC">
            <w:rPr>
              <w:rStyle w:val="Testosegnaposto"/>
            </w:rPr>
            <w:t>Scegliere un elemento.</w:t>
          </w:r>
        </w:p>
      </w:docPartBody>
    </w:docPart>
    <w:docPart>
      <w:docPartPr>
        <w:name w:val="4DAA681229A34F798B0F15609C27E25C"/>
        <w:category>
          <w:name w:val="Generale"/>
          <w:gallery w:val="placeholder"/>
        </w:category>
        <w:types>
          <w:type w:val="bbPlcHdr"/>
        </w:types>
        <w:behaviors>
          <w:behavior w:val="content"/>
        </w:behaviors>
        <w:guid w:val="{7A08BC57-59D1-4F8D-9BFE-5E3F15FF63C5}"/>
      </w:docPartPr>
      <w:docPartBody>
        <w:p w:rsidR="00724BBE" w:rsidRDefault="00724BBE" w:rsidP="00724BBE">
          <w:pPr>
            <w:pStyle w:val="4DAA681229A34F798B0F15609C27E25C"/>
          </w:pPr>
          <w:r w:rsidRPr="00FA15BC">
            <w:rPr>
              <w:rStyle w:val="Testosegnaposto"/>
            </w:rPr>
            <w:t>Scegliere un elemento.</w:t>
          </w:r>
        </w:p>
      </w:docPartBody>
    </w:docPart>
    <w:docPart>
      <w:docPartPr>
        <w:name w:val="92C94FBC6C8B4E04A2131EBA0740457E"/>
        <w:category>
          <w:name w:val="Generale"/>
          <w:gallery w:val="placeholder"/>
        </w:category>
        <w:types>
          <w:type w:val="bbPlcHdr"/>
        </w:types>
        <w:behaviors>
          <w:behavior w:val="content"/>
        </w:behaviors>
        <w:guid w:val="{F5B2589E-DF56-4C9D-A77F-7875FB782D6E}"/>
      </w:docPartPr>
      <w:docPartBody>
        <w:p w:rsidR="00724BBE" w:rsidRDefault="00724BBE" w:rsidP="00724BBE">
          <w:pPr>
            <w:pStyle w:val="92C94FBC6C8B4E04A2131EBA0740457E"/>
          </w:pPr>
          <w:r w:rsidRPr="00FA15BC">
            <w:rPr>
              <w:rStyle w:val="Testosegnaposto"/>
            </w:rPr>
            <w:t>Scegliere un elemento.</w:t>
          </w:r>
        </w:p>
      </w:docPartBody>
    </w:docPart>
    <w:docPart>
      <w:docPartPr>
        <w:name w:val="1DD53FDE461348C1A80FCE18E77432E3"/>
        <w:category>
          <w:name w:val="Generale"/>
          <w:gallery w:val="placeholder"/>
        </w:category>
        <w:types>
          <w:type w:val="bbPlcHdr"/>
        </w:types>
        <w:behaviors>
          <w:behavior w:val="content"/>
        </w:behaviors>
        <w:guid w:val="{D88291A0-B187-4625-A961-20751FCFB2E6}"/>
      </w:docPartPr>
      <w:docPartBody>
        <w:p w:rsidR="00724BBE" w:rsidRDefault="00724BBE" w:rsidP="00724BBE">
          <w:pPr>
            <w:pStyle w:val="1DD53FDE461348C1A80FCE18E77432E3"/>
          </w:pPr>
          <w:r w:rsidRPr="00FA15BC">
            <w:rPr>
              <w:rStyle w:val="Testosegnaposto"/>
            </w:rPr>
            <w:t>Scegliere un elemento.</w:t>
          </w:r>
        </w:p>
      </w:docPartBody>
    </w:docPart>
    <w:docPart>
      <w:docPartPr>
        <w:name w:val="590E8F24A75C4B829D6A94C3B3CD660E"/>
        <w:category>
          <w:name w:val="Generale"/>
          <w:gallery w:val="placeholder"/>
        </w:category>
        <w:types>
          <w:type w:val="bbPlcHdr"/>
        </w:types>
        <w:behaviors>
          <w:behavior w:val="content"/>
        </w:behaviors>
        <w:guid w:val="{7EC86326-C1EE-4209-81D1-E738639E0A24}"/>
      </w:docPartPr>
      <w:docPartBody>
        <w:p w:rsidR="00724BBE" w:rsidRDefault="00724BBE" w:rsidP="00724BBE">
          <w:pPr>
            <w:pStyle w:val="590E8F24A75C4B829D6A94C3B3CD660E"/>
          </w:pPr>
          <w:r w:rsidRPr="00FA15BC">
            <w:rPr>
              <w:rStyle w:val="Testosegnaposto"/>
            </w:rPr>
            <w:t>Scegliere un elemento.</w:t>
          </w:r>
        </w:p>
      </w:docPartBody>
    </w:docPart>
    <w:docPart>
      <w:docPartPr>
        <w:name w:val="C77157FF826746CEBEBEA9D705A434C0"/>
        <w:category>
          <w:name w:val="Generale"/>
          <w:gallery w:val="placeholder"/>
        </w:category>
        <w:types>
          <w:type w:val="bbPlcHdr"/>
        </w:types>
        <w:behaviors>
          <w:behavior w:val="content"/>
        </w:behaviors>
        <w:guid w:val="{C725974B-59A0-4E1C-B757-8868FF978444}"/>
      </w:docPartPr>
      <w:docPartBody>
        <w:p w:rsidR="00724BBE" w:rsidRDefault="00724BBE" w:rsidP="00724BBE">
          <w:pPr>
            <w:pStyle w:val="C77157FF826746CEBEBEA9D705A434C0"/>
          </w:pPr>
          <w:r w:rsidRPr="00FA15BC">
            <w:rPr>
              <w:rStyle w:val="Testosegnaposto"/>
            </w:rPr>
            <w:t>Scegliere un elemento.</w:t>
          </w:r>
        </w:p>
      </w:docPartBody>
    </w:docPart>
    <w:docPart>
      <w:docPartPr>
        <w:name w:val="D751E548F79A42D38141BBC61C407227"/>
        <w:category>
          <w:name w:val="Generale"/>
          <w:gallery w:val="placeholder"/>
        </w:category>
        <w:types>
          <w:type w:val="bbPlcHdr"/>
        </w:types>
        <w:behaviors>
          <w:behavior w:val="content"/>
        </w:behaviors>
        <w:guid w:val="{4A5C19FF-19E6-441B-9F87-C9172E4DBC2E}"/>
      </w:docPartPr>
      <w:docPartBody>
        <w:p w:rsidR="00724BBE" w:rsidRDefault="00724BBE" w:rsidP="00724BBE">
          <w:pPr>
            <w:pStyle w:val="D751E548F79A42D38141BBC61C407227"/>
          </w:pPr>
          <w:r w:rsidRPr="00FA15BC">
            <w:rPr>
              <w:rStyle w:val="Testosegnaposto"/>
            </w:rPr>
            <w:t>Scegliere un elemento.</w:t>
          </w:r>
        </w:p>
      </w:docPartBody>
    </w:docPart>
    <w:docPart>
      <w:docPartPr>
        <w:name w:val="2D4907C917D24662BA03F9112FF77015"/>
        <w:category>
          <w:name w:val="Generale"/>
          <w:gallery w:val="placeholder"/>
        </w:category>
        <w:types>
          <w:type w:val="bbPlcHdr"/>
        </w:types>
        <w:behaviors>
          <w:behavior w:val="content"/>
        </w:behaviors>
        <w:guid w:val="{351DCDBD-EF43-42F6-BBB4-4FCECD5ADB2C}"/>
      </w:docPartPr>
      <w:docPartBody>
        <w:p w:rsidR="00724BBE" w:rsidRDefault="00724BBE" w:rsidP="00724BBE">
          <w:pPr>
            <w:pStyle w:val="2D4907C917D24662BA03F9112FF77015"/>
          </w:pPr>
          <w:r w:rsidRPr="00FA15BC">
            <w:rPr>
              <w:rStyle w:val="Testosegnaposto"/>
            </w:rPr>
            <w:t>Scegliere un elemento.</w:t>
          </w:r>
        </w:p>
      </w:docPartBody>
    </w:docPart>
    <w:docPart>
      <w:docPartPr>
        <w:name w:val="5209CE131281405FBBAF070AE2CA365D"/>
        <w:category>
          <w:name w:val="Generale"/>
          <w:gallery w:val="placeholder"/>
        </w:category>
        <w:types>
          <w:type w:val="bbPlcHdr"/>
        </w:types>
        <w:behaviors>
          <w:behavior w:val="content"/>
        </w:behaviors>
        <w:guid w:val="{C44DA843-6716-4251-8CD2-2F640B7A78E1}"/>
      </w:docPartPr>
      <w:docPartBody>
        <w:p w:rsidR="00724BBE" w:rsidRDefault="00724BBE" w:rsidP="00724BBE">
          <w:pPr>
            <w:pStyle w:val="5209CE131281405FBBAF070AE2CA365D"/>
          </w:pPr>
          <w:r w:rsidRPr="00FA15BC">
            <w:rPr>
              <w:rStyle w:val="Testosegnaposto"/>
            </w:rPr>
            <w:t>Scegliere un elemento.</w:t>
          </w:r>
        </w:p>
      </w:docPartBody>
    </w:docPart>
    <w:docPart>
      <w:docPartPr>
        <w:name w:val="9F522EC97B3246A2AE10B2F7268AD2B4"/>
        <w:category>
          <w:name w:val="Generale"/>
          <w:gallery w:val="placeholder"/>
        </w:category>
        <w:types>
          <w:type w:val="bbPlcHdr"/>
        </w:types>
        <w:behaviors>
          <w:behavior w:val="content"/>
        </w:behaviors>
        <w:guid w:val="{D096E865-FF35-4164-B30E-0C2B4EE8F73F}"/>
      </w:docPartPr>
      <w:docPartBody>
        <w:p w:rsidR="00724BBE" w:rsidRDefault="00724BBE" w:rsidP="00724BBE">
          <w:pPr>
            <w:pStyle w:val="9F522EC97B3246A2AE10B2F7268AD2B4"/>
          </w:pPr>
          <w:r w:rsidRPr="00FA15BC">
            <w:rPr>
              <w:rStyle w:val="Testosegnaposto"/>
            </w:rPr>
            <w:t>Scegliere un elemento.</w:t>
          </w:r>
        </w:p>
      </w:docPartBody>
    </w:docPart>
    <w:docPart>
      <w:docPartPr>
        <w:name w:val="4D5193295CEF4F1BBC12E934DF8EA36A"/>
        <w:category>
          <w:name w:val="Generale"/>
          <w:gallery w:val="placeholder"/>
        </w:category>
        <w:types>
          <w:type w:val="bbPlcHdr"/>
        </w:types>
        <w:behaviors>
          <w:behavior w:val="content"/>
        </w:behaviors>
        <w:guid w:val="{181E6880-D2F2-4FF2-A1FE-45F8CF096F2C}"/>
      </w:docPartPr>
      <w:docPartBody>
        <w:p w:rsidR="00724BBE" w:rsidRDefault="00724BBE" w:rsidP="00724BBE">
          <w:pPr>
            <w:pStyle w:val="4D5193295CEF4F1BBC12E934DF8EA36A"/>
          </w:pPr>
          <w:r w:rsidRPr="00FA15BC">
            <w:rPr>
              <w:rStyle w:val="Testosegnaposto"/>
            </w:rPr>
            <w:t>Scegliere un elemento.</w:t>
          </w:r>
        </w:p>
      </w:docPartBody>
    </w:docPart>
    <w:docPart>
      <w:docPartPr>
        <w:name w:val="24F764D28BEE4385BB5BC312575BAAFD"/>
        <w:category>
          <w:name w:val="Generale"/>
          <w:gallery w:val="placeholder"/>
        </w:category>
        <w:types>
          <w:type w:val="bbPlcHdr"/>
        </w:types>
        <w:behaviors>
          <w:behavior w:val="content"/>
        </w:behaviors>
        <w:guid w:val="{56407D62-AAE0-4BFF-9EF0-9549CD246F20}"/>
      </w:docPartPr>
      <w:docPartBody>
        <w:p w:rsidR="00724BBE" w:rsidRDefault="00724BBE" w:rsidP="00724BBE">
          <w:pPr>
            <w:pStyle w:val="24F764D28BEE4385BB5BC312575BAAFD"/>
          </w:pPr>
          <w:r w:rsidRPr="00FA15BC">
            <w:rPr>
              <w:rStyle w:val="Testosegnaposto"/>
            </w:rPr>
            <w:t>Scegliere un elemento.</w:t>
          </w:r>
        </w:p>
      </w:docPartBody>
    </w:docPart>
    <w:docPart>
      <w:docPartPr>
        <w:name w:val="597C7CF1B8A4419B803F3AED2B65D60A"/>
        <w:category>
          <w:name w:val="Generale"/>
          <w:gallery w:val="placeholder"/>
        </w:category>
        <w:types>
          <w:type w:val="bbPlcHdr"/>
        </w:types>
        <w:behaviors>
          <w:behavior w:val="content"/>
        </w:behaviors>
        <w:guid w:val="{7039BD7E-6787-4351-846F-D5888803A005}"/>
      </w:docPartPr>
      <w:docPartBody>
        <w:p w:rsidR="00724BBE" w:rsidRDefault="00724BBE" w:rsidP="00724BBE">
          <w:pPr>
            <w:pStyle w:val="597C7CF1B8A4419B803F3AED2B65D60A"/>
          </w:pPr>
          <w:r w:rsidRPr="00FA15BC">
            <w:rPr>
              <w:rStyle w:val="Testosegnaposto"/>
            </w:rPr>
            <w:t>Scegliere un elemento.</w:t>
          </w:r>
        </w:p>
      </w:docPartBody>
    </w:docPart>
    <w:docPart>
      <w:docPartPr>
        <w:name w:val="12E8CB5882FB411F8715D617B5062057"/>
        <w:category>
          <w:name w:val="Generale"/>
          <w:gallery w:val="placeholder"/>
        </w:category>
        <w:types>
          <w:type w:val="bbPlcHdr"/>
        </w:types>
        <w:behaviors>
          <w:behavior w:val="content"/>
        </w:behaviors>
        <w:guid w:val="{337C43CF-2EC3-4981-8835-05875AF809DA}"/>
      </w:docPartPr>
      <w:docPartBody>
        <w:p w:rsidR="00724BBE" w:rsidRDefault="00724BBE" w:rsidP="00724BBE">
          <w:pPr>
            <w:pStyle w:val="12E8CB5882FB411F8715D617B5062057"/>
          </w:pPr>
          <w:r w:rsidRPr="00FA15BC">
            <w:rPr>
              <w:rStyle w:val="Testosegnaposto"/>
            </w:rPr>
            <w:t>Scegliere un elemento.</w:t>
          </w:r>
        </w:p>
      </w:docPartBody>
    </w:docPart>
    <w:docPart>
      <w:docPartPr>
        <w:name w:val="8551CB4ABF9C41F0BC55A387964B28FE"/>
        <w:category>
          <w:name w:val="Generale"/>
          <w:gallery w:val="placeholder"/>
        </w:category>
        <w:types>
          <w:type w:val="bbPlcHdr"/>
        </w:types>
        <w:behaviors>
          <w:behavior w:val="content"/>
        </w:behaviors>
        <w:guid w:val="{029D5ADB-6D4E-4F8D-BB48-7D82FB5F8193}"/>
      </w:docPartPr>
      <w:docPartBody>
        <w:p w:rsidR="00724BBE" w:rsidRDefault="00724BBE" w:rsidP="00724BBE">
          <w:pPr>
            <w:pStyle w:val="8551CB4ABF9C41F0BC55A387964B28FE"/>
          </w:pPr>
          <w:r w:rsidRPr="00FA15BC">
            <w:rPr>
              <w:rStyle w:val="Testosegnaposto"/>
            </w:rPr>
            <w:t>Scegliere un elemento.</w:t>
          </w:r>
        </w:p>
      </w:docPartBody>
    </w:docPart>
    <w:docPart>
      <w:docPartPr>
        <w:name w:val="D5DB951B909643C893F31F6F48CABB68"/>
        <w:category>
          <w:name w:val="Generale"/>
          <w:gallery w:val="placeholder"/>
        </w:category>
        <w:types>
          <w:type w:val="bbPlcHdr"/>
        </w:types>
        <w:behaviors>
          <w:behavior w:val="content"/>
        </w:behaviors>
        <w:guid w:val="{3E339727-B01A-415E-B80C-2A885AFE570D}"/>
      </w:docPartPr>
      <w:docPartBody>
        <w:p w:rsidR="00724BBE" w:rsidRDefault="00724BBE" w:rsidP="00724BBE">
          <w:pPr>
            <w:pStyle w:val="D5DB951B909643C893F31F6F48CABB68"/>
          </w:pPr>
          <w:r w:rsidRPr="00FA15BC">
            <w:rPr>
              <w:rStyle w:val="Testosegnaposto"/>
            </w:rPr>
            <w:t>Scegliere un elemento.</w:t>
          </w:r>
        </w:p>
      </w:docPartBody>
    </w:docPart>
    <w:docPart>
      <w:docPartPr>
        <w:name w:val="4172A049BFAA453ABD97A683B4FF60E3"/>
        <w:category>
          <w:name w:val="Generale"/>
          <w:gallery w:val="placeholder"/>
        </w:category>
        <w:types>
          <w:type w:val="bbPlcHdr"/>
        </w:types>
        <w:behaviors>
          <w:behavior w:val="content"/>
        </w:behaviors>
        <w:guid w:val="{E6CC1833-5992-45A6-85C4-3E090F79B5A0}"/>
      </w:docPartPr>
      <w:docPartBody>
        <w:p w:rsidR="00724BBE" w:rsidRDefault="00724BBE" w:rsidP="00724BBE">
          <w:pPr>
            <w:pStyle w:val="4172A049BFAA453ABD97A683B4FF60E3"/>
          </w:pPr>
          <w:r w:rsidRPr="00FA15BC">
            <w:rPr>
              <w:rStyle w:val="Testosegnaposto"/>
            </w:rPr>
            <w:t>Scegliere un elemento.</w:t>
          </w:r>
        </w:p>
      </w:docPartBody>
    </w:docPart>
    <w:docPart>
      <w:docPartPr>
        <w:name w:val="F6A250A623D64744A910C4B16A3B14A6"/>
        <w:category>
          <w:name w:val="Generale"/>
          <w:gallery w:val="placeholder"/>
        </w:category>
        <w:types>
          <w:type w:val="bbPlcHdr"/>
        </w:types>
        <w:behaviors>
          <w:behavior w:val="content"/>
        </w:behaviors>
        <w:guid w:val="{6B0EDEE2-BDEA-4A8C-B29B-4206BD811CDF}"/>
      </w:docPartPr>
      <w:docPartBody>
        <w:p w:rsidR="00724BBE" w:rsidRDefault="00724BBE" w:rsidP="00724BBE">
          <w:pPr>
            <w:pStyle w:val="F6A250A623D64744A910C4B16A3B14A6"/>
          </w:pPr>
          <w:r w:rsidRPr="00FA15BC">
            <w:rPr>
              <w:rStyle w:val="Testosegnaposto"/>
            </w:rPr>
            <w:t>Scegliere un elemento.</w:t>
          </w:r>
        </w:p>
      </w:docPartBody>
    </w:docPart>
    <w:docPart>
      <w:docPartPr>
        <w:name w:val="67FBD160D1C54D0580DCA550956447EB"/>
        <w:category>
          <w:name w:val="Generale"/>
          <w:gallery w:val="placeholder"/>
        </w:category>
        <w:types>
          <w:type w:val="bbPlcHdr"/>
        </w:types>
        <w:behaviors>
          <w:behavior w:val="content"/>
        </w:behaviors>
        <w:guid w:val="{B63F749A-86B6-44CA-972E-4B7F4EB883C7}"/>
      </w:docPartPr>
      <w:docPartBody>
        <w:p w:rsidR="00724BBE" w:rsidRDefault="00724BBE" w:rsidP="00724BBE">
          <w:pPr>
            <w:pStyle w:val="67FBD160D1C54D0580DCA550956447EB"/>
          </w:pPr>
          <w:r w:rsidRPr="00FA15BC">
            <w:rPr>
              <w:rStyle w:val="Testosegnaposto"/>
            </w:rPr>
            <w:t>Scegliere un elemento.</w:t>
          </w:r>
        </w:p>
      </w:docPartBody>
    </w:docPart>
    <w:docPart>
      <w:docPartPr>
        <w:name w:val="5536137B99D84ED3B63FADFAF9050CC9"/>
        <w:category>
          <w:name w:val="Generale"/>
          <w:gallery w:val="placeholder"/>
        </w:category>
        <w:types>
          <w:type w:val="bbPlcHdr"/>
        </w:types>
        <w:behaviors>
          <w:behavior w:val="content"/>
        </w:behaviors>
        <w:guid w:val="{5FD55A52-015D-46FA-B132-19AAC855D6C3}"/>
      </w:docPartPr>
      <w:docPartBody>
        <w:p w:rsidR="00724BBE" w:rsidRDefault="00724BBE" w:rsidP="00724BBE">
          <w:pPr>
            <w:pStyle w:val="5536137B99D84ED3B63FADFAF9050CC9"/>
          </w:pPr>
          <w:r w:rsidRPr="00FA15BC">
            <w:rPr>
              <w:rStyle w:val="Testosegnaposto"/>
            </w:rPr>
            <w:t>Scegliere un elemento.</w:t>
          </w:r>
        </w:p>
      </w:docPartBody>
    </w:docPart>
    <w:docPart>
      <w:docPartPr>
        <w:name w:val="911FD53ED55040F3803E67079A287A32"/>
        <w:category>
          <w:name w:val="Generale"/>
          <w:gallery w:val="placeholder"/>
        </w:category>
        <w:types>
          <w:type w:val="bbPlcHdr"/>
        </w:types>
        <w:behaviors>
          <w:behavior w:val="content"/>
        </w:behaviors>
        <w:guid w:val="{F507257E-D222-4679-9816-B178E44CB229}"/>
      </w:docPartPr>
      <w:docPartBody>
        <w:p w:rsidR="00724BBE" w:rsidRDefault="00724BBE" w:rsidP="00724BBE">
          <w:pPr>
            <w:pStyle w:val="911FD53ED55040F3803E67079A287A32"/>
          </w:pPr>
          <w:r w:rsidRPr="00FA15BC">
            <w:rPr>
              <w:rStyle w:val="Testosegnaposto"/>
            </w:rPr>
            <w:t>Scegliere un elemento.</w:t>
          </w:r>
        </w:p>
      </w:docPartBody>
    </w:docPart>
    <w:docPart>
      <w:docPartPr>
        <w:name w:val="68834E4C8DD54B0F85C0BCF52F779107"/>
        <w:category>
          <w:name w:val="Generale"/>
          <w:gallery w:val="placeholder"/>
        </w:category>
        <w:types>
          <w:type w:val="bbPlcHdr"/>
        </w:types>
        <w:behaviors>
          <w:behavior w:val="content"/>
        </w:behaviors>
        <w:guid w:val="{9532B824-D48E-4584-BB6A-A41F85884C28}"/>
      </w:docPartPr>
      <w:docPartBody>
        <w:p w:rsidR="00724BBE" w:rsidRDefault="00724BBE" w:rsidP="00724BBE">
          <w:pPr>
            <w:pStyle w:val="68834E4C8DD54B0F85C0BCF52F779107"/>
          </w:pPr>
          <w:r w:rsidRPr="00FA15BC">
            <w:rPr>
              <w:rStyle w:val="Testosegnaposto"/>
            </w:rPr>
            <w:t>Scegliere un elemento.</w:t>
          </w:r>
        </w:p>
      </w:docPartBody>
    </w:docPart>
    <w:docPart>
      <w:docPartPr>
        <w:name w:val="5212E649BA394E9CAA9509B6E63AE2AB"/>
        <w:category>
          <w:name w:val="Generale"/>
          <w:gallery w:val="placeholder"/>
        </w:category>
        <w:types>
          <w:type w:val="bbPlcHdr"/>
        </w:types>
        <w:behaviors>
          <w:behavior w:val="content"/>
        </w:behaviors>
        <w:guid w:val="{D46506F1-C0A5-4D82-BFD3-3C7E546DCC5A}"/>
      </w:docPartPr>
      <w:docPartBody>
        <w:p w:rsidR="00724BBE" w:rsidRDefault="00724BBE" w:rsidP="00724BBE">
          <w:pPr>
            <w:pStyle w:val="5212E649BA394E9CAA9509B6E63AE2AB"/>
          </w:pPr>
          <w:r w:rsidRPr="00FA15BC">
            <w:rPr>
              <w:rStyle w:val="Testosegnaposto"/>
            </w:rPr>
            <w:t>Scegliere un elemento.</w:t>
          </w:r>
        </w:p>
      </w:docPartBody>
    </w:docPart>
    <w:docPart>
      <w:docPartPr>
        <w:name w:val="380C9270CF58405596B8472A072DC218"/>
        <w:category>
          <w:name w:val="Generale"/>
          <w:gallery w:val="placeholder"/>
        </w:category>
        <w:types>
          <w:type w:val="bbPlcHdr"/>
        </w:types>
        <w:behaviors>
          <w:behavior w:val="content"/>
        </w:behaviors>
        <w:guid w:val="{066AC1A4-F2EC-484A-BE1C-F91EC1CE664C}"/>
      </w:docPartPr>
      <w:docPartBody>
        <w:p w:rsidR="00724BBE" w:rsidRDefault="00724BBE" w:rsidP="00724BBE">
          <w:pPr>
            <w:pStyle w:val="380C9270CF58405596B8472A072DC218"/>
          </w:pPr>
          <w:r w:rsidRPr="00FA15BC">
            <w:rPr>
              <w:rStyle w:val="Testosegnaposto"/>
            </w:rPr>
            <w:t>Scegliere un elemento.</w:t>
          </w:r>
        </w:p>
      </w:docPartBody>
    </w:docPart>
    <w:docPart>
      <w:docPartPr>
        <w:name w:val="67869C203D034D82AD54F15EBC385DF3"/>
        <w:category>
          <w:name w:val="Generale"/>
          <w:gallery w:val="placeholder"/>
        </w:category>
        <w:types>
          <w:type w:val="bbPlcHdr"/>
        </w:types>
        <w:behaviors>
          <w:behavior w:val="content"/>
        </w:behaviors>
        <w:guid w:val="{D8AB632A-5E57-41F8-A529-8D2FAA7AC5F5}"/>
      </w:docPartPr>
      <w:docPartBody>
        <w:p w:rsidR="00724BBE" w:rsidRDefault="00724BBE" w:rsidP="00724BBE">
          <w:pPr>
            <w:pStyle w:val="67869C203D034D82AD54F15EBC385DF3"/>
          </w:pPr>
          <w:r w:rsidRPr="00FA15BC">
            <w:rPr>
              <w:rStyle w:val="Testosegnaposto"/>
            </w:rPr>
            <w:t>Scegliere un elemento.</w:t>
          </w:r>
        </w:p>
      </w:docPartBody>
    </w:docPart>
    <w:docPart>
      <w:docPartPr>
        <w:name w:val="5E517A016EC44263BF93FD2DAA8033DC"/>
        <w:category>
          <w:name w:val="Generale"/>
          <w:gallery w:val="placeholder"/>
        </w:category>
        <w:types>
          <w:type w:val="bbPlcHdr"/>
        </w:types>
        <w:behaviors>
          <w:behavior w:val="content"/>
        </w:behaviors>
        <w:guid w:val="{E6EFC847-1BEA-4A27-B3A6-9BE3A8734814}"/>
      </w:docPartPr>
      <w:docPartBody>
        <w:p w:rsidR="00724BBE" w:rsidRDefault="00724BBE" w:rsidP="00724BBE">
          <w:pPr>
            <w:pStyle w:val="5E517A016EC44263BF93FD2DAA8033DC"/>
          </w:pPr>
          <w:r w:rsidRPr="00FA15BC">
            <w:rPr>
              <w:rStyle w:val="Testosegnaposto"/>
            </w:rPr>
            <w:t>Scegliere un elemento.</w:t>
          </w:r>
        </w:p>
      </w:docPartBody>
    </w:docPart>
    <w:docPart>
      <w:docPartPr>
        <w:name w:val="A32288E9803247A4BC4A5057669A744C"/>
        <w:category>
          <w:name w:val="Generale"/>
          <w:gallery w:val="placeholder"/>
        </w:category>
        <w:types>
          <w:type w:val="bbPlcHdr"/>
        </w:types>
        <w:behaviors>
          <w:behavior w:val="content"/>
        </w:behaviors>
        <w:guid w:val="{F93C4C00-1584-4EBB-B80B-53711C67CD86}"/>
      </w:docPartPr>
      <w:docPartBody>
        <w:p w:rsidR="00724BBE" w:rsidRDefault="00724BBE" w:rsidP="00724BBE">
          <w:pPr>
            <w:pStyle w:val="A32288E9803247A4BC4A5057669A744C"/>
          </w:pPr>
          <w:r w:rsidRPr="00FA15BC">
            <w:rPr>
              <w:rStyle w:val="Testosegnaposto"/>
            </w:rPr>
            <w:t>Scegliere un elemento.</w:t>
          </w:r>
        </w:p>
      </w:docPartBody>
    </w:docPart>
    <w:docPart>
      <w:docPartPr>
        <w:name w:val="806EDBA4A0654E10A6666F5183292389"/>
        <w:category>
          <w:name w:val="Generale"/>
          <w:gallery w:val="placeholder"/>
        </w:category>
        <w:types>
          <w:type w:val="bbPlcHdr"/>
        </w:types>
        <w:behaviors>
          <w:behavior w:val="content"/>
        </w:behaviors>
        <w:guid w:val="{96BF9828-D3F6-492A-BB1F-356BF98032B4}"/>
      </w:docPartPr>
      <w:docPartBody>
        <w:p w:rsidR="00724BBE" w:rsidRDefault="00724BBE" w:rsidP="00724BBE">
          <w:pPr>
            <w:pStyle w:val="806EDBA4A0654E10A6666F5183292389"/>
          </w:pPr>
          <w:r w:rsidRPr="00FA15BC">
            <w:rPr>
              <w:rStyle w:val="Testosegnaposto"/>
            </w:rPr>
            <w:t>Scegliere un elemento.</w:t>
          </w:r>
        </w:p>
      </w:docPartBody>
    </w:docPart>
    <w:docPart>
      <w:docPartPr>
        <w:name w:val="FEAD6406C3E64B4897D1543CB757AC05"/>
        <w:category>
          <w:name w:val="Generale"/>
          <w:gallery w:val="placeholder"/>
        </w:category>
        <w:types>
          <w:type w:val="bbPlcHdr"/>
        </w:types>
        <w:behaviors>
          <w:behavior w:val="content"/>
        </w:behaviors>
        <w:guid w:val="{BC29C23A-8F19-418B-BACF-CD11CE0ED86A}"/>
      </w:docPartPr>
      <w:docPartBody>
        <w:p w:rsidR="00724BBE" w:rsidRDefault="00724BBE" w:rsidP="00724BBE">
          <w:pPr>
            <w:pStyle w:val="FEAD6406C3E64B4897D1543CB757AC05"/>
          </w:pPr>
          <w:r w:rsidRPr="00FA15BC">
            <w:rPr>
              <w:rStyle w:val="Testosegnaposto"/>
            </w:rPr>
            <w:t>Scegliere un elemento.</w:t>
          </w:r>
        </w:p>
      </w:docPartBody>
    </w:docPart>
    <w:docPart>
      <w:docPartPr>
        <w:name w:val="1BFC47DDB8804BDE8343733B20EB34B4"/>
        <w:category>
          <w:name w:val="Generale"/>
          <w:gallery w:val="placeholder"/>
        </w:category>
        <w:types>
          <w:type w:val="bbPlcHdr"/>
        </w:types>
        <w:behaviors>
          <w:behavior w:val="content"/>
        </w:behaviors>
        <w:guid w:val="{53909C0F-2931-4112-AB83-29720BD5275E}"/>
      </w:docPartPr>
      <w:docPartBody>
        <w:p w:rsidR="00724BBE" w:rsidRDefault="00724BBE" w:rsidP="00724BBE">
          <w:pPr>
            <w:pStyle w:val="1BFC47DDB8804BDE8343733B20EB34B4"/>
          </w:pPr>
          <w:r w:rsidRPr="00FA15BC">
            <w:rPr>
              <w:rStyle w:val="Testosegnaposto"/>
            </w:rPr>
            <w:t>Scegliere un elemento.</w:t>
          </w:r>
        </w:p>
      </w:docPartBody>
    </w:docPart>
    <w:docPart>
      <w:docPartPr>
        <w:name w:val="56BDC710E50D461B8057888DFBBE4FCE"/>
        <w:category>
          <w:name w:val="Generale"/>
          <w:gallery w:val="placeholder"/>
        </w:category>
        <w:types>
          <w:type w:val="bbPlcHdr"/>
        </w:types>
        <w:behaviors>
          <w:behavior w:val="content"/>
        </w:behaviors>
        <w:guid w:val="{49268A7D-850F-48A7-9630-A7C80BEF68D5}"/>
      </w:docPartPr>
      <w:docPartBody>
        <w:p w:rsidR="00724BBE" w:rsidRDefault="00724BBE" w:rsidP="00724BBE">
          <w:pPr>
            <w:pStyle w:val="56BDC710E50D461B8057888DFBBE4FCE"/>
          </w:pPr>
          <w:r w:rsidRPr="00FA15BC">
            <w:rPr>
              <w:rStyle w:val="Testosegnaposto"/>
            </w:rPr>
            <w:t>Scegliere un elemento.</w:t>
          </w:r>
        </w:p>
      </w:docPartBody>
    </w:docPart>
    <w:docPart>
      <w:docPartPr>
        <w:name w:val="7A76418DF3FE4321A16B956F9D40235C"/>
        <w:category>
          <w:name w:val="Generale"/>
          <w:gallery w:val="placeholder"/>
        </w:category>
        <w:types>
          <w:type w:val="bbPlcHdr"/>
        </w:types>
        <w:behaviors>
          <w:behavior w:val="content"/>
        </w:behaviors>
        <w:guid w:val="{43F02EEC-B54F-45E7-97CC-97DFA8EAFEEB}"/>
      </w:docPartPr>
      <w:docPartBody>
        <w:p w:rsidR="00724BBE" w:rsidRDefault="00724BBE" w:rsidP="00724BBE">
          <w:pPr>
            <w:pStyle w:val="7A76418DF3FE4321A16B956F9D40235C"/>
          </w:pPr>
          <w:r w:rsidRPr="00FA15BC">
            <w:rPr>
              <w:rStyle w:val="Testosegnaposto"/>
            </w:rPr>
            <w:t>Scegliere un elemento.</w:t>
          </w:r>
        </w:p>
      </w:docPartBody>
    </w:docPart>
    <w:docPart>
      <w:docPartPr>
        <w:name w:val="6F9B8F77FED8465482F7130F98574868"/>
        <w:category>
          <w:name w:val="Generale"/>
          <w:gallery w:val="placeholder"/>
        </w:category>
        <w:types>
          <w:type w:val="bbPlcHdr"/>
        </w:types>
        <w:behaviors>
          <w:behavior w:val="content"/>
        </w:behaviors>
        <w:guid w:val="{2B811E1C-5E37-47EC-ACEA-3B81C22DECEE}"/>
      </w:docPartPr>
      <w:docPartBody>
        <w:p w:rsidR="00724BBE" w:rsidRDefault="00724BBE" w:rsidP="00724BBE">
          <w:pPr>
            <w:pStyle w:val="6F9B8F77FED8465482F7130F98574868"/>
          </w:pPr>
          <w:r w:rsidRPr="00FA15BC">
            <w:rPr>
              <w:rStyle w:val="Testosegnaposto"/>
            </w:rPr>
            <w:t>Scegliere un elemento.</w:t>
          </w:r>
        </w:p>
      </w:docPartBody>
    </w:docPart>
    <w:docPart>
      <w:docPartPr>
        <w:name w:val="C8321E717A154A71851E4ECB7697A48F"/>
        <w:category>
          <w:name w:val="Generale"/>
          <w:gallery w:val="placeholder"/>
        </w:category>
        <w:types>
          <w:type w:val="bbPlcHdr"/>
        </w:types>
        <w:behaviors>
          <w:behavior w:val="content"/>
        </w:behaviors>
        <w:guid w:val="{1985D9E5-9133-4E4C-9867-C8CBDFEA6DF1}"/>
      </w:docPartPr>
      <w:docPartBody>
        <w:p w:rsidR="00724BBE" w:rsidRDefault="00724BBE" w:rsidP="00724BBE">
          <w:pPr>
            <w:pStyle w:val="C8321E717A154A71851E4ECB7697A48F"/>
          </w:pPr>
          <w:r w:rsidRPr="00FA15BC">
            <w:rPr>
              <w:rStyle w:val="Testosegnaposto"/>
            </w:rPr>
            <w:t>Scegliere un elemento.</w:t>
          </w:r>
        </w:p>
      </w:docPartBody>
    </w:docPart>
    <w:docPart>
      <w:docPartPr>
        <w:name w:val="97652EB3A178450CB320B80E4F59D846"/>
        <w:category>
          <w:name w:val="Generale"/>
          <w:gallery w:val="placeholder"/>
        </w:category>
        <w:types>
          <w:type w:val="bbPlcHdr"/>
        </w:types>
        <w:behaviors>
          <w:behavior w:val="content"/>
        </w:behaviors>
        <w:guid w:val="{FFA6E569-3E5E-4F27-97AE-C48C4E84D55E}"/>
      </w:docPartPr>
      <w:docPartBody>
        <w:p w:rsidR="00724BBE" w:rsidRDefault="00724BBE" w:rsidP="00724BBE">
          <w:pPr>
            <w:pStyle w:val="97652EB3A178450CB320B80E4F59D846"/>
          </w:pPr>
          <w:r w:rsidRPr="00FA15BC">
            <w:rPr>
              <w:rStyle w:val="Testosegnaposto"/>
            </w:rPr>
            <w:t>Scegliere un elemento.</w:t>
          </w:r>
        </w:p>
      </w:docPartBody>
    </w:docPart>
    <w:docPart>
      <w:docPartPr>
        <w:name w:val="AEC8C860DB244BC9A11DF0F2A07E24DB"/>
        <w:category>
          <w:name w:val="Generale"/>
          <w:gallery w:val="placeholder"/>
        </w:category>
        <w:types>
          <w:type w:val="bbPlcHdr"/>
        </w:types>
        <w:behaviors>
          <w:behavior w:val="content"/>
        </w:behaviors>
        <w:guid w:val="{2C86E537-A83E-4D2A-AD12-EE2C90720E76}"/>
      </w:docPartPr>
      <w:docPartBody>
        <w:p w:rsidR="00724BBE" w:rsidRDefault="00724BBE" w:rsidP="00724BBE">
          <w:pPr>
            <w:pStyle w:val="AEC8C860DB244BC9A11DF0F2A07E24DB"/>
          </w:pPr>
          <w:r w:rsidRPr="00FA15BC">
            <w:rPr>
              <w:rStyle w:val="Testosegnaposto"/>
            </w:rPr>
            <w:t>Scegliere un elemento.</w:t>
          </w:r>
        </w:p>
      </w:docPartBody>
    </w:docPart>
    <w:docPart>
      <w:docPartPr>
        <w:name w:val="599E19E9BE01464EA370C85C15C2D455"/>
        <w:category>
          <w:name w:val="Generale"/>
          <w:gallery w:val="placeholder"/>
        </w:category>
        <w:types>
          <w:type w:val="bbPlcHdr"/>
        </w:types>
        <w:behaviors>
          <w:behavior w:val="content"/>
        </w:behaviors>
        <w:guid w:val="{6779B57B-A37A-495E-B9FE-2F9F55707B14}"/>
      </w:docPartPr>
      <w:docPartBody>
        <w:p w:rsidR="00724BBE" w:rsidRDefault="00724BBE" w:rsidP="00724BBE">
          <w:pPr>
            <w:pStyle w:val="599E19E9BE01464EA370C85C15C2D455"/>
          </w:pPr>
          <w:r w:rsidRPr="00FA15BC">
            <w:rPr>
              <w:rStyle w:val="Testosegnaposto"/>
            </w:rPr>
            <w:t>Scegliere un elemento.</w:t>
          </w:r>
        </w:p>
      </w:docPartBody>
    </w:docPart>
    <w:docPart>
      <w:docPartPr>
        <w:name w:val="1D646287DD5D47C08539A51681E402ED"/>
        <w:category>
          <w:name w:val="Generale"/>
          <w:gallery w:val="placeholder"/>
        </w:category>
        <w:types>
          <w:type w:val="bbPlcHdr"/>
        </w:types>
        <w:behaviors>
          <w:behavior w:val="content"/>
        </w:behaviors>
        <w:guid w:val="{E8F4B367-3F70-4D6E-BF0B-0858F52C563F}"/>
      </w:docPartPr>
      <w:docPartBody>
        <w:p w:rsidR="00724BBE" w:rsidRDefault="00724BBE" w:rsidP="00724BBE">
          <w:pPr>
            <w:pStyle w:val="1D646287DD5D47C08539A51681E402ED"/>
          </w:pPr>
          <w:r w:rsidRPr="00FA15BC">
            <w:rPr>
              <w:rStyle w:val="Testosegnaposto"/>
            </w:rPr>
            <w:t>Scegliere un elemento.</w:t>
          </w:r>
        </w:p>
      </w:docPartBody>
    </w:docPart>
    <w:docPart>
      <w:docPartPr>
        <w:name w:val="7439CB44905E4FF49675414154DB66F9"/>
        <w:category>
          <w:name w:val="Generale"/>
          <w:gallery w:val="placeholder"/>
        </w:category>
        <w:types>
          <w:type w:val="bbPlcHdr"/>
        </w:types>
        <w:behaviors>
          <w:behavior w:val="content"/>
        </w:behaviors>
        <w:guid w:val="{3A96B31E-F58E-49BF-BFF7-56E2BDF5E281}"/>
      </w:docPartPr>
      <w:docPartBody>
        <w:p w:rsidR="00724BBE" w:rsidRDefault="00724BBE" w:rsidP="00724BBE">
          <w:pPr>
            <w:pStyle w:val="7439CB44905E4FF49675414154DB66F9"/>
          </w:pPr>
          <w:r w:rsidRPr="00FA15BC">
            <w:rPr>
              <w:rStyle w:val="Testosegnaposto"/>
            </w:rPr>
            <w:t>Scegliere un elemento.</w:t>
          </w:r>
        </w:p>
      </w:docPartBody>
    </w:docPart>
    <w:docPart>
      <w:docPartPr>
        <w:name w:val="832EAFF342684B5C9260DD00637EDFDD"/>
        <w:category>
          <w:name w:val="Generale"/>
          <w:gallery w:val="placeholder"/>
        </w:category>
        <w:types>
          <w:type w:val="bbPlcHdr"/>
        </w:types>
        <w:behaviors>
          <w:behavior w:val="content"/>
        </w:behaviors>
        <w:guid w:val="{E406E57D-8880-4844-B2ED-7C2F937007AF}"/>
      </w:docPartPr>
      <w:docPartBody>
        <w:p w:rsidR="00724BBE" w:rsidRDefault="00724BBE" w:rsidP="00724BBE">
          <w:pPr>
            <w:pStyle w:val="832EAFF342684B5C9260DD00637EDFDD"/>
          </w:pPr>
          <w:r w:rsidRPr="00FA15BC">
            <w:rPr>
              <w:rStyle w:val="Testosegnaposto"/>
            </w:rPr>
            <w:t>Scegliere un elemento.</w:t>
          </w:r>
        </w:p>
      </w:docPartBody>
    </w:docPart>
    <w:docPart>
      <w:docPartPr>
        <w:name w:val="F51C8C10634E40E3B0F3DB0A1B8ACFC1"/>
        <w:category>
          <w:name w:val="Generale"/>
          <w:gallery w:val="placeholder"/>
        </w:category>
        <w:types>
          <w:type w:val="bbPlcHdr"/>
        </w:types>
        <w:behaviors>
          <w:behavior w:val="content"/>
        </w:behaviors>
        <w:guid w:val="{2C3DDC10-9F8C-4A2C-A65E-586E82A6A9A2}"/>
      </w:docPartPr>
      <w:docPartBody>
        <w:p w:rsidR="00724BBE" w:rsidRDefault="00724BBE" w:rsidP="00724BBE">
          <w:pPr>
            <w:pStyle w:val="F51C8C10634E40E3B0F3DB0A1B8ACFC1"/>
          </w:pPr>
          <w:r w:rsidRPr="00FA15BC">
            <w:rPr>
              <w:rStyle w:val="Testosegnaposto"/>
            </w:rPr>
            <w:t>Scegliere un elemento.</w:t>
          </w:r>
        </w:p>
      </w:docPartBody>
    </w:docPart>
    <w:docPart>
      <w:docPartPr>
        <w:name w:val="0EFA900FF8854D65A443044962AE8A38"/>
        <w:category>
          <w:name w:val="Generale"/>
          <w:gallery w:val="placeholder"/>
        </w:category>
        <w:types>
          <w:type w:val="bbPlcHdr"/>
        </w:types>
        <w:behaviors>
          <w:behavior w:val="content"/>
        </w:behaviors>
        <w:guid w:val="{C0A358BA-8908-4B9D-8A47-EAFC2D136EFA}"/>
      </w:docPartPr>
      <w:docPartBody>
        <w:p w:rsidR="00724BBE" w:rsidRDefault="00724BBE" w:rsidP="00724BBE">
          <w:pPr>
            <w:pStyle w:val="0EFA900FF8854D65A443044962AE8A38"/>
          </w:pPr>
          <w:r w:rsidRPr="00FA15BC">
            <w:rPr>
              <w:rStyle w:val="Testosegnaposto"/>
            </w:rPr>
            <w:t>Scegliere un elemento.</w:t>
          </w:r>
        </w:p>
      </w:docPartBody>
    </w:docPart>
    <w:docPart>
      <w:docPartPr>
        <w:name w:val="3CB304B0602A44BEA81429D6CD1973BC"/>
        <w:category>
          <w:name w:val="Generale"/>
          <w:gallery w:val="placeholder"/>
        </w:category>
        <w:types>
          <w:type w:val="bbPlcHdr"/>
        </w:types>
        <w:behaviors>
          <w:behavior w:val="content"/>
        </w:behaviors>
        <w:guid w:val="{3AC66DB1-28E8-4D1E-BC98-345AC750E022}"/>
      </w:docPartPr>
      <w:docPartBody>
        <w:p w:rsidR="00724BBE" w:rsidRDefault="00724BBE" w:rsidP="00724BBE">
          <w:pPr>
            <w:pStyle w:val="3CB304B0602A44BEA81429D6CD1973BC"/>
          </w:pPr>
          <w:r w:rsidRPr="00FA15BC">
            <w:rPr>
              <w:rStyle w:val="Testosegnaposto"/>
            </w:rPr>
            <w:t>Scegliere un elemento.</w:t>
          </w:r>
        </w:p>
      </w:docPartBody>
    </w:docPart>
    <w:docPart>
      <w:docPartPr>
        <w:name w:val="8564493F302A46F297429D010B167116"/>
        <w:category>
          <w:name w:val="Generale"/>
          <w:gallery w:val="placeholder"/>
        </w:category>
        <w:types>
          <w:type w:val="bbPlcHdr"/>
        </w:types>
        <w:behaviors>
          <w:behavior w:val="content"/>
        </w:behaviors>
        <w:guid w:val="{810BD308-D49C-4D8A-84B1-FC65D07D88D4}"/>
      </w:docPartPr>
      <w:docPartBody>
        <w:p w:rsidR="00724BBE" w:rsidRDefault="00724BBE" w:rsidP="00724BBE">
          <w:pPr>
            <w:pStyle w:val="8564493F302A46F297429D010B167116"/>
          </w:pPr>
          <w:r w:rsidRPr="00FA15BC">
            <w:rPr>
              <w:rStyle w:val="Testosegnaposto"/>
            </w:rPr>
            <w:t>Scegliere un elemento.</w:t>
          </w:r>
        </w:p>
      </w:docPartBody>
    </w:docPart>
    <w:docPart>
      <w:docPartPr>
        <w:name w:val="3E9BE0DB11DA4B82805949B5CB7B24BF"/>
        <w:category>
          <w:name w:val="Generale"/>
          <w:gallery w:val="placeholder"/>
        </w:category>
        <w:types>
          <w:type w:val="bbPlcHdr"/>
        </w:types>
        <w:behaviors>
          <w:behavior w:val="content"/>
        </w:behaviors>
        <w:guid w:val="{11518A6C-97EB-4C0A-A392-BF28A02CC4C9}"/>
      </w:docPartPr>
      <w:docPartBody>
        <w:p w:rsidR="00724BBE" w:rsidRDefault="00724BBE" w:rsidP="00724BBE">
          <w:pPr>
            <w:pStyle w:val="3E9BE0DB11DA4B82805949B5CB7B24BF"/>
          </w:pPr>
          <w:r w:rsidRPr="00FA15BC">
            <w:rPr>
              <w:rStyle w:val="Testosegnaposto"/>
            </w:rPr>
            <w:t>Scegliere un elemento.</w:t>
          </w:r>
        </w:p>
      </w:docPartBody>
    </w:docPart>
    <w:docPart>
      <w:docPartPr>
        <w:name w:val="DFAAA51B26F140AA93CF8954306D7B92"/>
        <w:category>
          <w:name w:val="Generale"/>
          <w:gallery w:val="placeholder"/>
        </w:category>
        <w:types>
          <w:type w:val="bbPlcHdr"/>
        </w:types>
        <w:behaviors>
          <w:behavior w:val="content"/>
        </w:behaviors>
        <w:guid w:val="{29FDD52C-3519-45EE-AC22-8C6A4A96A034}"/>
      </w:docPartPr>
      <w:docPartBody>
        <w:p w:rsidR="00724BBE" w:rsidRDefault="00724BBE" w:rsidP="00724BBE">
          <w:pPr>
            <w:pStyle w:val="DFAAA51B26F140AA93CF8954306D7B92"/>
          </w:pPr>
          <w:r w:rsidRPr="00FA15BC">
            <w:rPr>
              <w:rStyle w:val="Testosegnaposto"/>
            </w:rPr>
            <w:t>Scegliere un elemento.</w:t>
          </w:r>
        </w:p>
      </w:docPartBody>
    </w:docPart>
    <w:docPart>
      <w:docPartPr>
        <w:name w:val="3BD397F85C2B4491B47EA2619DCB3A7A"/>
        <w:category>
          <w:name w:val="Generale"/>
          <w:gallery w:val="placeholder"/>
        </w:category>
        <w:types>
          <w:type w:val="bbPlcHdr"/>
        </w:types>
        <w:behaviors>
          <w:behavior w:val="content"/>
        </w:behaviors>
        <w:guid w:val="{BB5585EC-7CA2-4143-B56A-58E5BC14411A}"/>
      </w:docPartPr>
      <w:docPartBody>
        <w:p w:rsidR="00724BBE" w:rsidRDefault="00724BBE" w:rsidP="00724BBE">
          <w:pPr>
            <w:pStyle w:val="3BD397F85C2B4491B47EA2619DCB3A7A"/>
          </w:pPr>
          <w:r w:rsidRPr="00FA15BC">
            <w:rPr>
              <w:rStyle w:val="Testosegnaposto"/>
            </w:rPr>
            <w:t>Scegliere un elemento.</w:t>
          </w:r>
        </w:p>
      </w:docPartBody>
    </w:docPart>
    <w:docPart>
      <w:docPartPr>
        <w:name w:val="0DE4559FA4304BAF9FB8AE21C0B9B1B5"/>
        <w:category>
          <w:name w:val="Generale"/>
          <w:gallery w:val="placeholder"/>
        </w:category>
        <w:types>
          <w:type w:val="bbPlcHdr"/>
        </w:types>
        <w:behaviors>
          <w:behavior w:val="content"/>
        </w:behaviors>
        <w:guid w:val="{7C09D3B6-1BBA-4B7E-A9FA-48878B7D18A0}"/>
      </w:docPartPr>
      <w:docPartBody>
        <w:p w:rsidR="00724BBE" w:rsidRDefault="00724BBE" w:rsidP="00724BBE">
          <w:pPr>
            <w:pStyle w:val="0DE4559FA4304BAF9FB8AE21C0B9B1B5"/>
          </w:pPr>
          <w:r w:rsidRPr="00FA15BC">
            <w:rPr>
              <w:rStyle w:val="Testosegnaposto"/>
            </w:rPr>
            <w:t>Scegliere un elemento.</w:t>
          </w:r>
        </w:p>
      </w:docPartBody>
    </w:docPart>
    <w:docPart>
      <w:docPartPr>
        <w:name w:val="31E42FE7A1A14C83BC19C634DD18549D"/>
        <w:category>
          <w:name w:val="Generale"/>
          <w:gallery w:val="placeholder"/>
        </w:category>
        <w:types>
          <w:type w:val="bbPlcHdr"/>
        </w:types>
        <w:behaviors>
          <w:behavior w:val="content"/>
        </w:behaviors>
        <w:guid w:val="{B9B7C057-8359-49A5-9648-0CE704369850}"/>
      </w:docPartPr>
      <w:docPartBody>
        <w:p w:rsidR="00724BBE" w:rsidRDefault="00724BBE" w:rsidP="00724BBE">
          <w:pPr>
            <w:pStyle w:val="31E42FE7A1A14C83BC19C634DD18549D"/>
          </w:pPr>
          <w:r w:rsidRPr="00FA15BC">
            <w:rPr>
              <w:rStyle w:val="Testosegnaposto"/>
            </w:rPr>
            <w:t>Scegliere un elemento.</w:t>
          </w:r>
        </w:p>
      </w:docPartBody>
    </w:docPart>
    <w:docPart>
      <w:docPartPr>
        <w:name w:val="463E6EB375354E43844BBD65479057B8"/>
        <w:category>
          <w:name w:val="Generale"/>
          <w:gallery w:val="placeholder"/>
        </w:category>
        <w:types>
          <w:type w:val="bbPlcHdr"/>
        </w:types>
        <w:behaviors>
          <w:behavior w:val="content"/>
        </w:behaviors>
        <w:guid w:val="{474C68F5-0B98-4E40-B9AC-F0527B5EF84E}"/>
      </w:docPartPr>
      <w:docPartBody>
        <w:p w:rsidR="00724BBE" w:rsidRDefault="00724BBE" w:rsidP="00724BBE">
          <w:pPr>
            <w:pStyle w:val="463E6EB375354E43844BBD65479057B8"/>
          </w:pPr>
          <w:r w:rsidRPr="00FA15BC">
            <w:rPr>
              <w:rStyle w:val="Testosegnaposto"/>
            </w:rPr>
            <w:t>Scegliere un elemento.</w:t>
          </w:r>
        </w:p>
      </w:docPartBody>
    </w:docPart>
    <w:docPart>
      <w:docPartPr>
        <w:name w:val="0EE63A5FBE3E4713B849C03E3D61BDEA"/>
        <w:category>
          <w:name w:val="Generale"/>
          <w:gallery w:val="placeholder"/>
        </w:category>
        <w:types>
          <w:type w:val="bbPlcHdr"/>
        </w:types>
        <w:behaviors>
          <w:behavior w:val="content"/>
        </w:behaviors>
        <w:guid w:val="{450C0586-0991-41FC-A348-028C03DD99DB}"/>
      </w:docPartPr>
      <w:docPartBody>
        <w:p w:rsidR="00724BBE" w:rsidRDefault="00724BBE" w:rsidP="00724BBE">
          <w:pPr>
            <w:pStyle w:val="0EE63A5FBE3E4713B849C03E3D61BDEA"/>
          </w:pPr>
          <w:r w:rsidRPr="00FA15BC">
            <w:rPr>
              <w:rStyle w:val="Testosegnaposto"/>
            </w:rPr>
            <w:t>Scegliere un elemento.</w:t>
          </w:r>
        </w:p>
      </w:docPartBody>
    </w:docPart>
    <w:docPart>
      <w:docPartPr>
        <w:name w:val="DBB39D6042244B9DB103AA80B9AD2E21"/>
        <w:category>
          <w:name w:val="Generale"/>
          <w:gallery w:val="placeholder"/>
        </w:category>
        <w:types>
          <w:type w:val="bbPlcHdr"/>
        </w:types>
        <w:behaviors>
          <w:behavior w:val="content"/>
        </w:behaviors>
        <w:guid w:val="{949AE810-CE4E-474F-A219-68AF23D552D6}"/>
      </w:docPartPr>
      <w:docPartBody>
        <w:p w:rsidR="00724BBE" w:rsidRDefault="00724BBE" w:rsidP="00724BBE">
          <w:pPr>
            <w:pStyle w:val="DBB39D6042244B9DB103AA80B9AD2E21"/>
          </w:pPr>
          <w:r w:rsidRPr="00FA15BC">
            <w:rPr>
              <w:rStyle w:val="Testosegnaposto"/>
            </w:rPr>
            <w:t>Scegliere un elemento.</w:t>
          </w:r>
        </w:p>
      </w:docPartBody>
    </w:docPart>
    <w:docPart>
      <w:docPartPr>
        <w:name w:val="F3E1A65A3BB842D0BA49D30D69ADE2F4"/>
        <w:category>
          <w:name w:val="Generale"/>
          <w:gallery w:val="placeholder"/>
        </w:category>
        <w:types>
          <w:type w:val="bbPlcHdr"/>
        </w:types>
        <w:behaviors>
          <w:behavior w:val="content"/>
        </w:behaviors>
        <w:guid w:val="{90CE1045-6DEC-48B0-9489-15229B839AFF}"/>
      </w:docPartPr>
      <w:docPartBody>
        <w:p w:rsidR="00724BBE" w:rsidRDefault="00724BBE" w:rsidP="00724BBE">
          <w:pPr>
            <w:pStyle w:val="F3E1A65A3BB842D0BA49D30D69ADE2F4"/>
          </w:pPr>
          <w:r w:rsidRPr="00FA15BC">
            <w:rPr>
              <w:rStyle w:val="Testosegnaposto"/>
            </w:rPr>
            <w:t>Scegliere un elemento.</w:t>
          </w:r>
        </w:p>
      </w:docPartBody>
    </w:docPart>
    <w:docPart>
      <w:docPartPr>
        <w:name w:val="5DCDD7BAD7744A7ABD197E69593F5EBD"/>
        <w:category>
          <w:name w:val="Generale"/>
          <w:gallery w:val="placeholder"/>
        </w:category>
        <w:types>
          <w:type w:val="bbPlcHdr"/>
        </w:types>
        <w:behaviors>
          <w:behavior w:val="content"/>
        </w:behaviors>
        <w:guid w:val="{6FC46767-696F-484A-AC52-50A57C622C33}"/>
      </w:docPartPr>
      <w:docPartBody>
        <w:p w:rsidR="00724BBE" w:rsidRDefault="00724BBE" w:rsidP="00724BBE">
          <w:pPr>
            <w:pStyle w:val="5DCDD7BAD7744A7ABD197E69593F5EBD"/>
          </w:pPr>
          <w:r w:rsidRPr="00FA15BC">
            <w:rPr>
              <w:rStyle w:val="Testosegnaposto"/>
            </w:rPr>
            <w:t>Scegliere un elemento.</w:t>
          </w:r>
        </w:p>
      </w:docPartBody>
    </w:docPart>
    <w:docPart>
      <w:docPartPr>
        <w:name w:val="0C3CB2413AA1448C8F5ACB47E246F10B"/>
        <w:category>
          <w:name w:val="Generale"/>
          <w:gallery w:val="placeholder"/>
        </w:category>
        <w:types>
          <w:type w:val="bbPlcHdr"/>
        </w:types>
        <w:behaviors>
          <w:behavior w:val="content"/>
        </w:behaviors>
        <w:guid w:val="{682B528B-BE30-4A9B-9901-F9FDD5A053AA}"/>
      </w:docPartPr>
      <w:docPartBody>
        <w:p w:rsidR="00724BBE" w:rsidRDefault="00724BBE" w:rsidP="00724BBE">
          <w:pPr>
            <w:pStyle w:val="0C3CB2413AA1448C8F5ACB47E246F10B"/>
          </w:pPr>
          <w:r w:rsidRPr="00FA15BC">
            <w:rPr>
              <w:rStyle w:val="Testosegnaposto"/>
            </w:rPr>
            <w:t>Scegliere un elemento.</w:t>
          </w:r>
        </w:p>
      </w:docPartBody>
    </w:docPart>
    <w:docPart>
      <w:docPartPr>
        <w:name w:val="2621DCE504114DC09111137A1070DAA0"/>
        <w:category>
          <w:name w:val="Generale"/>
          <w:gallery w:val="placeholder"/>
        </w:category>
        <w:types>
          <w:type w:val="bbPlcHdr"/>
        </w:types>
        <w:behaviors>
          <w:behavior w:val="content"/>
        </w:behaviors>
        <w:guid w:val="{EA773ACC-4160-4D44-9EF0-276180054967}"/>
      </w:docPartPr>
      <w:docPartBody>
        <w:p w:rsidR="00724BBE" w:rsidRDefault="00724BBE" w:rsidP="00724BBE">
          <w:pPr>
            <w:pStyle w:val="2621DCE504114DC09111137A1070DAA0"/>
          </w:pPr>
          <w:r w:rsidRPr="00FA15BC">
            <w:rPr>
              <w:rStyle w:val="Testosegnaposto"/>
            </w:rPr>
            <w:t>Scegliere un elemento.</w:t>
          </w:r>
        </w:p>
      </w:docPartBody>
    </w:docPart>
    <w:docPart>
      <w:docPartPr>
        <w:name w:val="B424744394624BCEB5434EF026E2F50B"/>
        <w:category>
          <w:name w:val="Generale"/>
          <w:gallery w:val="placeholder"/>
        </w:category>
        <w:types>
          <w:type w:val="bbPlcHdr"/>
        </w:types>
        <w:behaviors>
          <w:behavior w:val="content"/>
        </w:behaviors>
        <w:guid w:val="{AA7E1E4F-89FC-4209-974C-CEB4A44226A5}"/>
      </w:docPartPr>
      <w:docPartBody>
        <w:p w:rsidR="00724BBE" w:rsidRDefault="00724BBE" w:rsidP="00724BBE">
          <w:pPr>
            <w:pStyle w:val="B424744394624BCEB5434EF026E2F50B"/>
          </w:pPr>
          <w:r w:rsidRPr="00FA15BC">
            <w:rPr>
              <w:rStyle w:val="Testosegnaposto"/>
            </w:rPr>
            <w:t>Scegliere un elemento.</w:t>
          </w:r>
        </w:p>
      </w:docPartBody>
    </w:docPart>
    <w:docPart>
      <w:docPartPr>
        <w:name w:val="9D55D6FFF1B74D3CB03DFFF0DA4A5B97"/>
        <w:category>
          <w:name w:val="Generale"/>
          <w:gallery w:val="placeholder"/>
        </w:category>
        <w:types>
          <w:type w:val="bbPlcHdr"/>
        </w:types>
        <w:behaviors>
          <w:behavior w:val="content"/>
        </w:behaviors>
        <w:guid w:val="{EF4ABE4E-2E6D-488D-B1BB-BF358417DF14}"/>
      </w:docPartPr>
      <w:docPartBody>
        <w:p w:rsidR="00724BBE" w:rsidRDefault="00724BBE" w:rsidP="00724BBE">
          <w:pPr>
            <w:pStyle w:val="9D55D6FFF1B74D3CB03DFFF0DA4A5B97"/>
          </w:pPr>
          <w:r w:rsidRPr="00FA15BC">
            <w:rPr>
              <w:rStyle w:val="Testosegnaposto"/>
            </w:rPr>
            <w:t>Scegliere un elemento.</w:t>
          </w:r>
        </w:p>
      </w:docPartBody>
    </w:docPart>
    <w:docPart>
      <w:docPartPr>
        <w:name w:val="AE6A3C1AB5E1486BB9EAA24C6B14FD2B"/>
        <w:category>
          <w:name w:val="Generale"/>
          <w:gallery w:val="placeholder"/>
        </w:category>
        <w:types>
          <w:type w:val="bbPlcHdr"/>
        </w:types>
        <w:behaviors>
          <w:behavior w:val="content"/>
        </w:behaviors>
        <w:guid w:val="{ADB906F9-6D3C-4E8A-BB51-64D05951DAC6}"/>
      </w:docPartPr>
      <w:docPartBody>
        <w:p w:rsidR="00724BBE" w:rsidRDefault="00724BBE" w:rsidP="00724BBE">
          <w:pPr>
            <w:pStyle w:val="AE6A3C1AB5E1486BB9EAA24C6B14FD2B"/>
          </w:pPr>
          <w:r w:rsidRPr="00FA15BC">
            <w:rPr>
              <w:rStyle w:val="Testosegnaposto"/>
            </w:rPr>
            <w:t>Scegliere un elemento.</w:t>
          </w:r>
        </w:p>
      </w:docPartBody>
    </w:docPart>
    <w:docPart>
      <w:docPartPr>
        <w:name w:val="D478E899F73648628198C6A921C05380"/>
        <w:category>
          <w:name w:val="Generale"/>
          <w:gallery w:val="placeholder"/>
        </w:category>
        <w:types>
          <w:type w:val="bbPlcHdr"/>
        </w:types>
        <w:behaviors>
          <w:behavior w:val="content"/>
        </w:behaviors>
        <w:guid w:val="{31C8AD8A-184B-43FE-B502-E22CE1E97C89}"/>
      </w:docPartPr>
      <w:docPartBody>
        <w:p w:rsidR="00724BBE" w:rsidRDefault="00724BBE" w:rsidP="00724BBE">
          <w:pPr>
            <w:pStyle w:val="D478E899F73648628198C6A921C05380"/>
          </w:pPr>
          <w:r w:rsidRPr="00FA15BC">
            <w:rPr>
              <w:rStyle w:val="Testosegnaposto"/>
            </w:rPr>
            <w:t>Scegliere un elemento.</w:t>
          </w:r>
        </w:p>
      </w:docPartBody>
    </w:docPart>
    <w:docPart>
      <w:docPartPr>
        <w:name w:val="1E00893E28E14B1696D7CA09EF48E29E"/>
        <w:category>
          <w:name w:val="Generale"/>
          <w:gallery w:val="placeholder"/>
        </w:category>
        <w:types>
          <w:type w:val="bbPlcHdr"/>
        </w:types>
        <w:behaviors>
          <w:behavior w:val="content"/>
        </w:behaviors>
        <w:guid w:val="{CD9CEE3B-EE28-4CA5-B620-876E9763C42A}"/>
      </w:docPartPr>
      <w:docPartBody>
        <w:p w:rsidR="00724BBE" w:rsidRDefault="00724BBE" w:rsidP="00724BBE">
          <w:pPr>
            <w:pStyle w:val="1E00893E28E14B1696D7CA09EF48E29E"/>
          </w:pPr>
          <w:r w:rsidRPr="00FA15BC">
            <w:rPr>
              <w:rStyle w:val="Testosegnaposto"/>
            </w:rPr>
            <w:t>Scegliere un elemento.</w:t>
          </w:r>
        </w:p>
      </w:docPartBody>
    </w:docPart>
    <w:docPart>
      <w:docPartPr>
        <w:name w:val="DF1A123BDE5541E983D2EFC155FC72CC"/>
        <w:category>
          <w:name w:val="Generale"/>
          <w:gallery w:val="placeholder"/>
        </w:category>
        <w:types>
          <w:type w:val="bbPlcHdr"/>
        </w:types>
        <w:behaviors>
          <w:behavior w:val="content"/>
        </w:behaviors>
        <w:guid w:val="{6ED9D7C0-95EB-4A98-9E26-DFC9E928874B}"/>
      </w:docPartPr>
      <w:docPartBody>
        <w:p w:rsidR="00724BBE" w:rsidRDefault="00724BBE" w:rsidP="00724BBE">
          <w:pPr>
            <w:pStyle w:val="DF1A123BDE5541E983D2EFC155FC72CC"/>
          </w:pPr>
          <w:r w:rsidRPr="00FA15BC">
            <w:rPr>
              <w:rStyle w:val="Testosegnaposto"/>
            </w:rPr>
            <w:t>Scegliere un elemento.</w:t>
          </w:r>
        </w:p>
      </w:docPartBody>
    </w:docPart>
    <w:docPart>
      <w:docPartPr>
        <w:name w:val="070E17DBAC3441C192D277A71E7205D5"/>
        <w:category>
          <w:name w:val="Generale"/>
          <w:gallery w:val="placeholder"/>
        </w:category>
        <w:types>
          <w:type w:val="bbPlcHdr"/>
        </w:types>
        <w:behaviors>
          <w:behavior w:val="content"/>
        </w:behaviors>
        <w:guid w:val="{FC648A24-B6E6-454D-B177-77DA4045A9DC}"/>
      </w:docPartPr>
      <w:docPartBody>
        <w:p w:rsidR="00724BBE" w:rsidRDefault="00724BBE" w:rsidP="00724BBE">
          <w:pPr>
            <w:pStyle w:val="070E17DBAC3441C192D277A71E7205D5"/>
          </w:pPr>
          <w:r w:rsidRPr="00FA15BC">
            <w:rPr>
              <w:rStyle w:val="Testosegnaposto"/>
            </w:rPr>
            <w:t>Scegliere un elemento.</w:t>
          </w:r>
        </w:p>
      </w:docPartBody>
    </w:docPart>
    <w:docPart>
      <w:docPartPr>
        <w:name w:val="D7AF2DE0858F47BE95C72B4B71EFCE89"/>
        <w:category>
          <w:name w:val="Generale"/>
          <w:gallery w:val="placeholder"/>
        </w:category>
        <w:types>
          <w:type w:val="bbPlcHdr"/>
        </w:types>
        <w:behaviors>
          <w:behavior w:val="content"/>
        </w:behaviors>
        <w:guid w:val="{184988F4-0995-4FF7-BF54-6CAD7E211ED3}"/>
      </w:docPartPr>
      <w:docPartBody>
        <w:p w:rsidR="00724BBE" w:rsidRDefault="00724BBE" w:rsidP="00724BBE">
          <w:pPr>
            <w:pStyle w:val="D7AF2DE0858F47BE95C72B4B71EFCE89"/>
          </w:pPr>
          <w:r w:rsidRPr="00FA15BC">
            <w:rPr>
              <w:rStyle w:val="Testosegnaposto"/>
            </w:rPr>
            <w:t>Scegliere un elemento.</w:t>
          </w:r>
        </w:p>
      </w:docPartBody>
    </w:docPart>
    <w:docPart>
      <w:docPartPr>
        <w:name w:val="53BD597303DC43B1BF52E9F34823FE16"/>
        <w:category>
          <w:name w:val="Generale"/>
          <w:gallery w:val="placeholder"/>
        </w:category>
        <w:types>
          <w:type w:val="bbPlcHdr"/>
        </w:types>
        <w:behaviors>
          <w:behavior w:val="content"/>
        </w:behaviors>
        <w:guid w:val="{075E2C78-B3B7-4520-8750-6B9639913E7F}"/>
      </w:docPartPr>
      <w:docPartBody>
        <w:p w:rsidR="00724BBE" w:rsidRDefault="00724BBE" w:rsidP="00724BBE">
          <w:pPr>
            <w:pStyle w:val="53BD597303DC43B1BF52E9F34823FE16"/>
          </w:pPr>
          <w:r w:rsidRPr="00FA15BC">
            <w:rPr>
              <w:rStyle w:val="Testosegnaposto"/>
            </w:rPr>
            <w:t>Scegliere un elemento.</w:t>
          </w:r>
        </w:p>
      </w:docPartBody>
    </w:docPart>
    <w:docPart>
      <w:docPartPr>
        <w:name w:val="BCDCB6E12B834E70AFD0D647281EC077"/>
        <w:category>
          <w:name w:val="Generale"/>
          <w:gallery w:val="placeholder"/>
        </w:category>
        <w:types>
          <w:type w:val="bbPlcHdr"/>
        </w:types>
        <w:behaviors>
          <w:behavior w:val="content"/>
        </w:behaviors>
        <w:guid w:val="{788E0E5C-C13E-4F03-9260-9D7EBB9B1CB8}"/>
      </w:docPartPr>
      <w:docPartBody>
        <w:p w:rsidR="00724BBE" w:rsidRDefault="00724BBE" w:rsidP="00724BBE">
          <w:pPr>
            <w:pStyle w:val="BCDCB6E12B834E70AFD0D647281EC077"/>
          </w:pPr>
          <w:r w:rsidRPr="00FA15BC">
            <w:rPr>
              <w:rStyle w:val="Testosegnaposto"/>
            </w:rPr>
            <w:t>Scegliere un elemento.</w:t>
          </w:r>
        </w:p>
      </w:docPartBody>
    </w:docPart>
    <w:docPart>
      <w:docPartPr>
        <w:name w:val="9DB607E07E42472EB6EEDB6783F352CA"/>
        <w:category>
          <w:name w:val="Generale"/>
          <w:gallery w:val="placeholder"/>
        </w:category>
        <w:types>
          <w:type w:val="bbPlcHdr"/>
        </w:types>
        <w:behaviors>
          <w:behavior w:val="content"/>
        </w:behaviors>
        <w:guid w:val="{F24B17D6-4544-4131-AC1E-EEE7257AC136}"/>
      </w:docPartPr>
      <w:docPartBody>
        <w:p w:rsidR="00724BBE" w:rsidRDefault="00724BBE" w:rsidP="00724BBE">
          <w:pPr>
            <w:pStyle w:val="9DB607E07E42472EB6EEDB6783F352CA"/>
          </w:pPr>
          <w:r w:rsidRPr="00FA15BC">
            <w:rPr>
              <w:rStyle w:val="Testosegnaposto"/>
            </w:rPr>
            <w:t>Scegliere un elemento.</w:t>
          </w:r>
        </w:p>
      </w:docPartBody>
    </w:docPart>
    <w:docPart>
      <w:docPartPr>
        <w:name w:val="2037DE9CC3C14FA1B06E33E375C400BE"/>
        <w:category>
          <w:name w:val="Generale"/>
          <w:gallery w:val="placeholder"/>
        </w:category>
        <w:types>
          <w:type w:val="bbPlcHdr"/>
        </w:types>
        <w:behaviors>
          <w:behavior w:val="content"/>
        </w:behaviors>
        <w:guid w:val="{9BD1272E-F73F-4AA3-947E-2C6DF93E317A}"/>
      </w:docPartPr>
      <w:docPartBody>
        <w:p w:rsidR="00724BBE" w:rsidRDefault="00724BBE" w:rsidP="00724BBE">
          <w:pPr>
            <w:pStyle w:val="2037DE9CC3C14FA1B06E33E375C400BE"/>
          </w:pPr>
          <w:r w:rsidRPr="00FA15BC">
            <w:rPr>
              <w:rStyle w:val="Testosegnaposto"/>
            </w:rPr>
            <w:t>Scegliere un elemento.</w:t>
          </w:r>
        </w:p>
      </w:docPartBody>
    </w:docPart>
    <w:docPart>
      <w:docPartPr>
        <w:name w:val="2D412469F2084688A4B1B7A2F023844B"/>
        <w:category>
          <w:name w:val="Generale"/>
          <w:gallery w:val="placeholder"/>
        </w:category>
        <w:types>
          <w:type w:val="bbPlcHdr"/>
        </w:types>
        <w:behaviors>
          <w:behavior w:val="content"/>
        </w:behaviors>
        <w:guid w:val="{413404C2-5FDC-47CD-9B92-BA7AAE7AD8DA}"/>
      </w:docPartPr>
      <w:docPartBody>
        <w:p w:rsidR="00724BBE" w:rsidRDefault="00724BBE" w:rsidP="00724BBE">
          <w:pPr>
            <w:pStyle w:val="2D412469F2084688A4B1B7A2F023844B"/>
          </w:pPr>
          <w:r w:rsidRPr="00FA15BC">
            <w:rPr>
              <w:rStyle w:val="Testosegnaposto"/>
            </w:rPr>
            <w:t>Scegliere un elemento.</w:t>
          </w:r>
        </w:p>
      </w:docPartBody>
    </w:docPart>
    <w:docPart>
      <w:docPartPr>
        <w:name w:val="3188A18171C645AF8CAEBD1ADE1A368B"/>
        <w:category>
          <w:name w:val="Generale"/>
          <w:gallery w:val="placeholder"/>
        </w:category>
        <w:types>
          <w:type w:val="bbPlcHdr"/>
        </w:types>
        <w:behaviors>
          <w:behavior w:val="content"/>
        </w:behaviors>
        <w:guid w:val="{B37340C0-FEA5-425F-A3C4-2CFFFF33B36E}"/>
      </w:docPartPr>
      <w:docPartBody>
        <w:p w:rsidR="00724BBE" w:rsidRDefault="00724BBE" w:rsidP="00724BBE">
          <w:pPr>
            <w:pStyle w:val="3188A18171C645AF8CAEBD1ADE1A368B"/>
          </w:pPr>
          <w:r w:rsidRPr="00FA15BC">
            <w:rPr>
              <w:rStyle w:val="Testosegnaposto"/>
            </w:rPr>
            <w:t>Scegliere un elemento.</w:t>
          </w:r>
        </w:p>
      </w:docPartBody>
    </w:docPart>
    <w:docPart>
      <w:docPartPr>
        <w:name w:val="C1B1D67CA9BB40E8B4DC255D0D992A16"/>
        <w:category>
          <w:name w:val="Generale"/>
          <w:gallery w:val="placeholder"/>
        </w:category>
        <w:types>
          <w:type w:val="bbPlcHdr"/>
        </w:types>
        <w:behaviors>
          <w:behavior w:val="content"/>
        </w:behaviors>
        <w:guid w:val="{1D8C0A2B-89D9-4857-830E-2CB04F25CB91}"/>
      </w:docPartPr>
      <w:docPartBody>
        <w:p w:rsidR="00724BBE" w:rsidRDefault="00724BBE" w:rsidP="00724BBE">
          <w:pPr>
            <w:pStyle w:val="C1B1D67CA9BB40E8B4DC255D0D992A16"/>
          </w:pPr>
          <w:r w:rsidRPr="00FA15BC">
            <w:rPr>
              <w:rStyle w:val="Testosegnaposto"/>
            </w:rPr>
            <w:t>Scegliere un elemento.</w:t>
          </w:r>
        </w:p>
      </w:docPartBody>
    </w:docPart>
    <w:docPart>
      <w:docPartPr>
        <w:name w:val="3D75AC23EC4E4ECEBC9FDAD65512C5AF"/>
        <w:category>
          <w:name w:val="Generale"/>
          <w:gallery w:val="placeholder"/>
        </w:category>
        <w:types>
          <w:type w:val="bbPlcHdr"/>
        </w:types>
        <w:behaviors>
          <w:behavior w:val="content"/>
        </w:behaviors>
        <w:guid w:val="{6037A39A-964D-420C-B659-B3DA9F88D6B0}"/>
      </w:docPartPr>
      <w:docPartBody>
        <w:p w:rsidR="00724BBE" w:rsidRDefault="00724BBE" w:rsidP="00724BBE">
          <w:pPr>
            <w:pStyle w:val="3D75AC23EC4E4ECEBC9FDAD65512C5AF"/>
          </w:pPr>
          <w:r w:rsidRPr="00FA15BC">
            <w:rPr>
              <w:rStyle w:val="Testosegnaposto"/>
            </w:rPr>
            <w:t>Scegliere un elemento.</w:t>
          </w:r>
        </w:p>
      </w:docPartBody>
    </w:docPart>
    <w:docPart>
      <w:docPartPr>
        <w:name w:val="8DE7D61ECF0F4ED49A9C3F836BE7CDC5"/>
        <w:category>
          <w:name w:val="Generale"/>
          <w:gallery w:val="placeholder"/>
        </w:category>
        <w:types>
          <w:type w:val="bbPlcHdr"/>
        </w:types>
        <w:behaviors>
          <w:behavior w:val="content"/>
        </w:behaviors>
        <w:guid w:val="{D72DF95D-7F21-4305-B2E5-DA69FF702287}"/>
      </w:docPartPr>
      <w:docPartBody>
        <w:p w:rsidR="00724BBE" w:rsidRDefault="00724BBE" w:rsidP="00724BBE">
          <w:pPr>
            <w:pStyle w:val="8DE7D61ECF0F4ED49A9C3F836BE7CDC5"/>
          </w:pPr>
          <w:r w:rsidRPr="00FA15BC">
            <w:rPr>
              <w:rStyle w:val="Testosegnaposto"/>
            </w:rPr>
            <w:t>Scegliere un elemento.</w:t>
          </w:r>
        </w:p>
      </w:docPartBody>
    </w:docPart>
    <w:docPart>
      <w:docPartPr>
        <w:name w:val="482EC83ECCEA49B59BFBC35632AFCA44"/>
        <w:category>
          <w:name w:val="Generale"/>
          <w:gallery w:val="placeholder"/>
        </w:category>
        <w:types>
          <w:type w:val="bbPlcHdr"/>
        </w:types>
        <w:behaviors>
          <w:behavior w:val="content"/>
        </w:behaviors>
        <w:guid w:val="{8A426CA1-DFEA-49D6-8FE6-0A4CC0A50262}"/>
      </w:docPartPr>
      <w:docPartBody>
        <w:p w:rsidR="00724BBE" w:rsidRDefault="00724BBE" w:rsidP="00724BBE">
          <w:pPr>
            <w:pStyle w:val="482EC83ECCEA49B59BFBC35632AFCA44"/>
          </w:pPr>
          <w:r w:rsidRPr="00FA15BC">
            <w:rPr>
              <w:rStyle w:val="Testosegnaposto"/>
            </w:rPr>
            <w:t>Scegliere un elemento.</w:t>
          </w:r>
        </w:p>
      </w:docPartBody>
    </w:docPart>
    <w:docPart>
      <w:docPartPr>
        <w:name w:val="BB7DDDA2539C431BB7E140D3F486AA6D"/>
        <w:category>
          <w:name w:val="Generale"/>
          <w:gallery w:val="placeholder"/>
        </w:category>
        <w:types>
          <w:type w:val="bbPlcHdr"/>
        </w:types>
        <w:behaviors>
          <w:behavior w:val="content"/>
        </w:behaviors>
        <w:guid w:val="{3A958564-46A8-4C66-8DB9-AAEE4A697BD8}"/>
      </w:docPartPr>
      <w:docPartBody>
        <w:p w:rsidR="00724BBE" w:rsidRDefault="00724BBE" w:rsidP="00724BBE">
          <w:pPr>
            <w:pStyle w:val="BB7DDDA2539C431BB7E140D3F486AA6D"/>
          </w:pPr>
          <w:r w:rsidRPr="00FA15BC">
            <w:rPr>
              <w:rStyle w:val="Testosegnaposto"/>
            </w:rPr>
            <w:t>Scegliere un elemento.</w:t>
          </w:r>
        </w:p>
      </w:docPartBody>
    </w:docPart>
    <w:docPart>
      <w:docPartPr>
        <w:name w:val="29FCB1A6DCA44E89B31AB18FE17BF900"/>
        <w:category>
          <w:name w:val="Generale"/>
          <w:gallery w:val="placeholder"/>
        </w:category>
        <w:types>
          <w:type w:val="bbPlcHdr"/>
        </w:types>
        <w:behaviors>
          <w:behavior w:val="content"/>
        </w:behaviors>
        <w:guid w:val="{B217A744-E821-4B96-8C2E-66D3C0BF5813}"/>
      </w:docPartPr>
      <w:docPartBody>
        <w:p w:rsidR="00724BBE" w:rsidRDefault="00724BBE" w:rsidP="00724BBE">
          <w:pPr>
            <w:pStyle w:val="29FCB1A6DCA44E89B31AB18FE17BF900"/>
          </w:pPr>
          <w:r w:rsidRPr="00FA15BC">
            <w:rPr>
              <w:rStyle w:val="Testosegnaposto"/>
            </w:rPr>
            <w:t>Scegliere un elemento.</w:t>
          </w:r>
        </w:p>
      </w:docPartBody>
    </w:docPart>
    <w:docPart>
      <w:docPartPr>
        <w:name w:val="60567D1B62234194BF2BF6858D959306"/>
        <w:category>
          <w:name w:val="Generale"/>
          <w:gallery w:val="placeholder"/>
        </w:category>
        <w:types>
          <w:type w:val="bbPlcHdr"/>
        </w:types>
        <w:behaviors>
          <w:behavior w:val="content"/>
        </w:behaviors>
        <w:guid w:val="{17350056-4257-4E47-BE75-E525DEABFDD3}"/>
      </w:docPartPr>
      <w:docPartBody>
        <w:p w:rsidR="00724BBE" w:rsidRDefault="00724BBE" w:rsidP="00724BBE">
          <w:pPr>
            <w:pStyle w:val="60567D1B62234194BF2BF6858D959306"/>
          </w:pPr>
          <w:r w:rsidRPr="00FA15BC">
            <w:rPr>
              <w:rStyle w:val="Testosegnaposto"/>
            </w:rPr>
            <w:t>Scegliere un elemento.</w:t>
          </w:r>
        </w:p>
      </w:docPartBody>
    </w:docPart>
    <w:docPart>
      <w:docPartPr>
        <w:name w:val="4D5B492EA93B43DA9344E3404CD3FDC4"/>
        <w:category>
          <w:name w:val="Generale"/>
          <w:gallery w:val="placeholder"/>
        </w:category>
        <w:types>
          <w:type w:val="bbPlcHdr"/>
        </w:types>
        <w:behaviors>
          <w:behavior w:val="content"/>
        </w:behaviors>
        <w:guid w:val="{24BD491A-B34C-44F0-9878-162019020A62}"/>
      </w:docPartPr>
      <w:docPartBody>
        <w:p w:rsidR="00724BBE" w:rsidRDefault="00724BBE" w:rsidP="00724BBE">
          <w:pPr>
            <w:pStyle w:val="4D5B492EA93B43DA9344E3404CD3FDC4"/>
          </w:pPr>
          <w:r w:rsidRPr="00FA15BC">
            <w:rPr>
              <w:rStyle w:val="Testosegnaposto"/>
            </w:rPr>
            <w:t>Scegliere un elemento.</w:t>
          </w:r>
        </w:p>
      </w:docPartBody>
    </w:docPart>
    <w:docPart>
      <w:docPartPr>
        <w:name w:val="0D557052BFF146AAB089E35D17A70172"/>
        <w:category>
          <w:name w:val="Generale"/>
          <w:gallery w:val="placeholder"/>
        </w:category>
        <w:types>
          <w:type w:val="bbPlcHdr"/>
        </w:types>
        <w:behaviors>
          <w:behavior w:val="content"/>
        </w:behaviors>
        <w:guid w:val="{7181BF19-1291-426B-A339-05F77579AAB2}"/>
      </w:docPartPr>
      <w:docPartBody>
        <w:p w:rsidR="00724BBE" w:rsidRDefault="00724BBE" w:rsidP="00724BBE">
          <w:pPr>
            <w:pStyle w:val="0D557052BFF146AAB089E35D17A70172"/>
          </w:pPr>
          <w:r w:rsidRPr="00FA15BC">
            <w:rPr>
              <w:rStyle w:val="Testosegnaposto"/>
            </w:rPr>
            <w:t>Scegliere un elemento.</w:t>
          </w:r>
        </w:p>
      </w:docPartBody>
    </w:docPart>
    <w:docPart>
      <w:docPartPr>
        <w:name w:val="0D0C974AF94748948C9217B55CD1CE0A"/>
        <w:category>
          <w:name w:val="Generale"/>
          <w:gallery w:val="placeholder"/>
        </w:category>
        <w:types>
          <w:type w:val="bbPlcHdr"/>
        </w:types>
        <w:behaviors>
          <w:behavior w:val="content"/>
        </w:behaviors>
        <w:guid w:val="{C287EA8B-B961-47E0-99E0-4D84266D6582}"/>
      </w:docPartPr>
      <w:docPartBody>
        <w:p w:rsidR="00724BBE" w:rsidRDefault="00724BBE" w:rsidP="00724BBE">
          <w:pPr>
            <w:pStyle w:val="0D0C974AF94748948C9217B55CD1CE0A"/>
          </w:pPr>
          <w:r w:rsidRPr="00FA15BC">
            <w:rPr>
              <w:rStyle w:val="Testosegnaposto"/>
            </w:rPr>
            <w:t>Scegliere un elemento.</w:t>
          </w:r>
        </w:p>
      </w:docPartBody>
    </w:docPart>
    <w:docPart>
      <w:docPartPr>
        <w:name w:val="75C1244CF73F47AF98C2A35B82DB16A0"/>
        <w:category>
          <w:name w:val="Generale"/>
          <w:gallery w:val="placeholder"/>
        </w:category>
        <w:types>
          <w:type w:val="bbPlcHdr"/>
        </w:types>
        <w:behaviors>
          <w:behavior w:val="content"/>
        </w:behaviors>
        <w:guid w:val="{2735A262-62CA-48A6-A3E4-85C8A9C13124}"/>
      </w:docPartPr>
      <w:docPartBody>
        <w:p w:rsidR="00724BBE" w:rsidRDefault="00724BBE" w:rsidP="00724BBE">
          <w:pPr>
            <w:pStyle w:val="75C1244CF73F47AF98C2A35B82DB16A0"/>
          </w:pPr>
          <w:r w:rsidRPr="00FA15BC">
            <w:rPr>
              <w:rStyle w:val="Testosegnaposto"/>
            </w:rPr>
            <w:t>Scegliere un elemento.</w:t>
          </w:r>
        </w:p>
      </w:docPartBody>
    </w:docPart>
    <w:docPart>
      <w:docPartPr>
        <w:name w:val="C1D40F62A9F040BC9C15E7056CF71F65"/>
        <w:category>
          <w:name w:val="Generale"/>
          <w:gallery w:val="placeholder"/>
        </w:category>
        <w:types>
          <w:type w:val="bbPlcHdr"/>
        </w:types>
        <w:behaviors>
          <w:behavior w:val="content"/>
        </w:behaviors>
        <w:guid w:val="{C431B815-A5A0-4911-82C7-A791E307BAAA}"/>
      </w:docPartPr>
      <w:docPartBody>
        <w:p w:rsidR="00724BBE" w:rsidRDefault="00724BBE" w:rsidP="00724BBE">
          <w:pPr>
            <w:pStyle w:val="C1D40F62A9F040BC9C15E7056CF71F65"/>
          </w:pPr>
          <w:r w:rsidRPr="00FA15BC">
            <w:rPr>
              <w:rStyle w:val="Testosegnaposto"/>
            </w:rPr>
            <w:t>Scegliere un elemento.</w:t>
          </w:r>
        </w:p>
      </w:docPartBody>
    </w:docPart>
    <w:docPart>
      <w:docPartPr>
        <w:name w:val="528FAA20533449E5B01034FBA043096B"/>
        <w:category>
          <w:name w:val="Generale"/>
          <w:gallery w:val="placeholder"/>
        </w:category>
        <w:types>
          <w:type w:val="bbPlcHdr"/>
        </w:types>
        <w:behaviors>
          <w:behavior w:val="content"/>
        </w:behaviors>
        <w:guid w:val="{9528115C-614F-4C45-877A-4B62F9B975E8}"/>
      </w:docPartPr>
      <w:docPartBody>
        <w:p w:rsidR="00724BBE" w:rsidRDefault="00724BBE" w:rsidP="00724BBE">
          <w:pPr>
            <w:pStyle w:val="528FAA20533449E5B01034FBA043096B"/>
          </w:pPr>
          <w:r w:rsidRPr="00FA15BC">
            <w:rPr>
              <w:rStyle w:val="Testosegnaposto"/>
            </w:rPr>
            <w:t>Scegliere un elemento.</w:t>
          </w:r>
        </w:p>
      </w:docPartBody>
    </w:docPart>
    <w:docPart>
      <w:docPartPr>
        <w:name w:val="0D3332B5FC964B6FADC44A9B4384D837"/>
        <w:category>
          <w:name w:val="Generale"/>
          <w:gallery w:val="placeholder"/>
        </w:category>
        <w:types>
          <w:type w:val="bbPlcHdr"/>
        </w:types>
        <w:behaviors>
          <w:behavior w:val="content"/>
        </w:behaviors>
        <w:guid w:val="{4EC0339B-85B8-4689-AB93-97403982FE6B}"/>
      </w:docPartPr>
      <w:docPartBody>
        <w:p w:rsidR="00724BBE" w:rsidRDefault="00724BBE" w:rsidP="00724BBE">
          <w:pPr>
            <w:pStyle w:val="0D3332B5FC964B6FADC44A9B4384D837"/>
          </w:pPr>
          <w:r w:rsidRPr="00FA15BC">
            <w:rPr>
              <w:rStyle w:val="Testosegnaposto"/>
            </w:rPr>
            <w:t>Scegliere un elemento.</w:t>
          </w:r>
        </w:p>
      </w:docPartBody>
    </w:docPart>
    <w:docPart>
      <w:docPartPr>
        <w:name w:val="0083C2F5F3964E64BC6CDF82418BCFBF"/>
        <w:category>
          <w:name w:val="Generale"/>
          <w:gallery w:val="placeholder"/>
        </w:category>
        <w:types>
          <w:type w:val="bbPlcHdr"/>
        </w:types>
        <w:behaviors>
          <w:behavior w:val="content"/>
        </w:behaviors>
        <w:guid w:val="{E7B04097-D5DE-4464-91FC-1DA504E62CDA}"/>
      </w:docPartPr>
      <w:docPartBody>
        <w:p w:rsidR="00724BBE" w:rsidRDefault="00724BBE" w:rsidP="00724BBE">
          <w:pPr>
            <w:pStyle w:val="0083C2F5F3964E64BC6CDF82418BCFBF"/>
          </w:pPr>
          <w:r w:rsidRPr="00FA15BC">
            <w:rPr>
              <w:rStyle w:val="Testosegnaposto"/>
            </w:rPr>
            <w:t>Scegliere un elemento.</w:t>
          </w:r>
        </w:p>
      </w:docPartBody>
    </w:docPart>
    <w:docPart>
      <w:docPartPr>
        <w:name w:val="FBC9B4781C9047D2B6CE6B658723B88F"/>
        <w:category>
          <w:name w:val="Generale"/>
          <w:gallery w:val="placeholder"/>
        </w:category>
        <w:types>
          <w:type w:val="bbPlcHdr"/>
        </w:types>
        <w:behaviors>
          <w:behavior w:val="content"/>
        </w:behaviors>
        <w:guid w:val="{5E25DACA-4D52-4D9F-ADC8-FD6DE1E69113}"/>
      </w:docPartPr>
      <w:docPartBody>
        <w:p w:rsidR="00724BBE" w:rsidRDefault="00724BBE" w:rsidP="00724BBE">
          <w:pPr>
            <w:pStyle w:val="FBC9B4781C9047D2B6CE6B658723B88F"/>
          </w:pPr>
          <w:r w:rsidRPr="00FA15BC">
            <w:rPr>
              <w:rStyle w:val="Testosegnaposto"/>
            </w:rPr>
            <w:t>Scegliere un elemento.</w:t>
          </w:r>
        </w:p>
      </w:docPartBody>
    </w:docPart>
    <w:docPart>
      <w:docPartPr>
        <w:name w:val="7C81CA68FB77483784CAB2D97E54B53D"/>
        <w:category>
          <w:name w:val="Generale"/>
          <w:gallery w:val="placeholder"/>
        </w:category>
        <w:types>
          <w:type w:val="bbPlcHdr"/>
        </w:types>
        <w:behaviors>
          <w:behavior w:val="content"/>
        </w:behaviors>
        <w:guid w:val="{6AF07CFB-EC86-407E-9FCD-F5D98BFC84DB}"/>
      </w:docPartPr>
      <w:docPartBody>
        <w:p w:rsidR="00724BBE" w:rsidRDefault="00724BBE" w:rsidP="00724BBE">
          <w:pPr>
            <w:pStyle w:val="7C81CA68FB77483784CAB2D97E54B53D"/>
          </w:pPr>
          <w:r w:rsidRPr="00FA15BC">
            <w:rPr>
              <w:rStyle w:val="Testosegnaposto"/>
            </w:rPr>
            <w:t>Scegliere un elemento.</w:t>
          </w:r>
        </w:p>
      </w:docPartBody>
    </w:docPart>
    <w:docPart>
      <w:docPartPr>
        <w:name w:val="192C4DEF8B7C4AC9B0FD90433826E55F"/>
        <w:category>
          <w:name w:val="Generale"/>
          <w:gallery w:val="placeholder"/>
        </w:category>
        <w:types>
          <w:type w:val="bbPlcHdr"/>
        </w:types>
        <w:behaviors>
          <w:behavior w:val="content"/>
        </w:behaviors>
        <w:guid w:val="{4DFDD519-485C-408A-B2B1-F864381B2032}"/>
      </w:docPartPr>
      <w:docPartBody>
        <w:p w:rsidR="00724BBE" w:rsidRDefault="00724BBE" w:rsidP="00724BBE">
          <w:pPr>
            <w:pStyle w:val="192C4DEF8B7C4AC9B0FD90433826E55F"/>
          </w:pPr>
          <w:r w:rsidRPr="00FA15BC">
            <w:rPr>
              <w:rStyle w:val="Testosegnaposto"/>
            </w:rPr>
            <w:t>Scegliere un elemento.</w:t>
          </w:r>
        </w:p>
      </w:docPartBody>
    </w:docPart>
    <w:docPart>
      <w:docPartPr>
        <w:name w:val="90AD40B5277D4717957533D32B4CBBC1"/>
        <w:category>
          <w:name w:val="Generale"/>
          <w:gallery w:val="placeholder"/>
        </w:category>
        <w:types>
          <w:type w:val="bbPlcHdr"/>
        </w:types>
        <w:behaviors>
          <w:behavior w:val="content"/>
        </w:behaviors>
        <w:guid w:val="{16F7F28C-C082-41E5-8669-AE449D3C5E8E}"/>
      </w:docPartPr>
      <w:docPartBody>
        <w:p w:rsidR="00724BBE" w:rsidRDefault="00724BBE" w:rsidP="00724BBE">
          <w:pPr>
            <w:pStyle w:val="90AD40B5277D4717957533D32B4CBBC1"/>
          </w:pPr>
          <w:r w:rsidRPr="00FA15BC">
            <w:rPr>
              <w:rStyle w:val="Testosegnaposto"/>
            </w:rPr>
            <w:t>Scegliere un elemento.</w:t>
          </w:r>
        </w:p>
      </w:docPartBody>
    </w:docPart>
    <w:docPart>
      <w:docPartPr>
        <w:name w:val="74BCFF1E3C6E418987F44BFC80EE6177"/>
        <w:category>
          <w:name w:val="Generale"/>
          <w:gallery w:val="placeholder"/>
        </w:category>
        <w:types>
          <w:type w:val="bbPlcHdr"/>
        </w:types>
        <w:behaviors>
          <w:behavior w:val="content"/>
        </w:behaviors>
        <w:guid w:val="{C26F74DD-BFE6-4839-AA49-1A5C57407C30}"/>
      </w:docPartPr>
      <w:docPartBody>
        <w:p w:rsidR="00724BBE" w:rsidRDefault="00724BBE" w:rsidP="00724BBE">
          <w:pPr>
            <w:pStyle w:val="74BCFF1E3C6E418987F44BFC80EE6177"/>
          </w:pPr>
          <w:r w:rsidRPr="00FA15BC">
            <w:rPr>
              <w:rStyle w:val="Testosegnaposto"/>
            </w:rPr>
            <w:t>Scegliere un elemento.</w:t>
          </w:r>
        </w:p>
      </w:docPartBody>
    </w:docPart>
    <w:docPart>
      <w:docPartPr>
        <w:name w:val="CA9920EFE4044E958634F9025D6838ED"/>
        <w:category>
          <w:name w:val="Generale"/>
          <w:gallery w:val="placeholder"/>
        </w:category>
        <w:types>
          <w:type w:val="bbPlcHdr"/>
        </w:types>
        <w:behaviors>
          <w:behavior w:val="content"/>
        </w:behaviors>
        <w:guid w:val="{07F201AF-8D7D-4E99-980D-E1AD126FFBC0}"/>
      </w:docPartPr>
      <w:docPartBody>
        <w:p w:rsidR="00724BBE" w:rsidRDefault="00724BBE" w:rsidP="00724BBE">
          <w:pPr>
            <w:pStyle w:val="CA9920EFE4044E958634F9025D6838ED"/>
          </w:pPr>
          <w:r w:rsidRPr="00FA15BC">
            <w:rPr>
              <w:rStyle w:val="Testosegnaposto"/>
            </w:rPr>
            <w:t>Scegliere un elemento.</w:t>
          </w:r>
        </w:p>
      </w:docPartBody>
    </w:docPart>
    <w:docPart>
      <w:docPartPr>
        <w:name w:val="2EF08259BFB746B097D7DD7D322842D8"/>
        <w:category>
          <w:name w:val="Generale"/>
          <w:gallery w:val="placeholder"/>
        </w:category>
        <w:types>
          <w:type w:val="bbPlcHdr"/>
        </w:types>
        <w:behaviors>
          <w:behavior w:val="content"/>
        </w:behaviors>
        <w:guid w:val="{AD6EA680-5008-46C6-BBC6-1AB4A2A18218}"/>
      </w:docPartPr>
      <w:docPartBody>
        <w:p w:rsidR="00724BBE" w:rsidRDefault="00724BBE" w:rsidP="00724BBE">
          <w:pPr>
            <w:pStyle w:val="2EF08259BFB746B097D7DD7D322842D8"/>
          </w:pPr>
          <w:r w:rsidRPr="00FA15BC">
            <w:rPr>
              <w:rStyle w:val="Testosegnaposto"/>
            </w:rPr>
            <w:t>Scegliere un elemento.</w:t>
          </w:r>
        </w:p>
      </w:docPartBody>
    </w:docPart>
    <w:docPart>
      <w:docPartPr>
        <w:name w:val="1341224ACD994BEB9ECB67653ED0D022"/>
        <w:category>
          <w:name w:val="Generale"/>
          <w:gallery w:val="placeholder"/>
        </w:category>
        <w:types>
          <w:type w:val="bbPlcHdr"/>
        </w:types>
        <w:behaviors>
          <w:behavior w:val="content"/>
        </w:behaviors>
        <w:guid w:val="{66936298-5250-45AF-9B4F-224E1A2859E8}"/>
      </w:docPartPr>
      <w:docPartBody>
        <w:p w:rsidR="00724BBE" w:rsidRDefault="00724BBE" w:rsidP="00724BBE">
          <w:pPr>
            <w:pStyle w:val="1341224ACD994BEB9ECB67653ED0D022"/>
          </w:pPr>
          <w:r w:rsidRPr="00FA15BC">
            <w:rPr>
              <w:rStyle w:val="Testosegnaposto"/>
            </w:rPr>
            <w:t>Scegliere un elemento.</w:t>
          </w:r>
        </w:p>
      </w:docPartBody>
    </w:docPart>
    <w:docPart>
      <w:docPartPr>
        <w:name w:val="BF7C21D72FEE48A3B4E516F16B6C98A6"/>
        <w:category>
          <w:name w:val="Generale"/>
          <w:gallery w:val="placeholder"/>
        </w:category>
        <w:types>
          <w:type w:val="bbPlcHdr"/>
        </w:types>
        <w:behaviors>
          <w:behavior w:val="content"/>
        </w:behaviors>
        <w:guid w:val="{46F7F69A-A2CB-4432-B0D5-40538375EE7A}"/>
      </w:docPartPr>
      <w:docPartBody>
        <w:p w:rsidR="00724BBE" w:rsidRDefault="00724BBE" w:rsidP="00724BBE">
          <w:pPr>
            <w:pStyle w:val="BF7C21D72FEE48A3B4E516F16B6C98A6"/>
          </w:pPr>
          <w:r w:rsidRPr="00FA15BC">
            <w:rPr>
              <w:rStyle w:val="Testosegnaposto"/>
            </w:rPr>
            <w:t>Scegliere un elemento.</w:t>
          </w:r>
        </w:p>
      </w:docPartBody>
    </w:docPart>
    <w:docPart>
      <w:docPartPr>
        <w:name w:val="B3E528118502480F8D6FF93E5D2CB244"/>
        <w:category>
          <w:name w:val="Generale"/>
          <w:gallery w:val="placeholder"/>
        </w:category>
        <w:types>
          <w:type w:val="bbPlcHdr"/>
        </w:types>
        <w:behaviors>
          <w:behavior w:val="content"/>
        </w:behaviors>
        <w:guid w:val="{B34F3916-0F94-4E8D-A038-CBC87944A38E}"/>
      </w:docPartPr>
      <w:docPartBody>
        <w:p w:rsidR="00724BBE" w:rsidRDefault="00724BBE" w:rsidP="00724BBE">
          <w:pPr>
            <w:pStyle w:val="B3E528118502480F8D6FF93E5D2CB244"/>
          </w:pPr>
          <w:r w:rsidRPr="00FA15BC">
            <w:rPr>
              <w:rStyle w:val="Testosegnaposto"/>
            </w:rPr>
            <w:t>Scegliere un elemento.</w:t>
          </w:r>
        </w:p>
      </w:docPartBody>
    </w:docPart>
    <w:docPart>
      <w:docPartPr>
        <w:name w:val="316199B3813E4E18A4609B6640306C75"/>
        <w:category>
          <w:name w:val="Generale"/>
          <w:gallery w:val="placeholder"/>
        </w:category>
        <w:types>
          <w:type w:val="bbPlcHdr"/>
        </w:types>
        <w:behaviors>
          <w:behavior w:val="content"/>
        </w:behaviors>
        <w:guid w:val="{92085E17-960F-4340-86E4-13B5A3C90A32}"/>
      </w:docPartPr>
      <w:docPartBody>
        <w:p w:rsidR="00724BBE" w:rsidRDefault="00724BBE" w:rsidP="00724BBE">
          <w:pPr>
            <w:pStyle w:val="316199B3813E4E18A4609B6640306C75"/>
          </w:pPr>
          <w:r w:rsidRPr="00FA15BC">
            <w:rPr>
              <w:rStyle w:val="Testosegnaposto"/>
            </w:rPr>
            <w:t>Scegliere un elemento.</w:t>
          </w:r>
        </w:p>
      </w:docPartBody>
    </w:docPart>
    <w:docPart>
      <w:docPartPr>
        <w:name w:val="44E9AD0E22F249929B1057487ED68D80"/>
        <w:category>
          <w:name w:val="Generale"/>
          <w:gallery w:val="placeholder"/>
        </w:category>
        <w:types>
          <w:type w:val="bbPlcHdr"/>
        </w:types>
        <w:behaviors>
          <w:behavior w:val="content"/>
        </w:behaviors>
        <w:guid w:val="{AF47BF33-B722-4709-9D9F-DA2BB3B5C343}"/>
      </w:docPartPr>
      <w:docPartBody>
        <w:p w:rsidR="00724BBE" w:rsidRDefault="00724BBE" w:rsidP="00724BBE">
          <w:pPr>
            <w:pStyle w:val="44E9AD0E22F249929B1057487ED68D80"/>
          </w:pPr>
          <w:r w:rsidRPr="00FA15BC">
            <w:rPr>
              <w:rStyle w:val="Testosegnaposto"/>
            </w:rPr>
            <w:t>Scegliere un elemento.</w:t>
          </w:r>
        </w:p>
      </w:docPartBody>
    </w:docPart>
    <w:docPart>
      <w:docPartPr>
        <w:name w:val="79F21797822041DF951C45623048A2FE"/>
        <w:category>
          <w:name w:val="Generale"/>
          <w:gallery w:val="placeholder"/>
        </w:category>
        <w:types>
          <w:type w:val="bbPlcHdr"/>
        </w:types>
        <w:behaviors>
          <w:behavior w:val="content"/>
        </w:behaviors>
        <w:guid w:val="{6C866839-A0D0-4AC0-BA0A-FECA55EA38E4}"/>
      </w:docPartPr>
      <w:docPartBody>
        <w:p w:rsidR="00724BBE" w:rsidRDefault="00724BBE" w:rsidP="00724BBE">
          <w:pPr>
            <w:pStyle w:val="79F21797822041DF951C45623048A2FE"/>
          </w:pPr>
          <w:r w:rsidRPr="00FA15BC">
            <w:rPr>
              <w:rStyle w:val="Testosegnaposto"/>
            </w:rPr>
            <w:t>Scegliere un elemento.</w:t>
          </w:r>
        </w:p>
      </w:docPartBody>
    </w:docPart>
    <w:docPart>
      <w:docPartPr>
        <w:name w:val="2450494409B24FF1ADC523800CFE78BE"/>
        <w:category>
          <w:name w:val="Generale"/>
          <w:gallery w:val="placeholder"/>
        </w:category>
        <w:types>
          <w:type w:val="bbPlcHdr"/>
        </w:types>
        <w:behaviors>
          <w:behavior w:val="content"/>
        </w:behaviors>
        <w:guid w:val="{97DB427B-8DC9-49EF-99C1-53567B93DD82}"/>
      </w:docPartPr>
      <w:docPartBody>
        <w:p w:rsidR="00724BBE" w:rsidRDefault="00724BBE" w:rsidP="00724BBE">
          <w:pPr>
            <w:pStyle w:val="2450494409B24FF1ADC523800CFE78BE"/>
          </w:pPr>
          <w:r w:rsidRPr="00FA15BC">
            <w:rPr>
              <w:rStyle w:val="Testosegnaposto"/>
            </w:rPr>
            <w:t>Scegliere un elemento.</w:t>
          </w:r>
        </w:p>
      </w:docPartBody>
    </w:docPart>
    <w:docPart>
      <w:docPartPr>
        <w:name w:val="38AE17A5B2084ACBA735FF012E2A61AC"/>
        <w:category>
          <w:name w:val="Generale"/>
          <w:gallery w:val="placeholder"/>
        </w:category>
        <w:types>
          <w:type w:val="bbPlcHdr"/>
        </w:types>
        <w:behaviors>
          <w:behavior w:val="content"/>
        </w:behaviors>
        <w:guid w:val="{F35780A6-00F2-4FDE-8DC9-554E0DC9CA1B}"/>
      </w:docPartPr>
      <w:docPartBody>
        <w:p w:rsidR="00724BBE" w:rsidRDefault="00724BBE" w:rsidP="00724BBE">
          <w:pPr>
            <w:pStyle w:val="38AE17A5B2084ACBA735FF012E2A61AC"/>
          </w:pPr>
          <w:r w:rsidRPr="00FA15BC">
            <w:rPr>
              <w:rStyle w:val="Testosegnaposto"/>
            </w:rPr>
            <w:t>Scegliere un elemento.</w:t>
          </w:r>
        </w:p>
      </w:docPartBody>
    </w:docPart>
    <w:docPart>
      <w:docPartPr>
        <w:name w:val="4A8F4D53035842E180FC2B67DE6541DC"/>
        <w:category>
          <w:name w:val="Generale"/>
          <w:gallery w:val="placeholder"/>
        </w:category>
        <w:types>
          <w:type w:val="bbPlcHdr"/>
        </w:types>
        <w:behaviors>
          <w:behavior w:val="content"/>
        </w:behaviors>
        <w:guid w:val="{675C55D6-0BE8-41D3-B169-61CAC13BA085}"/>
      </w:docPartPr>
      <w:docPartBody>
        <w:p w:rsidR="00724BBE" w:rsidRDefault="00724BBE" w:rsidP="00724BBE">
          <w:pPr>
            <w:pStyle w:val="4A8F4D53035842E180FC2B67DE6541DC"/>
          </w:pPr>
          <w:r w:rsidRPr="00FA15BC">
            <w:rPr>
              <w:rStyle w:val="Testosegnaposto"/>
            </w:rPr>
            <w:t>Scegliere un elemento.</w:t>
          </w:r>
        </w:p>
      </w:docPartBody>
    </w:docPart>
    <w:docPart>
      <w:docPartPr>
        <w:name w:val="709BF84050D7444289B83672D6DAF90F"/>
        <w:category>
          <w:name w:val="Generale"/>
          <w:gallery w:val="placeholder"/>
        </w:category>
        <w:types>
          <w:type w:val="bbPlcHdr"/>
        </w:types>
        <w:behaviors>
          <w:behavior w:val="content"/>
        </w:behaviors>
        <w:guid w:val="{E5714AFB-0BE3-4B86-86B6-5736E674FB94}"/>
      </w:docPartPr>
      <w:docPartBody>
        <w:p w:rsidR="00724BBE" w:rsidRDefault="00724BBE" w:rsidP="00724BBE">
          <w:pPr>
            <w:pStyle w:val="709BF84050D7444289B83672D6DAF90F"/>
          </w:pPr>
          <w:r w:rsidRPr="00FA15BC">
            <w:rPr>
              <w:rStyle w:val="Testosegnaposto"/>
            </w:rPr>
            <w:t>Scegliere un elemento.</w:t>
          </w:r>
        </w:p>
      </w:docPartBody>
    </w:docPart>
    <w:docPart>
      <w:docPartPr>
        <w:name w:val="F10BBFF8259143F6893D7D5F242E9BB9"/>
        <w:category>
          <w:name w:val="Generale"/>
          <w:gallery w:val="placeholder"/>
        </w:category>
        <w:types>
          <w:type w:val="bbPlcHdr"/>
        </w:types>
        <w:behaviors>
          <w:behavior w:val="content"/>
        </w:behaviors>
        <w:guid w:val="{0CB4DB6E-B5C5-475F-97D6-D3156A98890B}"/>
      </w:docPartPr>
      <w:docPartBody>
        <w:p w:rsidR="00724BBE" w:rsidRDefault="00724BBE" w:rsidP="00724BBE">
          <w:pPr>
            <w:pStyle w:val="F10BBFF8259143F6893D7D5F242E9BB9"/>
          </w:pPr>
          <w:r w:rsidRPr="00FA15BC">
            <w:rPr>
              <w:rStyle w:val="Testosegnaposto"/>
            </w:rPr>
            <w:t>Scegliere un elemento.</w:t>
          </w:r>
        </w:p>
      </w:docPartBody>
    </w:docPart>
    <w:docPart>
      <w:docPartPr>
        <w:name w:val="54660CCB12E546568BF113C88EDE96FA"/>
        <w:category>
          <w:name w:val="Generale"/>
          <w:gallery w:val="placeholder"/>
        </w:category>
        <w:types>
          <w:type w:val="bbPlcHdr"/>
        </w:types>
        <w:behaviors>
          <w:behavior w:val="content"/>
        </w:behaviors>
        <w:guid w:val="{E781515E-A4DE-4571-8089-5CCB97DD78BB}"/>
      </w:docPartPr>
      <w:docPartBody>
        <w:p w:rsidR="00724BBE" w:rsidRDefault="00724BBE" w:rsidP="00724BBE">
          <w:pPr>
            <w:pStyle w:val="54660CCB12E546568BF113C88EDE96FA"/>
          </w:pPr>
          <w:r w:rsidRPr="00FA15BC">
            <w:rPr>
              <w:rStyle w:val="Testosegnaposto"/>
            </w:rPr>
            <w:t>Scegliere un elemento.</w:t>
          </w:r>
        </w:p>
      </w:docPartBody>
    </w:docPart>
    <w:docPart>
      <w:docPartPr>
        <w:name w:val="9376846A730442D58C72466E10D8B573"/>
        <w:category>
          <w:name w:val="Generale"/>
          <w:gallery w:val="placeholder"/>
        </w:category>
        <w:types>
          <w:type w:val="bbPlcHdr"/>
        </w:types>
        <w:behaviors>
          <w:behavior w:val="content"/>
        </w:behaviors>
        <w:guid w:val="{365818F0-3923-4F72-A34F-6547FDDF3036}"/>
      </w:docPartPr>
      <w:docPartBody>
        <w:p w:rsidR="00724BBE" w:rsidRDefault="00724BBE" w:rsidP="00724BBE">
          <w:pPr>
            <w:pStyle w:val="9376846A730442D58C72466E10D8B573"/>
          </w:pPr>
          <w:r w:rsidRPr="00FA15BC">
            <w:rPr>
              <w:rStyle w:val="Testosegnaposto"/>
            </w:rPr>
            <w:t>Scegliere un elemento.</w:t>
          </w:r>
        </w:p>
      </w:docPartBody>
    </w:docPart>
    <w:docPart>
      <w:docPartPr>
        <w:name w:val="B448BD42ACC14BF491876D97880967F7"/>
        <w:category>
          <w:name w:val="Generale"/>
          <w:gallery w:val="placeholder"/>
        </w:category>
        <w:types>
          <w:type w:val="bbPlcHdr"/>
        </w:types>
        <w:behaviors>
          <w:behavior w:val="content"/>
        </w:behaviors>
        <w:guid w:val="{AD2DC92C-23BA-4F1E-B05D-9DD26C6A1D51}"/>
      </w:docPartPr>
      <w:docPartBody>
        <w:p w:rsidR="00724BBE" w:rsidRDefault="00724BBE" w:rsidP="00724BBE">
          <w:pPr>
            <w:pStyle w:val="B448BD42ACC14BF491876D97880967F7"/>
          </w:pPr>
          <w:r w:rsidRPr="00FA15BC">
            <w:rPr>
              <w:rStyle w:val="Testosegnaposto"/>
            </w:rPr>
            <w:t>Scegliere un elemento.</w:t>
          </w:r>
        </w:p>
      </w:docPartBody>
    </w:docPart>
    <w:docPart>
      <w:docPartPr>
        <w:name w:val="71BFDDEE1B0B4737AE4CF2EDCA8763E6"/>
        <w:category>
          <w:name w:val="Generale"/>
          <w:gallery w:val="placeholder"/>
        </w:category>
        <w:types>
          <w:type w:val="bbPlcHdr"/>
        </w:types>
        <w:behaviors>
          <w:behavior w:val="content"/>
        </w:behaviors>
        <w:guid w:val="{75833EFD-D53B-4858-B4B6-96D7C738A6BB}"/>
      </w:docPartPr>
      <w:docPartBody>
        <w:p w:rsidR="00724BBE" w:rsidRDefault="00724BBE" w:rsidP="00724BBE">
          <w:pPr>
            <w:pStyle w:val="71BFDDEE1B0B4737AE4CF2EDCA8763E6"/>
          </w:pPr>
          <w:r w:rsidRPr="00FA15BC">
            <w:rPr>
              <w:rStyle w:val="Testosegnaposto"/>
            </w:rPr>
            <w:t>Scegliere un elemento.</w:t>
          </w:r>
        </w:p>
      </w:docPartBody>
    </w:docPart>
    <w:docPart>
      <w:docPartPr>
        <w:name w:val="577BB3543CBD455498398C67F5A4267A"/>
        <w:category>
          <w:name w:val="Generale"/>
          <w:gallery w:val="placeholder"/>
        </w:category>
        <w:types>
          <w:type w:val="bbPlcHdr"/>
        </w:types>
        <w:behaviors>
          <w:behavior w:val="content"/>
        </w:behaviors>
        <w:guid w:val="{921EBC3F-C34D-4FA6-AB7D-3F1B82C17F61}"/>
      </w:docPartPr>
      <w:docPartBody>
        <w:p w:rsidR="00724BBE" w:rsidRDefault="00724BBE" w:rsidP="00724BBE">
          <w:pPr>
            <w:pStyle w:val="577BB3543CBD455498398C67F5A4267A"/>
          </w:pPr>
          <w:r w:rsidRPr="00FA15BC">
            <w:rPr>
              <w:rStyle w:val="Testosegnaposto"/>
            </w:rPr>
            <w:t>Scegliere un elemento.</w:t>
          </w:r>
        </w:p>
      </w:docPartBody>
    </w:docPart>
    <w:docPart>
      <w:docPartPr>
        <w:name w:val="7FE3D9EE6A204857AC88956EE91E001D"/>
        <w:category>
          <w:name w:val="Generale"/>
          <w:gallery w:val="placeholder"/>
        </w:category>
        <w:types>
          <w:type w:val="bbPlcHdr"/>
        </w:types>
        <w:behaviors>
          <w:behavior w:val="content"/>
        </w:behaviors>
        <w:guid w:val="{9B49880A-3D8E-4F79-8925-3E178814C99D}"/>
      </w:docPartPr>
      <w:docPartBody>
        <w:p w:rsidR="00724BBE" w:rsidRDefault="00724BBE" w:rsidP="00724BBE">
          <w:pPr>
            <w:pStyle w:val="7FE3D9EE6A204857AC88956EE91E001D"/>
          </w:pPr>
          <w:r w:rsidRPr="00FA15BC">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BBE"/>
    <w:rsid w:val="00367CC5"/>
    <w:rsid w:val="003C0A17"/>
    <w:rsid w:val="005D3FCA"/>
    <w:rsid w:val="00724BBE"/>
    <w:rsid w:val="00A63E40"/>
    <w:rsid w:val="00F322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24BBE"/>
    <w:rPr>
      <w:color w:val="808080"/>
    </w:rPr>
  </w:style>
  <w:style w:type="paragraph" w:customStyle="1" w:styleId="651A4E6FEA304000A7A1643AE5A33169">
    <w:name w:val="651A4E6FEA304000A7A1643AE5A33169"/>
    <w:rsid w:val="00724BBE"/>
  </w:style>
  <w:style w:type="paragraph" w:customStyle="1" w:styleId="38D251B29DB844DF90358B5398F52D15">
    <w:name w:val="38D251B29DB844DF90358B5398F52D15"/>
    <w:rsid w:val="00724BBE"/>
  </w:style>
  <w:style w:type="paragraph" w:customStyle="1" w:styleId="B0FFD3D8646C43DE8040A61487C747BF">
    <w:name w:val="B0FFD3D8646C43DE8040A61487C747BF"/>
    <w:rsid w:val="00724BBE"/>
  </w:style>
  <w:style w:type="paragraph" w:customStyle="1" w:styleId="C19B6E81288F48F099DCFAA4B98AF578">
    <w:name w:val="C19B6E81288F48F099DCFAA4B98AF578"/>
    <w:rsid w:val="00724BBE"/>
  </w:style>
  <w:style w:type="paragraph" w:customStyle="1" w:styleId="5FB14A1B9145413DA6D5A68179B5A9A7">
    <w:name w:val="5FB14A1B9145413DA6D5A68179B5A9A7"/>
    <w:rsid w:val="00724BBE"/>
  </w:style>
  <w:style w:type="paragraph" w:customStyle="1" w:styleId="2A607F69BE1F4FB6BF7276870CF98C5B">
    <w:name w:val="2A607F69BE1F4FB6BF7276870CF98C5B"/>
    <w:rsid w:val="00724BBE"/>
  </w:style>
  <w:style w:type="paragraph" w:customStyle="1" w:styleId="FC929731FBF146298B748671FF180D57">
    <w:name w:val="FC929731FBF146298B748671FF180D57"/>
    <w:rsid w:val="00724BBE"/>
  </w:style>
  <w:style w:type="paragraph" w:customStyle="1" w:styleId="6DE5AB1776594620B126F22BDDB87EEF">
    <w:name w:val="6DE5AB1776594620B126F22BDDB87EEF"/>
    <w:rsid w:val="00724BBE"/>
  </w:style>
  <w:style w:type="paragraph" w:customStyle="1" w:styleId="BB5064B266384864B981781E068391F2">
    <w:name w:val="BB5064B266384864B981781E068391F2"/>
    <w:rsid w:val="00724BBE"/>
  </w:style>
  <w:style w:type="paragraph" w:customStyle="1" w:styleId="6E12A0EC5B58411880F691DB89D69403">
    <w:name w:val="6E12A0EC5B58411880F691DB89D69403"/>
    <w:rsid w:val="00724BBE"/>
  </w:style>
  <w:style w:type="paragraph" w:customStyle="1" w:styleId="34AC234415424A759DFB289A049E5686">
    <w:name w:val="34AC234415424A759DFB289A049E5686"/>
    <w:rsid w:val="00724BBE"/>
  </w:style>
  <w:style w:type="paragraph" w:customStyle="1" w:styleId="02957815B41C4B34978CB4285D6DD10D">
    <w:name w:val="02957815B41C4B34978CB4285D6DD10D"/>
    <w:rsid w:val="00724BBE"/>
  </w:style>
  <w:style w:type="paragraph" w:customStyle="1" w:styleId="6430ECCAB98348B48A65EC89E6E38DE1">
    <w:name w:val="6430ECCAB98348B48A65EC89E6E38DE1"/>
    <w:rsid w:val="00724BBE"/>
  </w:style>
  <w:style w:type="paragraph" w:customStyle="1" w:styleId="3E64910369C24ED4B9918FD4FC5B28BD">
    <w:name w:val="3E64910369C24ED4B9918FD4FC5B28BD"/>
    <w:rsid w:val="00724BBE"/>
  </w:style>
  <w:style w:type="paragraph" w:customStyle="1" w:styleId="F770D78BD03442EA8504E5A2AE406244">
    <w:name w:val="F770D78BD03442EA8504E5A2AE406244"/>
    <w:rsid w:val="00724BBE"/>
  </w:style>
  <w:style w:type="paragraph" w:customStyle="1" w:styleId="D395E0BFED914075B6572F952845BCCF">
    <w:name w:val="D395E0BFED914075B6572F952845BCCF"/>
    <w:rsid w:val="00724BBE"/>
  </w:style>
  <w:style w:type="paragraph" w:customStyle="1" w:styleId="D2C918A0C14645F3A3F25F236B081C22">
    <w:name w:val="D2C918A0C14645F3A3F25F236B081C22"/>
    <w:rsid w:val="00724BBE"/>
  </w:style>
  <w:style w:type="paragraph" w:customStyle="1" w:styleId="4FB091711DC84658924A3C4A3F40EB37">
    <w:name w:val="4FB091711DC84658924A3C4A3F40EB37"/>
    <w:rsid w:val="00724BBE"/>
  </w:style>
  <w:style w:type="paragraph" w:customStyle="1" w:styleId="AF2D6B2A37B04243A4968B12B2BEE6AF">
    <w:name w:val="AF2D6B2A37B04243A4968B12B2BEE6AF"/>
    <w:rsid w:val="00724BBE"/>
  </w:style>
  <w:style w:type="paragraph" w:customStyle="1" w:styleId="5913207B17654C87B0EC54F75F546265">
    <w:name w:val="5913207B17654C87B0EC54F75F546265"/>
    <w:rsid w:val="00724BBE"/>
  </w:style>
  <w:style w:type="paragraph" w:customStyle="1" w:styleId="63F3F2FF651E41978BB567EE458CEBDF">
    <w:name w:val="63F3F2FF651E41978BB567EE458CEBDF"/>
    <w:rsid w:val="00724BBE"/>
  </w:style>
  <w:style w:type="paragraph" w:customStyle="1" w:styleId="FBA9B9E80FF84AADA0ADC362684C9CBC">
    <w:name w:val="FBA9B9E80FF84AADA0ADC362684C9CBC"/>
    <w:rsid w:val="00724BBE"/>
  </w:style>
  <w:style w:type="paragraph" w:customStyle="1" w:styleId="09E0DF0216F846AE935975ED88334404">
    <w:name w:val="09E0DF0216F846AE935975ED88334404"/>
    <w:rsid w:val="00724BBE"/>
  </w:style>
  <w:style w:type="paragraph" w:customStyle="1" w:styleId="A8A0567D74904EEDAD332D9B576B6AA5">
    <w:name w:val="A8A0567D74904EEDAD332D9B576B6AA5"/>
    <w:rsid w:val="00724BBE"/>
  </w:style>
  <w:style w:type="paragraph" w:customStyle="1" w:styleId="D37404C7017D4D87999B305D5B0533B6">
    <w:name w:val="D37404C7017D4D87999B305D5B0533B6"/>
    <w:rsid w:val="00724BBE"/>
  </w:style>
  <w:style w:type="paragraph" w:customStyle="1" w:styleId="8BFA1C9F664B447FA92A2A48D61D9FD0">
    <w:name w:val="8BFA1C9F664B447FA92A2A48D61D9FD0"/>
    <w:rsid w:val="00724BBE"/>
  </w:style>
  <w:style w:type="paragraph" w:customStyle="1" w:styleId="EFFEC8249BD748819822A44BD00BD8B9">
    <w:name w:val="EFFEC8249BD748819822A44BD00BD8B9"/>
    <w:rsid w:val="00724BBE"/>
  </w:style>
  <w:style w:type="paragraph" w:customStyle="1" w:styleId="0B1F08456DAF4AC1B74AAED957E3424A">
    <w:name w:val="0B1F08456DAF4AC1B74AAED957E3424A"/>
    <w:rsid w:val="00724BBE"/>
  </w:style>
  <w:style w:type="paragraph" w:customStyle="1" w:styleId="FBE2459D3F85481486F78448C6B4B402">
    <w:name w:val="FBE2459D3F85481486F78448C6B4B402"/>
    <w:rsid w:val="00724BBE"/>
  </w:style>
  <w:style w:type="paragraph" w:customStyle="1" w:styleId="1C0EBACDA0664B4F80BC30047FC47E90">
    <w:name w:val="1C0EBACDA0664B4F80BC30047FC47E90"/>
    <w:rsid w:val="00724BBE"/>
  </w:style>
  <w:style w:type="paragraph" w:customStyle="1" w:styleId="88FF479608044D3AB704E45D2C084CA7">
    <w:name w:val="88FF479608044D3AB704E45D2C084CA7"/>
    <w:rsid w:val="00724BBE"/>
  </w:style>
  <w:style w:type="paragraph" w:customStyle="1" w:styleId="6312787EED354A24A37D75C52BBE81B8">
    <w:name w:val="6312787EED354A24A37D75C52BBE81B8"/>
    <w:rsid w:val="00724BBE"/>
  </w:style>
  <w:style w:type="paragraph" w:customStyle="1" w:styleId="A95438E3FB4848DEACA373D34419B512">
    <w:name w:val="A95438E3FB4848DEACA373D34419B512"/>
    <w:rsid w:val="00724BBE"/>
  </w:style>
  <w:style w:type="paragraph" w:customStyle="1" w:styleId="AD1E5A473C614E33B9A884EF29F2298F">
    <w:name w:val="AD1E5A473C614E33B9A884EF29F2298F"/>
    <w:rsid w:val="00724BBE"/>
  </w:style>
  <w:style w:type="paragraph" w:customStyle="1" w:styleId="A9996E82BD7F491886DBEA6A639F9B9E">
    <w:name w:val="A9996E82BD7F491886DBEA6A639F9B9E"/>
    <w:rsid w:val="00724BBE"/>
  </w:style>
  <w:style w:type="paragraph" w:customStyle="1" w:styleId="3532680D49A642338C990FE17145BBAD">
    <w:name w:val="3532680D49A642338C990FE17145BBAD"/>
    <w:rsid w:val="00724BBE"/>
  </w:style>
  <w:style w:type="paragraph" w:customStyle="1" w:styleId="220B33EB662740D294218D14F623E2C3">
    <w:name w:val="220B33EB662740D294218D14F623E2C3"/>
    <w:rsid w:val="00724BBE"/>
  </w:style>
  <w:style w:type="paragraph" w:customStyle="1" w:styleId="3FFD8A4C46694791A0D4ED52EF86E739">
    <w:name w:val="3FFD8A4C46694791A0D4ED52EF86E739"/>
    <w:rsid w:val="00724BBE"/>
  </w:style>
  <w:style w:type="paragraph" w:customStyle="1" w:styleId="AD001CC1A2514773A6715FEDB3D66E61">
    <w:name w:val="AD001CC1A2514773A6715FEDB3D66E61"/>
    <w:rsid w:val="00724BBE"/>
  </w:style>
  <w:style w:type="paragraph" w:customStyle="1" w:styleId="AD0560962AB0434F928305D19640AB72">
    <w:name w:val="AD0560962AB0434F928305D19640AB72"/>
    <w:rsid w:val="00724BBE"/>
  </w:style>
  <w:style w:type="paragraph" w:customStyle="1" w:styleId="8C35428AD6E746EE88854CCF9B8047EA">
    <w:name w:val="8C35428AD6E746EE88854CCF9B8047EA"/>
    <w:rsid w:val="00724BBE"/>
  </w:style>
  <w:style w:type="paragraph" w:customStyle="1" w:styleId="24E1C31FB4534979BF11A545C26D23B7">
    <w:name w:val="24E1C31FB4534979BF11A545C26D23B7"/>
    <w:rsid w:val="00724BBE"/>
  </w:style>
  <w:style w:type="paragraph" w:customStyle="1" w:styleId="4DAA681229A34F798B0F15609C27E25C">
    <w:name w:val="4DAA681229A34F798B0F15609C27E25C"/>
    <w:rsid w:val="00724BBE"/>
  </w:style>
  <w:style w:type="paragraph" w:customStyle="1" w:styleId="92C94FBC6C8B4E04A2131EBA0740457E">
    <w:name w:val="92C94FBC6C8B4E04A2131EBA0740457E"/>
    <w:rsid w:val="00724BBE"/>
  </w:style>
  <w:style w:type="paragraph" w:customStyle="1" w:styleId="1DD53FDE461348C1A80FCE18E77432E3">
    <w:name w:val="1DD53FDE461348C1A80FCE18E77432E3"/>
    <w:rsid w:val="00724BBE"/>
  </w:style>
  <w:style w:type="paragraph" w:customStyle="1" w:styleId="590E8F24A75C4B829D6A94C3B3CD660E">
    <w:name w:val="590E8F24A75C4B829D6A94C3B3CD660E"/>
    <w:rsid w:val="00724BBE"/>
  </w:style>
  <w:style w:type="paragraph" w:customStyle="1" w:styleId="C77157FF826746CEBEBEA9D705A434C0">
    <w:name w:val="C77157FF826746CEBEBEA9D705A434C0"/>
    <w:rsid w:val="00724BBE"/>
  </w:style>
  <w:style w:type="paragraph" w:customStyle="1" w:styleId="D751E548F79A42D38141BBC61C407227">
    <w:name w:val="D751E548F79A42D38141BBC61C407227"/>
    <w:rsid w:val="00724BBE"/>
  </w:style>
  <w:style w:type="paragraph" w:customStyle="1" w:styleId="2D4907C917D24662BA03F9112FF77015">
    <w:name w:val="2D4907C917D24662BA03F9112FF77015"/>
    <w:rsid w:val="00724BBE"/>
  </w:style>
  <w:style w:type="paragraph" w:customStyle="1" w:styleId="5209CE131281405FBBAF070AE2CA365D">
    <w:name w:val="5209CE131281405FBBAF070AE2CA365D"/>
    <w:rsid w:val="00724BBE"/>
  </w:style>
  <w:style w:type="paragraph" w:customStyle="1" w:styleId="9F522EC97B3246A2AE10B2F7268AD2B4">
    <w:name w:val="9F522EC97B3246A2AE10B2F7268AD2B4"/>
    <w:rsid w:val="00724BBE"/>
  </w:style>
  <w:style w:type="paragraph" w:customStyle="1" w:styleId="4D5193295CEF4F1BBC12E934DF8EA36A">
    <w:name w:val="4D5193295CEF4F1BBC12E934DF8EA36A"/>
    <w:rsid w:val="00724BBE"/>
  </w:style>
  <w:style w:type="paragraph" w:customStyle="1" w:styleId="24F764D28BEE4385BB5BC312575BAAFD">
    <w:name w:val="24F764D28BEE4385BB5BC312575BAAFD"/>
    <w:rsid w:val="00724BBE"/>
  </w:style>
  <w:style w:type="paragraph" w:customStyle="1" w:styleId="597C7CF1B8A4419B803F3AED2B65D60A">
    <w:name w:val="597C7CF1B8A4419B803F3AED2B65D60A"/>
    <w:rsid w:val="00724BBE"/>
  </w:style>
  <w:style w:type="paragraph" w:customStyle="1" w:styleId="12E8CB5882FB411F8715D617B5062057">
    <w:name w:val="12E8CB5882FB411F8715D617B5062057"/>
    <w:rsid w:val="00724BBE"/>
  </w:style>
  <w:style w:type="paragraph" w:customStyle="1" w:styleId="8551CB4ABF9C41F0BC55A387964B28FE">
    <w:name w:val="8551CB4ABF9C41F0BC55A387964B28FE"/>
    <w:rsid w:val="00724BBE"/>
  </w:style>
  <w:style w:type="paragraph" w:customStyle="1" w:styleId="D5DB951B909643C893F31F6F48CABB68">
    <w:name w:val="D5DB951B909643C893F31F6F48CABB68"/>
    <w:rsid w:val="00724BBE"/>
  </w:style>
  <w:style w:type="paragraph" w:customStyle="1" w:styleId="4172A049BFAA453ABD97A683B4FF60E3">
    <w:name w:val="4172A049BFAA453ABD97A683B4FF60E3"/>
    <w:rsid w:val="00724BBE"/>
  </w:style>
  <w:style w:type="paragraph" w:customStyle="1" w:styleId="F6A250A623D64744A910C4B16A3B14A6">
    <w:name w:val="F6A250A623D64744A910C4B16A3B14A6"/>
    <w:rsid w:val="00724BBE"/>
  </w:style>
  <w:style w:type="paragraph" w:customStyle="1" w:styleId="67FBD160D1C54D0580DCA550956447EB">
    <w:name w:val="67FBD160D1C54D0580DCA550956447EB"/>
    <w:rsid w:val="00724BBE"/>
  </w:style>
  <w:style w:type="paragraph" w:customStyle="1" w:styleId="5536137B99D84ED3B63FADFAF9050CC9">
    <w:name w:val="5536137B99D84ED3B63FADFAF9050CC9"/>
    <w:rsid w:val="00724BBE"/>
  </w:style>
  <w:style w:type="paragraph" w:customStyle="1" w:styleId="911FD53ED55040F3803E67079A287A32">
    <w:name w:val="911FD53ED55040F3803E67079A287A32"/>
    <w:rsid w:val="00724BBE"/>
  </w:style>
  <w:style w:type="paragraph" w:customStyle="1" w:styleId="68834E4C8DD54B0F85C0BCF52F779107">
    <w:name w:val="68834E4C8DD54B0F85C0BCF52F779107"/>
    <w:rsid w:val="00724BBE"/>
  </w:style>
  <w:style w:type="paragraph" w:customStyle="1" w:styleId="5212E649BA394E9CAA9509B6E63AE2AB">
    <w:name w:val="5212E649BA394E9CAA9509B6E63AE2AB"/>
    <w:rsid w:val="00724BBE"/>
  </w:style>
  <w:style w:type="paragraph" w:customStyle="1" w:styleId="380C9270CF58405596B8472A072DC218">
    <w:name w:val="380C9270CF58405596B8472A072DC218"/>
    <w:rsid w:val="00724BBE"/>
  </w:style>
  <w:style w:type="paragraph" w:customStyle="1" w:styleId="67869C203D034D82AD54F15EBC385DF3">
    <w:name w:val="67869C203D034D82AD54F15EBC385DF3"/>
    <w:rsid w:val="00724BBE"/>
  </w:style>
  <w:style w:type="paragraph" w:customStyle="1" w:styleId="5E517A016EC44263BF93FD2DAA8033DC">
    <w:name w:val="5E517A016EC44263BF93FD2DAA8033DC"/>
    <w:rsid w:val="00724BBE"/>
  </w:style>
  <w:style w:type="paragraph" w:customStyle="1" w:styleId="A32288E9803247A4BC4A5057669A744C">
    <w:name w:val="A32288E9803247A4BC4A5057669A744C"/>
    <w:rsid w:val="00724BBE"/>
  </w:style>
  <w:style w:type="paragraph" w:customStyle="1" w:styleId="806EDBA4A0654E10A6666F5183292389">
    <w:name w:val="806EDBA4A0654E10A6666F5183292389"/>
    <w:rsid w:val="00724BBE"/>
  </w:style>
  <w:style w:type="paragraph" w:customStyle="1" w:styleId="FEAD6406C3E64B4897D1543CB757AC05">
    <w:name w:val="FEAD6406C3E64B4897D1543CB757AC05"/>
    <w:rsid w:val="00724BBE"/>
  </w:style>
  <w:style w:type="paragraph" w:customStyle="1" w:styleId="1BFC47DDB8804BDE8343733B20EB34B4">
    <w:name w:val="1BFC47DDB8804BDE8343733B20EB34B4"/>
    <w:rsid w:val="00724BBE"/>
  </w:style>
  <w:style w:type="paragraph" w:customStyle="1" w:styleId="56BDC710E50D461B8057888DFBBE4FCE">
    <w:name w:val="56BDC710E50D461B8057888DFBBE4FCE"/>
    <w:rsid w:val="00724BBE"/>
  </w:style>
  <w:style w:type="paragraph" w:customStyle="1" w:styleId="7A76418DF3FE4321A16B956F9D40235C">
    <w:name w:val="7A76418DF3FE4321A16B956F9D40235C"/>
    <w:rsid w:val="00724BBE"/>
  </w:style>
  <w:style w:type="paragraph" w:customStyle="1" w:styleId="6F9B8F77FED8465482F7130F98574868">
    <w:name w:val="6F9B8F77FED8465482F7130F98574868"/>
    <w:rsid w:val="00724BBE"/>
  </w:style>
  <w:style w:type="paragraph" w:customStyle="1" w:styleId="C8321E717A154A71851E4ECB7697A48F">
    <w:name w:val="C8321E717A154A71851E4ECB7697A48F"/>
    <w:rsid w:val="00724BBE"/>
  </w:style>
  <w:style w:type="paragraph" w:customStyle="1" w:styleId="97652EB3A178450CB320B80E4F59D846">
    <w:name w:val="97652EB3A178450CB320B80E4F59D846"/>
    <w:rsid w:val="00724BBE"/>
  </w:style>
  <w:style w:type="paragraph" w:customStyle="1" w:styleId="AEC8C860DB244BC9A11DF0F2A07E24DB">
    <w:name w:val="AEC8C860DB244BC9A11DF0F2A07E24DB"/>
    <w:rsid w:val="00724BBE"/>
  </w:style>
  <w:style w:type="paragraph" w:customStyle="1" w:styleId="599E19E9BE01464EA370C85C15C2D455">
    <w:name w:val="599E19E9BE01464EA370C85C15C2D455"/>
    <w:rsid w:val="00724BBE"/>
  </w:style>
  <w:style w:type="paragraph" w:customStyle="1" w:styleId="1D646287DD5D47C08539A51681E402ED">
    <w:name w:val="1D646287DD5D47C08539A51681E402ED"/>
    <w:rsid w:val="00724BBE"/>
  </w:style>
  <w:style w:type="paragraph" w:customStyle="1" w:styleId="7439CB44905E4FF49675414154DB66F9">
    <w:name w:val="7439CB44905E4FF49675414154DB66F9"/>
    <w:rsid w:val="00724BBE"/>
  </w:style>
  <w:style w:type="paragraph" w:customStyle="1" w:styleId="832EAFF342684B5C9260DD00637EDFDD">
    <w:name w:val="832EAFF342684B5C9260DD00637EDFDD"/>
    <w:rsid w:val="00724BBE"/>
  </w:style>
  <w:style w:type="paragraph" w:customStyle="1" w:styleId="F51C8C10634E40E3B0F3DB0A1B8ACFC1">
    <w:name w:val="F51C8C10634E40E3B0F3DB0A1B8ACFC1"/>
    <w:rsid w:val="00724BBE"/>
  </w:style>
  <w:style w:type="paragraph" w:customStyle="1" w:styleId="0EFA900FF8854D65A443044962AE8A38">
    <w:name w:val="0EFA900FF8854D65A443044962AE8A38"/>
    <w:rsid w:val="00724BBE"/>
  </w:style>
  <w:style w:type="paragraph" w:customStyle="1" w:styleId="3CB304B0602A44BEA81429D6CD1973BC">
    <w:name w:val="3CB304B0602A44BEA81429D6CD1973BC"/>
    <w:rsid w:val="00724BBE"/>
  </w:style>
  <w:style w:type="paragraph" w:customStyle="1" w:styleId="8564493F302A46F297429D010B167116">
    <w:name w:val="8564493F302A46F297429D010B167116"/>
    <w:rsid w:val="00724BBE"/>
  </w:style>
  <w:style w:type="paragraph" w:customStyle="1" w:styleId="3E9BE0DB11DA4B82805949B5CB7B24BF">
    <w:name w:val="3E9BE0DB11DA4B82805949B5CB7B24BF"/>
    <w:rsid w:val="00724BBE"/>
  </w:style>
  <w:style w:type="paragraph" w:customStyle="1" w:styleId="DFAAA51B26F140AA93CF8954306D7B92">
    <w:name w:val="DFAAA51B26F140AA93CF8954306D7B92"/>
    <w:rsid w:val="00724BBE"/>
  </w:style>
  <w:style w:type="paragraph" w:customStyle="1" w:styleId="3BD397F85C2B4491B47EA2619DCB3A7A">
    <w:name w:val="3BD397F85C2B4491B47EA2619DCB3A7A"/>
    <w:rsid w:val="00724BBE"/>
  </w:style>
  <w:style w:type="paragraph" w:customStyle="1" w:styleId="0DE4559FA4304BAF9FB8AE21C0B9B1B5">
    <w:name w:val="0DE4559FA4304BAF9FB8AE21C0B9B1B5"/>
    <w:rsid w:val="00724BBE"/>
  </w:style>
  <w:style w:type="paragraph" w:customStyle="1" w:styleId="31E42FE7A1A14C83BC19C634DD18549D">
    <w:name w:val="31E42FE7A1A14C83BC19C634DD18549D"/>
    <w:rsid w:val="00724BBE"/>
  </w:style>
  <w:style w:type="paragraph" w:customStyle="1" w:styleId="463E6EB375354E43844BBD65479057B8">
    <w:name w:val="463E6EB375354E43844BBD65479057B8"/>
    <w:rsid w:val="00724BBE"/>
  </w:style>
  <w:style w:type="paragraph" w:customStyle="1" w:styleId="0EE63A5FBE3E4713B849C03E3D61BDEA">
    <w:name w:val="0EE63A5FBE3E4713B849C03E3D61BDEA"/>
    <w:rsid w:val="00724BBE"/>
  </w:style>
  <w:style w:type="paragraph" w:customStyle="1" w:styleId="DBB39D6042244B9DB103AA80B9AD2E21">
    <w:name w:val="DBB39D6042244B9DB103AA80B9AD2E21"/>
    <w:rsid w:val="00724BBE"/>
  </w:style>
  <w:style w:type="paragraph" w:customStyle="1" w:styleId="F3E1A65A3BB842D0BA49D30D69ADE2F4">
    <w:name w:val="F3E1A65A3BB842D0BA49D30D69ADE2F4"/>
    <w:rsid w:val="00724BBE"/>
  </w:style>
  <w:style w:type="paragraph" w:customStyle="1" w:styleId="5DCDD7BAD7744A7ABD197E69593F5EBD">
    <w:name w:val="5DCDD7BAD7744A7ABD197E69593F5EBD"/>
    <w:rsid w:val="00724BBE"/>
  </w:style>
  <w:style w:type="paragraph" w:customStyle="1" w:styleId="0C3CB2413AA1448C8F5ACB47E246F10B">
    <w:name w:val="0C3CB2413AA1448C8F5ACB47E246F10B"/>
    <w:rsid w:val="00724BBE"/>
  </w:style>
  <w:style w:type="paragraph" w:customStyle="1" w:styleId="2621DCE504114DC09111137A1070DAA0">
    <w:name w:val="2621DCE504114DC09111137A1070DAA0"/>
    <w:rsid w:val="00724BBE"/>
  </w:style>
  <w:style w:type="paragraph" w:customStyle="1" w:styleId="B424744394624BCEB5434EF026E2F50B">
    <w:name w:val="B424744394624BCEB5434EF026E2F50B"/>
    <w:rsid w:val="00724BBE"/>
  </w:style>
  <w:style w:type="paragraph" w:customStyle="1" w:styleId="9D55D6FFF1B74D3CB03DFFF0DA4A5B97">
    <w:name w:val="9D55D6FFF1B74D3CB03DFFF0DA4A5B97"/>
    <w:rsid w:val="00724BBE"/>
  </w:style>
  <w:style w:type="paragraph" w:customStyle="1" w:styleId="AE6A3C1AB5E1486BB9EAA24C6B14FD2B">
    <w:name w:val="AE6A3C1AB5E1486BB9EAA24C6B14FD2B"/>
    <w:rsid w:val="00724BBE"/>
  </w:style>
  <w:style w:type="paragraph" w:customStyle="1" w:styleId="D478E899F73648628198C6A921C05380">
    <w:name w:val="D478E899F73648628198C6A921C05380"/>
    <w:rsid w:val="00724BBE"/>
  </w:style>
  <w:style w:type="paragraph" w:customStyle="1" w:styleId="1E00893E28E14B1696D7CA09EF48E29E">
    <w:name w:val="1E00893E28E14B1696D7CA09EF48E29E"/>
    <w:rsid w:val="00724BBE"/>
  </w:style>
  <w:style w:type="paragraph" w:customStyle="1" w:styleId="DF1A123BDE5541E983D2EFC155FC72CC">
    <w:name w:val="DF1A123BDE5541E983D2EFC155FC72CC"/>
    <w:rsid w:val="00724BBE"/>
  </w:style>
  <w:style w:type="paragraph" w:customStyle="1" w:styleId="070E17DBAC3441C192D277A71E7205D5">
    <w:name w:val="070E17DBAC3441C192D277A71E7205D5"/>
    <w:rsid w:val="00724BBE"/>
  </w:style>
  <w:style w:type="paragraph" w:customStyle="1" w:styleId="D7AF2DE0858F47BE95C72B4B71EFCE89">
    <w:name w:val="D7AF2DE0858F47BE95C72B4B71EFCE89"/>
    <w:rsid w:val="00724BBE"/>
  </w:style>
  <w:style w:type="paragraph" w:customStyle="1" w:styleId="53BD597303DC43B1BF52E9F34823FE16">
    <w:name w:val="53BD597303DC43B1BF52E9F34823FE16"/>
    <w:rsid w:val="00724BBE"/>
  </w:style>
  <w:style w:type="paragraph" w:customStyle="1" w:styleId="BCDCB6E12B834E70AFD0D647281EC077">
    <w:name w:val="BCDCB6E12B834E70AFD0D647281EC077"/>
    <w:rsid w:val="00724BBE"/>
  </w:style>
  <w:style w:type="paragraph" w:customStyle="1" w:styleId="9DB607E07E42472EB6EEDB6783F352CA">
    <w:name w:val="9DB607E07E42472EB6EEDB6783F352CA"/>
    <w:rsid w:val="00724BBE"/>
  </w:style>
  <w:style w:type="paragraph" w:customStyle="1" w:styleId="2037DE9CC3C14FA1B06E33E375C400BE">
    <w:name w:val="2037DE9CC3C14FA1B06E33E375C400BE"/>
    <w:rsid w:val="00724BBE"/>
  </w:style>
  <w:style w:type="paragraph" w:customStyle="1" w:styleId="2D412469F2084688A4B1B7A2F023844B">
    <w:name w:val="2D412469F2084688A4B1B7A2F023844B"/>
    <w:rsid w:val="00724BBE"/>
  </w:style>
  <w:style w:type="paragraph" w:customStyle="1" w:styleId="3188A18171C645AF8CAEBD1ADE1A368B">
    <w:name w:val="3188A18171C645AF8CAEBD1ADE1A368B"/>
    <w:rsid w:val="00724BBE"/>
  </w:style>
  <w:style w:type="paragraph" w:customStyle="1" w:styleId="C1B1D67CA9BB40E8B4DC255D0D992A16">
    <w:name w:val="C1B1D67CA9BB40E8B4DC255D0D992A16"/>
    <w:rsid w:val="00724BBE"/>
  </w:style>
  <w:style w:type="paragraph" w:customStyle="1" w:styleId="3D75AC23EC4E4ECEBC9FDAD65512C5AF">
    <w:name w:val="3D75AC23EC4E4ECEBC9FDAD65512C5AF"/>
    <w:rsid w:val="00724BBE"/>
  </w:style>
  <w:style w:type="paragraph" w:customStyle="1" w:styleId="8DE7D61ECF0F4ED49A9C3F836BE7CDC5">
    <w:name w:val="8DE7D61ECF0F4ED49A9C3F836BE7CDC5"/>
    <w:rsid w:val="00724BBE"/>
  </w:style>
  <w:style w:type="paragraph" w:customStyle="1" w:styleId="482EC83ECCEA49B59BFBC35632AFCA44">
    <w:name w:val="482EC83ECCEA49B59BFBC35632AFCA44"/>
    <w:rsid w:val="00724BBE"/>
  </w:style>
  <w:style w:type="paragraph" w:customStyle="1" w:styleId="BB7DDDA2539C431BB7E140D3F486AA6D">
    <w:name w:val="BB7DDDA2539C431BB7E140D3F486AA6D"/>
    <w:rsid w:val="00724BBE"/>
  </w:style>
  <w:style w:type="paragraph" w:customStyle="1" w:styleId="29FCB1A6DCA44E89B31AB18FE17BF900">
    <w:name w:val="29FCB1A6DCA44E89B31AB18FE17BF900"/>
    <w:rsid w:val="00724BBE"/>
  </w:style>
  <w:style w:type="paragraph" w:customStyle="1" w:styleId="60567D1B62234194BF2BF6858D959306">
    <w:name w:val="60567D1B62234194BF2BF6858D959306"/>
    <w:rsid w:val="00724BBE"/>
  </w:style>
  <w:style w:type="paragraph" w:customStyle="1" w:styleId="4D5B492EA93B43DA9344E3404CD3FDC4">
    <w:name w:val="4D5B492EA93B43DA9344E3404CD3FDC4"/>
    <w:rsid w:val="00724BBE"/>
  </w:style>
  <w:style w:type="paragraph" w:customStyle="1" w:styleId="0D557052BFF146AAB089E35D17A70172">
    <w:name w:val="0D557052BFF146AAB089E35D17A70172"/>
    <w:rsid w:val="00724BBE"/>
  </w:style>
  <w:style w:type="paragraph" w:customStyle="1" w:styleId="0D0C974AF94748948C9217B55CD1CE0A">
    <w:name w:val="0D0C974AF94748948C9217B55CD1CE0A"/>
    <w:rsid w:val="00724BBE"/>
  </w:style>
  <w:style w:type="paragraph" w:customStyle="1" w:styleId="75C1244CF73F47AF98C2A35B82DB16A0">
    <w:name w:val="75C1244CF73F47AF98C2A35B82DB16A0"/>
    <w:rsid w:val="00724BBE"/>
  </w:style>
  <w:style w:type="paragraph" w:customStyle="1" w:styleId="C1D40F62A9F040BC9C15E7056CF71F65">
    <w:name w:val="C1D40F62A9F040BC9C15E7056CF71F65"/>
    <w:rsid w:val="00724BBE"/>
  </w:style>
  <w:style w:type="paragraph" w:customStyle="1" w:styleId="528FAA20533449E5B01034FBA043096B">
    <w:name w:val="528FAA20533449E5B01034FBA043096B"/>
    <w:rsid w:val="00724BBE"/>
  </w:style>
  <w:style w:type="paragraph" w:customStyle="1" w:styleId="0D3332B5FC964B6FADC44A9B4384D837">
    <w:name w:val="0D3332B5FC964B6FADC44A9B4384D837"/>
    <w:rsid w:val="00724BBE"/>
  </w:style>
  <w:style w:type="paragraph" w:customStyle="1" w:styleId="0083C2F5F3964E64BC6CDF82418BCFBF">
    <w:name w:val="0083C2F5F3964E64BC6CDF82418BCFBF"/>
    <w:rsid w:val="00724BBE"/>
  </w:style>
  <w:style w:type="paragraph" w:customStyle="1" w:styleId="FBC9B4781C9047D2B6CE6B658723B88F">
    <w:name w:val="FBC9B4781C9047D2B6CE6B658723B88F"/>
    <w:rsid w:val="00724BBE"/>
  </w:style>
  <w:style w:type="paragraph" w:customStyle="1" w:styleId="7C81CA68FB77483784CAB2D97E54B53D">
    <w:name w:val="7C81CA68FB77483784CAB2D97E54B53D"/>
    <w:rsid w:val="00724BBE"/>
  </w:style>
  <w:style w:type="paragraph" w:customStyle="1" w:styleId="192C4DEF8B7C4AC9B0FD90433826E55F">
    <w:name w:val="192C4DEF8B7C4AC9B0FD90433826E55F"/>
    <w:rsid w:val="00724BBE"/>
  </w:style>
  <w:style w:type="paragraph" w:customStyle="1" w:styleId="90AD40B5277D4717957533D32B4CBBC1">
    <w:name w:val="90AD40B5277D4717957533D32B4CBBC1"/>
    <w:rsid w:val="00724BBE"/>
  </w:style>
  <w:style w:type="paragraph" w:customStyle="1" w:styleId="74BCFF1E3C6E418987F44BFC80EE6177">
    <w:name w:val="74BCFF1E3C6E418987F44BFC80EE6177"/>
    <w:rsid w:val="00724BBE"/>
  </w:style>
  <w:style w:type="paragraph" w:customStyle="1" w:styleId="CA9920EFE4044E958634F9025D6838ED">
    <w:name w:val="CA9920EFE4044E958634F9025D6838ED"/>
    <w:rsid w:val="00724BBE"/>
  </w:style>
  <w:style w:type="paragraph" w:customStyle="1" w:styleId="2EF08259BFB746B097D7DD7D322842D8">
    <w:name w:val="2EF08259BFB746B097D7DD7D322842D8"/>
    <w:rsid w:val="00724BBE"/>
  </w:style>
  <w:style w:type="paragraph" w:customStyle="1" w:styleId="1341224ACD994BEB9ECB67653ED0D022">
    <w:name w:val="1341224ACD994BEB9ECB67653ED0D022"/>
    <w:rsid w:val="00724BBE"/>
  </w:style>
  <w:style w:type="paragraph" w:customStyle="1" w:styleId="BF7C21D72FEE48A3B4E516F16B6C98A6">
    <w:name w:val="BF7C21D72FEE48A3B4E516F16B6C98A6"/>
    <w:rsid w:val="00724BBE"/>
  </w:style>
  <w:style w:type="paragraph" w:customStyle="1" w:styleId="B3E528118502480F8D6FF93E5D2CB244">
    <w:name w:val="B3E528118502480F8D6FF93E5D2CB244"/>
    <w:rsid w:val="00724BBE"/>
  </w:style>
  <w:style w:type="paragraph" w:customStyle="1" w:styleId="316199B3813E4E18A4609B6640306C75">
    <w:name w:val="316199B3813E4E18A4609B6640306C75"/>
    <w:rsid w:val="00724BBE"/>
  </w:style>
  <w:style w:type="paragraph" w:customStyle="1" w:styleId="44E9AD0E22F249929B1057487ED68D80">
    <w:name w:val="44E9AD0E22F249929B1057487ED68D80"/>
    <w:rsid w:val="00724BBE"/>
  </w:style>
  <w:style w:type="paragraph" w:customStyle="1" w:styleId="79F21797822041DF951C45623048A2FE">
    <w:name w:val="79F21797822041DF951C45623048A2FE"/>
    <w:rsid w:val="00724BBE"/>
  </w:style>
  <w:style w:type="paragraph" w:customStyle="1" w:styleId="2450494409B24FF1ADC523800CFE78BE">
    <w:name w:val="2450494409B24FF1ADC523800CFE78BE"/>
    <w:rsid w:val="00724BBE"/>
  </w:style>
  <w:style w:type="paragraph" w:customStyle="1" w:styleId="38AE17A5B2084ACBA735FF012E2A61AC">
    <w:name w:val="38AE17A5B2084ACBA735FF012E2A61AC"/>
    <w:rsid w:val="00724BBE"/>
  </w:style>
  <w:style w:type="paragraph" w:customStyle="1" w:styleId="4A8F4D53035842E180FC2B67DE6541DC">
    <w:name w:val="4A8F4D53035842E180FC2B67DE6541DC"/>
    <w:rsid w:val="00724BBE"/>
  </w:style>
  <w:style w:type="paragraph" w:customStyle="1" w:styleId="709BF84050D7444289B83672D6DAF90F">
    <w:name w:val="709BF84050D7444289B83672D6DAF90F"/>
    <w:rsid w:val="00724BBE"/>
  </w:style>
  <w:style w:type="paragraph" w:customStyle="1" w:styleId="F10BBFF8259143F6893D7D5F242E9BB9">
    <w:name w:val="F10BBFF8259143F6893D7D5F242E9BB9"/>
    <w:rsid w:val="00724BBE"/>
  </w:style>
  <w:style w:type="paragraph" w:customStyle="1" w:styleId="54660CCB12E546568BF113C88EDE96FA">
    <w:name w:val="54660CCB12E546568BF113C88EDE96FA"/>
    <w:rsid w:val="00724BBE"/>
  </w:style>
  <w:style w:type="paragraph" w:customStyle="1" w:styleId="9376846A730442D58C72466E10D8B573">
    <w:name w:val="9376846A730442D58C72466E10D8B573"/>
    <w:rsid w:val="00724BBE"/>
  </w:style>
  <w:style w:type="paragraph" w:customStyle="1" w:styleId="B448BD42ACC14BF491876D97880967F7">
    <w:name w:val="B448BD42ACC14BF491876D97880967F7"/>
    <w:rsid w:val="00724BBE"/>
  </w:style>
  <w:style w:type="paragraph" w:customStyle="1" w:styleId="71BFDDEE1B0B4737AE4CF2EDCA8763E6">
    <w:name w:val="71BFDDEE1B0B4737AE4CF2EDCA8763E6"/>
    <w:rsid w:val="00724BBE"/>
  </w:style>
  <w:style w:type="paragraph" w:customStyle="1" w:styleId="577BB3543CBD455498398C67F5A4267A">
    <w:name w:val="577BB3543CBD455498398C67F5A4267A"/>
    <w:rsid w:val="00724BBE"/>
  </w:style>
  <w:style w:type="paragraph" w:customStyle="1" w:styleId="7FE3D9EE6A204857AC88956EE91E001D">
    <w:name w:val="7FE3D9EE6A204857AC88956EE91E001D"/>
    <w:rsid w:val="00724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4C943-B1BC-455D-BF1F-136FA003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Note Direzione Generale (2).dotx</Template>
  <TotalTime>5</TotalTime>
  <Pages>5</Pages>
  <Words>1391</Words>
  <Characters>7929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9302</CharactersWithSpaces>
  <SharedDoc>false</SharedDoc>
  <HLinks>
    <vt:vector size="12" baseType="variant">
      <vt:variant>
        <vt:i4>1441893</vt:i4>
      </vt:variant>
      <vt:variant>
        <vt:i4>3</vt:i4>
      </vt:variant>
      <vt:variant>
        <vt:i4>0</vt:i4>
      </vt:variant>
      <vt:variant>
        <vt:i4>5</vt:i4>
      </vt:variant>
      <vt:variant>
        <vt:lpwstr>mailto:drlo@postacert.istruzione.it</vt:lpwstr>
      </vt:variant>
      <vt:variant>
        <vt:lpwstr/>
      </vt:variant>
      <vt:variant>
        <vt:i4>5505058</vt:i4>
      </vt:variant>
      <vt:variant>
        <vt:i4>0</vt:i4>
      </vt:variant>
      <vt:variant>
        <vt:i4>0</vt:i4>
      </vt:variant>
      <vt:variant>
        <vt:i4>5</vt:i4>
      </vt:variant>
      <vt:variant>
        <vt:lpwstr>mailto:direzione-lombardia@istruzione.it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FIE' MOIRA</dc:creator>
  <cp:lastModifiedBy>LODA DOMENICO</cp:lastModifiedBy>
  <cp:revision>8</cp:revision>
  <dcterms:created xsi:type="dcterms:W3CDTF">2024-08-26T07:48:00Z</dcterms:created>
  <dcterms:modified xsi:type="dcterms:W3CDTF">2024-08-27T12:15:00Z</dcterms:modified>
</cp:coreProperties>
</file>